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6E271" w14:textId="3B8F453F" w:rsidR="00D379C8" w:rsidRPr="009A191B" w:rsidRDefault="00B8692F"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THE DECEPTION OF</w:t>
      </w:r>
      <w:r w:rsidR="00BB0927">
        <w:rPr>
          <w:rFonts w:ascii="Times New Roman" w:hAnsi="Times New Roman" w:cs="Times New Roman"/>
          <w:b/>
          <w:color w:val="000000" w:themeColor="text1"/>
        </w:rPr>
        <w:t xml:space="preserve"> </w:t>
      </w:r>
      <w:r w:rsidR="00414139">
        <w:rPr>
          <w:rFonts w:ascii="Times New Roman" w:hAnsi="Times New Roman" w:cs="Times New Roman"/>
          <w:b/>
          <w:color w:val="000000" w:themeColor="text1"/>
        </w:rPr>
        <w:t>THE LAST DAYS</w:t>
      </w:r>
    </w:p>
    <w:p w14:paraId="47C9E596" w14:textId="2ACD76E1"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4F797E">
        <w:rPr>
          <w:rFonts w:ascii="Times New Roman" w:hAnsi="Times New Roman" w:cs="Times New Roman"/>
          <w:color w:val="000000" w:themeColor="text1"/>
        </w:rPr>
        <w:t>6</w:t>
      </w:r>
    </w:p>
    <w:p w14:paraId="277991D9" w14:textId="77777777" w:rsidR="008C25B5" w:rsidRPr="00944EBF" w:rsidRDefault="00000822"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Deceptions of the Devil</w:t>
      </w:r>
    </w:p>
    <w:p w14:paraId="7DDCE9F3" w14:textId="24C14FC1" w:rsidR="006C01AD" w:rsidRPr="00F54142" w:rsidRDefault="00F54142" w:rsidP="00325823">
      <w:pPr>
        <w:jc w:val="center"/>
        <w:outlineLvl w:val="0"/>
        <w:rPr>
          <w:rFonts w:ascii="Times New Roman" w:hAnsi="Times New Roman" w:cs="Times New Roman"/>
          <w:i/>
          <w:iCs/>
          <w:color w:val="000000" w:themeColor="text1"/>
        </w:rPr>
      </w:pPr>
      <w:r>
        <w:rPr>
          <w:rFonts w:ascii="Times New Roman" w:hAnsi="Times New Roman" w:cs="Times New Roman"/>
          <w:iCs/>
          <w:color w:val="000000" w:themeColor="text1"/>
        </w:rPr>
        <w:t>2 Thessalonians 2:3</w:t>
      </w:r>
    </w:p>
    <w:p w14:paraId="1F08115B" w14:textId="11A98A49" w:rsidR="00897755" w:rsidRPr="006E3AAF" w:rsidRDefault="00BC75FB" w:rsidP="006E3AAF">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9</w:t>
      </w:r>
      <w:r w:rsidR="008D21AB">
        <w:rPr>
          <w:rFonts w:ascii="Times New Roman" w:hAnsi="Times New Roman" w:cs="Times New Roman"/>
          <w:color w:val="000000" w:themeColor="text1"/>
        </w:rPr>
        <w:t>/</w:t>
      </w:r>
      <w:r w:rsidR="004F797E">
        <w:rPr>
          <w:rFonts w:ascii="Times New Roman" w:hAnsi="Times New Roman" w:cs="Times New Roman"/>
          <w:color w:val="000000" w:themeColor="text1"/>
        </w:rPr>
        <w:t>26</w:t>
      </w:r>
      <w:r w:rsidR="00E01081">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w:t>
      </w:r>
      <w:r w:rsidR="00693151">
        <w:rPr>
          <w:rFonts w:ascii="Times New Roman" w:hAnsi="Times New Roman" w:cs="Times New Roman"/>
          <w:color w:val="000000" w:themeColor="text1"/>
        </w:rPr>
        <w:t>2</w:t>
      </w:r>
      <w:r w:rsidR="00CA37CE">
        <w:rPr>
          <w:rFonts w:ascii="Times New Roman" w:hAnsi="Times New Roman" w:cs="Times New Roman"/>
          <w:color w:val="000000" w:themeColor="text1"/>
        </w:rPr>
        <w:t>1</w:t>
      </w:r>
    </w:p>
    <w:p w14:paraId="138E9020" w14:textId="77777777" w:rsidR="00173CDE" w:rsidRPr="00CC27C7" w:rsidRDefault="00173CDE" w:rsidP="002B56AA">
      <w:pPr>
        <w:rPr>
          <w:rFonts w:ascii="Times New Roman" w:hAnsi="Times New Roman" w:cs="Times New Roman"/>
          <w:color w:val="000000" w:themeColor="text1"/>
          <w:sz w:val="32"/>
          <w:szCs w:val="32"/>
        </w:rPr>
      </w:pPr>
    </w:p>
    <w:p w14:paraId="5F3BDAB7" w14:textId="4CC97933" w:rsidR="000D4854" w:rsidRPr="007C23AB" w:rsidRDefault="00897755" w:rsidP="008675A1">
      <w:pPr>
        <w:jc w:val="both"/>
        <w:rPr>
          <w:rFonts w:ascii="Times New Roman" w:hAnsi="Times New Roman" w:cs="Times New Roman"/>
          <w:color w:val="000000" w:themeColor="text1"/>
          <w:sz w:val="20"/>
          <w:szCs w:val="20"/>
          <w:u w:val="single"/>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977268">
        <w:rPr>
          <w:rFonts w:ascii="Times New Roman" w:hAnsi="Times New Roman" w:cs="Times New Roman"/>
          <w:color w:val="000000" w:themeColor="text1"/>
          <w:sz w:val="20"/>
          <w:szCs w:val="20"/>
        </w:rPr>
        <w:t>We</w:t>
      </w:r>
      <w:r w:rsidR="00D9455D">
        <w:rPr>
          <w:rFonts w:ascii="Times New Roman" w:hAnsi="Times New Roman" w:cs="Times New Roman"/>
          <w:color w:val="000000" w:themeColor="text1"/>
          <w:sz w:val="20"/>
          <w:szCs w:val="20"/>
        </w:rPr>
        <w:t xml:space="preserve"> have thus far considered the deception of other gods, reaping, wisdom, hearing, and pride. This week, we are going to look at the deception of the last days. </w:t>
      </w:r>
      <w:r w:rsidR="00C153BD">
        <w:rPr>
          <w:rFonts w:ascii="Times New Roman" w:hAnsi="Times New Roman" w:cs="Times New Roman"/>
          <w:color w:val="000000" w:themeColor="text1"/>
          <w:sz w:val="20"/>
          <w:szCs w:val="20"/>
        </w:rPr>
        <w:t xml:space="preserve">The Bible shows us plainly that the last days </w:t>
      </w:r>
      <w:r w:rsidR="009E0837">
        <w:rPr>
          <w:rFonts w:ascii="Times New Roman" w:hAnsi="Times New Roman" w:cs="Times New Roman"/>
          <w:color w:val="000000" w:themeColor="text1"/>
          <w:sz w:val="20"/>
          <w:szCs w:val="20"/>
        </w:rPr>
        <w:t>leading up to the return of our blessed Saviour will be filled with much deceitfulness</w:t>
      </w:r>
      <w:r w:rsidR="00C153BD">
        <w:rPr>
          <w:rFonts w:ascii="Times New Roman" w:hAnsi="Times New Roman" w:cs="Times New Roman"/>
          <w:color w:val="000000" w:themeColor="text1"/>
          <w:sz w:val="20"/>
          <w:szCs w:val="20"/>
        </w:rPr>
        <w:t xml:space="preserve">. </w:t>
      </w:r>
      <w:r w:rsidR="009E0837">
        <w:rPr>
          <w:rFonts w:ascii="Times New Roman" w:hAnsi="Times New Roman" w:cs="Times New Roman"/>
          <w:color w:val="000000" w:themeColor="text1"/>
          <w:sz w:val="20"/>
          <w:szCs w:val="20"/>
        </w:rPr>
        <w:t xml:space="preserve">The Devil, of course, will use </w:t>
      </w:r>
      <w:proofErr w:type="gramStart"/>
      <w:r w:rsidR="009E0837">
        <w:rPr>
          <w:rFonts w:ascii="Times New Roman" w:hAnsi="Times New Roman" w:cs="Times New Roman"/>
          <w:color w:val="000000" w:themeColor="text1"/>
          <w:sz w:val="20"/>
          <w:szCs w:val="20"/>
        </w:rPr>
        <w:t>all of</w:t>
      </w:r>
      <w:proofErr w:type="gramEnd"/>
      <w:r w:rsidR="009E0837">
        <w:rPr>
          <w:rFonts w:ascii="Times New Roman" w:hAnsi="Times New Roman" w:cs="Times New Roman"/>
          <w:color w:val="000000" w:themeColor="text1"/>
          <w:sz w:val="20"/>
          <w:szCs w:val="20"/>
        </w:rPr>
        <w:t xml:space="preserve"> this deception to set the stage for the anti-</w:t>
      </w:r>
      <w:proofErr w:type="spellStart"/>
      <w:r w:rsidR="00B7623B">
        <w:rPr>
          <w:rFonts w:ascii="Times New Roman" w:hAnsi="Times New Roman" w:cs="Times New Roman"/>
          <w:color w:val="000000" w:themeColor="text1"/>
          <w:sz w:val="20"/>
          <w:szCs w:val="20"/>
        </w:rPr>
        <w:t>c</w:t>
      </w:r>
      <w:r w:rsidR="009E0837">
        <w:rPr>
          <w:rFonts w:ascii="Times New Roman" w:hAnsi="Times New Roman" w:cs="Times New Roman"/>
          <w:color w:val="000000" w:themeColor="text1"/>
          <w:sz w:val="20"/>
          <w:szCs w:val="20"/>
        </w:rPr>
        <w:t>hrist</w:t>
      </w:r>
      <w:proofErr w:type="spellEnd"/>
      <w:r w:rsidR="009E0837">
        <w:rPr>
          <w:rFonts w:ascii="Times New Roman" w:hAnsi="Times New Roman" w:cs="Times New Roman"/>
          <w:color w:val="000000" w:themeColor="text1"/>
          <w:sz w:val="20"/>
          <w:szCs w:val="20"/>
        </w:rPr>
        <w:t>, who will be the great deceiver of the nations of the world. Yet, the anti-</w:t>
      </w:r>
      <w:proofErr w:type="spellStart"/>
      <w:r w:rsidR="00B7623B">
        <w:rPr>
          <w:rFonts w:ascii="Times New Roman" w:hAnsi="Times New Roman" w:cs="Times New Roman"/>
          <w:color w:val="000000" w:themeColor="text1"/>
          <w:sz w:val="20"/>
          <w:szCs w:val="20"/>
        </w:rPr>
        <w:t>c</w:t>
      </w:r>
      <w:r w:rsidR="009E0837">
        <w:rPr>
          <w:rFonts w:ascii="Times New Roman" w:hAnsi="Times New Roman" w:cs="Times New Roman"/>
          <w:color w:val="000000" w:themeColor="text1"/>
          <w:sz w:val="20"/>
          <w:szCs w:val="20"/>
        </w:rPr>
        <w:t>hrist</w:t>
      </w:r>
      <w:proofErr w:type="spellEnd"/>
      <w:r w:rsidR="009E0837">
        <w:rPr>
          <w:rFonts w:ascii="Times New Roman" w:hAnsi="Times New Roman" w:cs="Times New Roman"/>
          <w:color w:val="000000" w:themeColor="text1"/>
          <w:sz w:val="20"/>
          <w:szCs w:val="20"/>
        </w:rPr>
        <w:t xml:space="preserve"> will not be the only one who deceives. The Bible warns that there will be many in those last days who will try to work deception in this world. 2 Timothy 3:13 warns that evil men and seducers shall wax worse and worse. These men will both deceive and be deceived. </w:t>
      </w:r>
      <w:r w:rsidR="007042B3">
        <w:rPr>
          <w:rFonts w:ascii="Times New Roman" w:hAnsi="Times New Roman" w:cs="Times New Roman"/>
          <w:color w:val="000000" w:themeColor="text1"/>
          <w:sz w:val="20"/>
          <w:szCs w:val="20"/>
        </w:rPr>
        <w:t xml:space="preserve">If you are a born-again believer, you do not have to worry about being deceived </w:t>
      </w:r>
      <w:r w:rsidR="008F7654">
        <w:rPr>
          <w:rFonts w:ascii="Times New Roman" w:hAnsi="Times New Roman" w:cs="Times New Roman"/>
          <w:color w:val="000000" w:themeColor="text1"/>
          <w:sz w:val="20"/>
          <w:szCs w:val="20"/>
        </w:rPr>
        <w:t xml:space="preserve">out of your salvation: for this is not possible (Matthew 24:24). However, Christians are warned about the danger of the deception of the last days, and we would be wise to listen and take heed to the warnings that the Bible provides about that deception. </w:t>
      </w:r>
      <w:r w:rsidR="007C23AB">
        <w:rPr>
          <w:rFonts w:ascii="Times New Roman" w:hAnsi="Times New Roman" w:cs="Times New Roman"/>
          <w:color w:val="000000" w:themeColor="text1"/>
          <w:sz w:val="20"/>
          <w:szCs w:val="20"/>
        </w:rPr>
        <w:t>As we covered at the start of this series, we are not to be people who are deceived. Titus 3:3 lists out people who are deceived in the same company with those who are foolish, disobedient, serving divers lusts and pleasures, living in malice and envy, hateful, and hating one another. Let’s examine the deception of the last days.</w:t>
      </w:r>
    </w:p>
    <w:p w14:paraId="16427613" w14:textId="77777777" w:rsidR="00344E02" w:rsidRPr="00344E02" w:rsidRDefault="00344E02" w:rsidP="00344E02">
      <w:pPr>
        <w:pStyle w:val="ListParagraph"/>
        <w:ind w:left="1080"/>
        <w:jc w:val="both"/>
        <w:rPr>
          <w:rFonts w:ascii="Times New Roman" w:hAnsi="Times New Roman" w:cs="Times New Roman"/>
          <w:color w:val="000000" w:themeColor="text1"/>
          <w:sz w:val="20"/>
          <w:szCs w:val="20"/>
        </w:rPr>
      </w:pPr>
    </w:p>
    <w:p w14:paraId="0EB87758" w14:textId="62D4C298" w:rsidR="004F62AA" w:rsidRPr="00C42AB3" w:rsidRDefault="00E6279B" w:rsidP="004753BC">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 xml:space="preserve">THE DECEPTION OF </w:t>
      </w:r>
      <w:r w:rsidR="00C233E3">
        <w:rPr>
          <w:rFonts w:ascii="Times New Roman" w:hAnsi="Times New Roman" w:cs="Times New Roman"/>
          <w:b/>
          <w:bCs/>
          <w:color w:val="000000" w:themeColor="text1"/>
          <w:sz w:val="20"/>
          <w:szCs w:val="20"/>
        </w:rPr>
        <w:t xml:space="preserve">THE LAST DAYS </w:t>
      </w:r>
      <w:r w:rsidR="001423D7">
        <w:rPr>
          <w:rFonts w:ascii="Times New Roman" w:hAnsi="Times New Roman" w:cs="Times New Roman"/>
          <w:b/>
          <w:bCs/>
          <w:color w:val="000000" w:themeColor="text1"/>
          <w:sz w:val="20"/>
          <w:szCs w:val="20"/>
        </w:rPr>
        <w:t>USES CONFUSION IN THE TIMING OF HIS RETURN.</w:t>
      </w:r>
    </w:p>
    <w:p w14:paraId="0E4FDBBF" w14:textId="77777777" w:rsidR="00BE2C88" w:rsidRPr="008951EA" w:rsidRDefault="00BE2C88" w:rsidP="00BE2C88">
      <w:pPr>
        <w:ind w:left="720"/>
        <w:jc w:val="both"/>
        <w:rPr>
          <w:rFonts w:ascii="Times New Roman" w:hAnsi="Times New Roman" w:cs="Times New Roman"/>
          <w:color w:val="000000" w:themeColor="text1"/>
          <w:sz w:val="12"/>
          <w:szCs w:val="12"/>
        </w:rPr>
      </w:pPr>
    </w:p>
    <w:p w14:paraId="28ADEF34" w14:textId="77A41810" w:rsidR="00BE2C88" w:rsidRPr="00C8084F" w:rsidRDefault="00BE2C88" w:rsidP="00BE2C88">
      <w:pPr>
        <w:pStyle w:val="ListParagraph"/>
        <w:numPr>
          <w:ilvl w:val="0"/>
          <w:numId w:val="48"/>
        </w:numPr>
        <w:jc w:val="both"/>
        <w:rPr>
          <w:rFonts w:ascii="Times New Roman" w:hAnsi="Times New Roman" w:cs="Times New Roman"/>
          <w:color w:val="000000" w:themeColor="text1"/>
          <w:sz w:val="20"/>
          <w:szCs w:val="20"/>
        </w:rPr>
      </w:pPr>
      <w:r w:rsidRPr="00C8084F">
        <w:rPr>
          <w:rFonts w:ascii="Times New Roman" w:hAnsi="Times New Roman" w:cs="Times New Roman"/>
          <w:b/>
          <w:color w:val="000000" w:themeColor="text1"/>
          <w:sz w:val="20"/>
          <w:szCs w:val="20"/>
        </w:rPr>
        <w:t xml:space="preserve">Notice that </w:t>
      </w:r>
      <w:r w:rsidR="001423D7">
        <w:rPr>
          <w:rFonts w:ascii="Times New Roman" w:hAnsi="Times New Roman" w:cs="Times New Roman"/>
          <w:b/>
          <w:color w:val="000000" w:themeColor="text1"/>
          <w:sz w:val="20"/>
          <w:szCs w:val="20"/>
        </w:rPr>
        <w:t>some deceive by convincing that the return</w:t>
      </w:r>
      <w:r w:rsidR="00AB4772">
        <w:rPr>
          <w:rFonts w:ascii="Times New Roman" w:hAnsi="Times New Roman" w:cs="Times New Roman"/>
          <w:b/>
          <w:color w:val="000000" w:themeColor="text1"/>
          <w:sz w:val="20"/>
          <w:szCs w:val="20"/>
        </w:rPr>
        <w:t xml:space="preserve"> </w:t>
      </w:r>
      <w:r w:rsidR="001423D7">
        <w:rPr>
          <w:rFonts w:ascii="Times New Roman" w:hAnsi="Times New Roman" w:cs="Times New Roman"/>
          <w:b/>
          <w:color w:val="000000" w:themeColor="text1"/>
          <w:sz w:val="20"/>
          <w:szCs w:val="20"/>
        </w:rPr>
        <w:t xml:space="preserve">is sooner than it </w:t>
      </w:r>
      <w:proofErr w:type="gramStart"/>
      <w:r w:rsidR="001423D7">
        <w:rPr>
          <w:rFonts w:ascii="Times New Roman" w:hAnsi="Times New Roman" w:cs="Times New Roman"/>
          <w:b/>
          <w:color w:val="000000" w:themeColor="text1"/>
          <w:sz w:val="20"/>
          <w:szCs w:val="20"/>
        </w:rPr>
        <w:t>actually is</w:t>
      </w:r>
      <w:proofErr w:type="gramEnd"/>
      <w:r w:rsidR="001423D7">
        <w:rPr>
          <w:rFonts w:ascii="Times New Roman" w:hAnsi="Times New Roman" w:cs="Times New Roman"/>
          <w:b/>
          <w:color w:val="000000" w:themeColor="text1"/>
          <w:sz w:val="20"/>
          <w:szCs w:val="20"/>
        </w:rPr>
        <w:t xml:space="preserve"> </w:t>
      </w:r>
      <w:r w:rsidRPr="00C8084F">
        <w:rPr>
          <w:rFonts w:ascii="Times New Roman" w:hAnsi="Times New Roman" w:cs="Times New Roman"/>
          <w:b/>
          <w:color w:val="000000" w:themeColor="text1"/>
          <w:sz w:val="20"/>
          <w:szCs w:val="20"/>
        </w:rPr>
        <w:t>(</w:t>
      </w:r>
      <w:r w:rsidR="00B809AC">
        <w:rPr>
          <w:rFonts w:ascii="Times New Roman" w:hAnsi="Times New Roman" w:cs="Times New Roman"/>
          <w:b/>
          <w:color w:val="000000" w:themeColor="text1"/>
          <w:sz w:val="20"/>
          <w:szCs w:val="20"/>
        </w:rPr>
        <w:t>2 Thessalonians 2:1-3; Matthew 24:11</w:t>
      </w:r>
      <w:r w:rsidR="00AC325D">
        <w:rPr>
          <w:rFonts w:ascii="Times New Roman" w:hAnsi="Times New Roman" w:cs="Times New Roman"/>
          <w:b/>
          <w:color w:val="000000" w:themeColor="text1"/>
          <w:sz w:val="20"/>
          <w:szCs w:val="20"/>
        </w:rPr>
        <w:t xml:space="preserve">). </w:t>
      </w:r>
      <w:r w:rsidR="00B809AC">
        <w:rPr>
          <w:rFonts w:ascii="Times New Roman" w:hAnsi="Times New Roman" w:cs="Times New Roman"/>
          <w:bCs/>
          <w:color w:val="000000" w:themeColor="text1"/>
          <w:sz w:val="20"/>
          <w:szCs w:val="20"/>
        </w:rPr>
        <w:t>We have all seen these so-called prophets in our day. They have proclaimed dates and even times that the Lord will return. They make bold prophetic statements that never come to pass. Our tendency is just to think of these people as</w:t>
      </w:r>
      <w:r w:rsidR="00AB4772">
        <w:rPr>
          <w:rFonts w:ascii="Times New Roman" w:hAnsi="Times New Roman" w:cs="Times New Roman"/>
          <w:bCs/>
          <w:color w:val="000000" w:themeColor="text1"/>
          <w:sz w:val="20"/>
          <w:szCs w:val="20"/>
        </w:rPr>
        <w:t xml:space="preserve"> </w:t>
      </w:r>
      <w:r w:rsidR="00B809AC">
        <w:rPr>
          <w:rFonts w:ascii="Times New Roman" w:hAnsi="Times New Roman" w:cs="Times New Roman"/>
          <w:bCs/>
          <w:color w:val="000000" w:themeColor="text1"/>
          <w:sz w:val="20"/>
          <w:szCs w:val="20"/>
        </w:rPr>
        <w:t>misguided or a little bit wacky. Some even reason that these men are Godly men who have just taken things too far concerning end-time prophecy. I present to you that the Bible shows these men to be evil, seducing men. They are false prophets. They are workers of deception. The Devil is using them for a specific purpose. He wants to deceive the world regarding the return of Christ. His ultimate deception is not to convince the world that Christ will never return. His deception is to convince the world that the anti-</w:t>
      </w:r>
      <w:proofErr w:type="spellStart"/>
      <w:r w:rsidR="00B7623B">
        <w:rPr>
          <w:rFonts w:ascii="Times New Roman" w:hAnsi="Times New Roman" w:cs="Times New Roman"/>
          <w:bCs/>
          <w:color w:val="000000" w:themeColor="text1"/>
          <w:sz w:val="20"/>
          <w:szCs w:val="20"/>
        </w:rPr>
        <w:t>c</w:t>
      </w:r>
      <w:r w:rsidR="00B809AC">
        <w:rPr>
          <w:rFonts w:ascii="Times New Roman" w:hAnsi="Times New Roman" w:cs="Times New Roman"/>
          <w:bCs/>
          <w:color w:val="000000" w:themeColor="text1"/>
          <w:sz w:val="20"/>
          <w:szCs w:val="20"/>
        </w:rPr>
        <w:t>hrist</w:t>
      </w:r>
      <w:proofErr w:type="spellEnd"/>
      <w:r w:rsidR="00B809AC">
        <w:rPr>
          <w:rFonts w:ascii="Times New Roman" w:hAnsi="Times New Roman" w:cs="Times New Roman"/>
          <w:bCs/>
          <w:color w:val="000000" w:themeColor="text1"/>
          <w:sz w:val="20"/>
          <w:szCs w:val="20"/>
        </w:rPr>
        <w:t xml:space="preserve"> is who the world has been looking for. Any person who proclaims that Christ has already come is a false teacher and should be rejected outright. Any person who teaches that they know exactly when Christ will return is a false teacher who should be rejected without a further thought being given to them. They are workers of Satan.</w:t>
      </w:r>
    </w:p>
    <w:p w14:paraId="55C72689" w14:textId="77777777" w:rsidR="00C42AB3" w:rsidRPr="00EF7599" w:rsidRDefault="00C42AB3" w:rsidP="00C42AB3">
      <w:pPr>
        <w:jc w:val="both"/>
        <w:rPr>
          <w:rFonts w:ascii="Times New Roman" w:hAnsi="Times New Roman" w:cs="Times New Roman"/>
          <w:color w:val="000000" w:themeColor="text1"/>
          <w:sz w:val="12"/>
          <w:szCs w:val="12"/>
        </w:rPr>
      </w:pPr>
    </w:p>
    <w:p w14:paraId="483EE39F" w14:textId="341C4ADD" w:rsidR="00C8084F" w:rsidRPr="00AB4772" w:rsidRDefault="004F62AA" w:rsidP="00062237">
      <w:pPr>
        <w:pStyle w:val="ListParagraph"/>
        <w:numPr>
          <w:ilvl w:val="0"/>
          <w:numId w:val="48"/>
        </w:numPr>
        <w:jc w:val="both"/>
        <w:rPr>
          <w:rFonts w:ascii="Times New Roman" w:hAnsi="Times New Roman" w:cs="Times New Roman"/>
          <w:color w:val="000000" w:themeColor="text1"/>
          <w:sz w:val="20"/>
          <w:szCs w:val="20"/>
        </w:rPr>
      </w:pPr>
      <w:r w:rsidRPr="00AB4772">
        <w:rPr>
          <w:rFonts w:ascii="Times New Roman" w:hAnsi="Times New Roman" w:cs="Times New Roman"/>
          <w:b/>
          <w:color w:val="000000" w:themeColor="text1"/>
          <w:sz w:val="20"/>
          <w:szCs w:val="20"/>
        </w:rPr>
        <w:t xml:space="preserve">Notice </w:t>
      </w:r>
      <w:r w:rsidR="00AC325D" w:rsidRPr="00AB4772">
        <w:rPr>
          <w:rFonts w:ascii="Times New Roman" w:hAnsi="Times New Roman" w:cs="Times New Roman"/>
          <w:b/>
          <w:color w:val="000000" w:themeColor="text1"/>
          <w:sz w:val="20"/>
          <w:szCs w:val="20"/>
        </w:rPr>
        <w:t xml:space="preserve">that </w:t>
      </w:r>
      <w:r w:rsidR="001423D7">
        <w:rPr>
          <w:rFonts w:ascii="Times New Roman" w:hAnsi="Times New Roman" w:cs="Times New Roman"/>
          <w:b/>
          <w:color w:val="000000" w:themeColor="text1"/>
          <w:sz w:val="20"/>
          <w:szCs w:val="20"/>
        </w:rPr>
        <w:t>some deceive by convincing that the return is not imminent</w:t>
      </w:r>
      <w:r w:rsidR="00AB4772" w:rsidRPr="00AB4772">
        <w:rPr>
          <w:rFonts w:ascii="Times New Roman" w:hAnsi="Times New Roman" w:cs="Times New Roman"/>
          <w:b/>
          <w:color w:val="000000" w:themeColor="text1"/>
          <w:sz w:val="20"/>
          <w:szCs w:val="20"/>
        </w:rPr>
        <w:t xml:space="preserve"> </w:t>
      </w:r>
      <w:r w:rsidR="00AC325D" w:rsidRPr="00AB4772">
        <w:rPr>
          <w:rFonts w:ascii="Times New Roman" w:hAnsi="Times New Roman" w:cs="Times New Roman"/>
          <w:b/>
          <w:color w:val="000000" w:themeColor="text1"/>
          <w:sz w:val="20"/>
          <w:szCs w:val="20"/>
        </w:rPr>
        <w:t>(</w:t>
      </w:r>
      <w:r w:rsidR="00B809AC">
        <w:rPr>
          <w:rFonts w:ascii="Times New Roman" w:hAnsi="Times New Roman" w:cs="Times New Roman"/>
          <w:b/>
          <w:color w:val="000000" w:themeColor="text1"/>
          <w:sz w:val="20"/>
          <w:szCs w:val="20"/>
        </w:rPr>
        <w:t>1 Thessalonians 5:1-3; Matthew 24:36-44; 2 Peter 3:3-4</w:t>
      </w:r>
      <w:r w:rsidR="00AC325D" w:rsidRPr="00AB4772">
        <w:rPr>
          <w:rFonts w:ascii="Times New Roman" w:hAnsi="Times New Roman" w:cs="Times New Roman"/>
          <w:b/>
          <w:color w:val="000000" w:themeColor="text1"/>
          <w:sz w:val="20"/>
          <w:szCs w:val="20"/>
        </w:rPr>
        <w:t>)</w:t>
      </w:r>
      <w:r w:rsidR="009F2838" w:rsidRPr="00AB4772">
        <w:rPr>
          <w:rFonts w:ascii="Times New Roman" w:hAnsi="Times New Roman" w:cs="Times New Roman"/>
          <w:b/>
          <w:color w:val="000000" w:themeColor="text1"/>
          <w:sz w:val="20"/>
          <w:szCs w:val="20"/>
        </w:rPr>
        <w:t>.</w:t>
      </w:r>
      <w:r w:rsidR="009F2838" w:rsidRPr="00AB4772">
        <w:rPr>
          <w:rFonts w:ascii="Times New Roman" w:hAnsi="Times New Roman" w:cs="Times New Roman"/>
          <w:bCs/>
          <w:color w:val="000000" w:themeColor="text1"/>
          <w:sz w:val="20"/>
          <w:szCs w:val="20"/>
        </w:rPr>
        <w:t xml:space="preserve"> </w:t>
      </w:r>
      <w:r w:rsidR="00B809AC">
        <w:rPr>
          <w:rFonts w:ascii="Times New Roman" w:hAnsi="Times New Roman" w:cs="Times New Roman"/>
          <w:bCs/>
          <w:color w:val="000000" w:themeColor="text1"/>
          <w:sz w:val="20"/>
          <w:szCs w:val="20"/>
        </w:rPr>
        <w:t>Of course, on the other side, you have those who are scoffers and mockers. They prophesy that the Lord is not going to return any time soon. Some even go so far as to say that the Lord will never return. Satan uses these people to deceive just as the first false prophets mentioned above. He wants to condemn man to Hell. He knows that if the world does not receive Christ</w:t>
      </w:r>
      <w:r w:rsidR="00D15F46">
        <w:rPr>
          <w:rFonts w:ascii="Times New Roman" w:hAnsi="Times New Roman" w:cs="Times New Roman"/>
          <w:bCs/>
          <w:color w:val="000000" w:themeColor="text1"/>
          <w:sz w:val="20"/>
          <w:szCs w:val="20"/>
        </w:rPr>
        <w:t>, then they will be easily deceived into receiving the anti-</w:t>
      </w:r>
      <w:proofErr w:type="spellStart"/>
      <w:r w:rsidR="00B7623B">
        <w:rPr>
          <w:rFonts w:ascii="Times New Roman" w:hAnsi="Times New Roman" w:cs="Times New Roman"/>
          <w:bCs/>
          <w:color w:val="000000" w:themeColor="text1"/>
          <w:sz w:val="20"/>
          <w:szCs w:val="20"/>
        </w:rPr>
        <w:t>c</w:t>
      </w:r>
      <w:r w:rsidR="00D15F46">
        <w:rPr>
          <w:rFonts w:ascii="Times New Roman" w:hAnsi="Times New Roman" w:cs="Times New Roman"/>
          <w:bCs/>
          <w:color w:val="000000" w:themeColor="text1"/>
          <w:sz w:val="20"/>
          <w:szCs w:val="20"/>
        </w:rPr>
        <w:t>hrist</w:t>
      </w:r>
      <w:proofErr w:type="spellEnd"/>
      <w:r w:rsidR="00D15F46">
        <w:rPr>
          <w:rFonts w:ascii="Times New Roman" w:hAnsi="Times New Roman" w:cs="Times New Roman"/>
          <w:bCs/>
          <w:color w:val="000000" w:themeColor="text1"/>
          <w:sz w:val="20"/>
          <w:szCs w:val="20"/>
        </w:rPr>
        <w:t xml:space="preserve"> when he comes. Deception always comes out of confusion. We certainly see this in our society today. There is great confusion over what is going on in this world, and there are wicked men who seize on this confusion </w:t>
      </w:r>
      <w:proofErr w:type="gramStart"/>
      <w:r w:rsidR="00D15F46">
        <w:rPr>
          <w:rFonts w:ascii="Times New Roman" w:hAnsi="Times New Roman" w:cs="Times New Roman"/>
          <w:bCs/>
          <w:color w:val="000000" w:themeColor="text1"/>
          <w:sz w:val="20"/>
          <w:szCs w:val="20"/>
        </w:rPr>
        <w:t>in order to</w:t>
      </w:r>
      <w:proofErr w:type="gramEnd"/>
      <w:r w:rsidR="00D15F46">
        <w:rPr>
          <w:rFonts w:ascii="Times New Roman" w:hAnsi="Times New Roman" w:cs="Times New Roman"/>
          <w:bCs/>
          <w:color w:val="000000" w:themeColor="text1"/>
          <w:sz w:val="20"/>
          <w:szCs w:val="20"/>
        </w:rPr>
        <w:t xml:space="preserve"> have their deception prosper. This is a tactic of the Devil. While believers know that Christ is going to return, there are some who have fallen asleep and have been deceived regarding the timing of His coming. They continue down their own path without any regard to how imminent the return of Christ is. They are not even looking for the rapturing of the church. It has been talked about for so long that they barely seem to believe it.</w:t>
      </w:r>
    </w:p>
    <w:p w14:paraId="6092929D" w14:textId="77777777" w:rsidR="00AB4772" w:rsidRPr="00AB4772" w:rsidRDefault="00AB4772" w:rsidP="00AB4772">
      <w:pPr>
        <w:jc w:val="both"/>
        <w:rPr>
          <w:rFonts w:ascii="Times New Roman" w:hAnsi="Times New Roman" w:cs="Times New Roman"/>
          <w:color w:val="000000" w:themeColor="text1"/>
          <w:sz w:val="20"/>
          <w:szCs w:val="20"/>
        </w:rPr>
      </w:pPr>
    </w:p>
    <w:p w14:paraId="2FAF1671" w14:textId="43EFCC0B" w:rsidR="00BF22DE" w:rsidRPr="0036504F" w:rsidRDefault="006365D6"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8F0520">
        <w:rPr>
          <w:rFonts w:ascii="Times New Roman" w:hAnsi="Times New Roman" w:cs="Times New Roman"/>
          <w:b/>
          <w:bCs/>
          <w:color w:val="000000" w:themeColor="text1"/>
          <w:sz w:val="20"/>
          <w:szCs w:val="20"/>
        </w:rPr>
        <w:t>DECEPTION OF</w:t>
      </w:r>
      <w:r w:rsidR="001477DA">
        <w:rPr>
          <w:rFonts w:ascii="Times New Roman" w:hAnsi="Times New Roman" w:cs="Times New Roman"/>
          <w:b/>
          <w:bCs/>
          <w:color w:val="000000" w:themeColor="text1"/>
          <w:sz w:val="20"/>
          <w:szCs w:val="20"/>
        </w:rPr>
        <w:t xml:space="preserve"> </w:t>
      </w:r>
      <w:r w:rsidR="00510CAE">
        <w:rPr>
          <w:rFonts w:ascii="Times New Roman" w:hAnsi="Times New Roman" w:cs="Times New Roman"/>
          <w:b/>
          <w:bCs/>
          <w:color w:val="000000" w:themeColor="text1"/>
          <w:sz w:val="20"/>
          <w:szCs w:val="20"/>
        </w:rPr>
        <w:t>THE LAST DAYS USES THE CONDITION OF THE CHURCH.</w:t>
      </w:r>
    </w:p>
    <w:p w14:paraId="6AFCB20F" w14:textId="77777777" w:rsidR="000E1CC9" w:rsidRPr="00BF278F" w:rsidRDefault="000E1CC9" w:rsidP="002A2BEF">
      <w:pPr>
        <w:pStyle w:val="ListParagraph"/>
        <w:jc w:val="both"/>
        <w:rPr>
          <w:rFonts w:ascii="Times New Roman" w:hAnsi="Times New Roman" w:cs="Times New Roman"/>
          <w:color w:val="000000" w:themeColor="text1"/>
          <w:sz w:val="12"/>
          <w:szCs w:val="12"/>
        </w:rPr>
      </w:pPr>
    </w:p>
    <w:p w14:paraId="0CC80C4A" w14:textId="18A2E84A" w:rsidR="00635C49" w:rsidRPr="00B43308" w:rsidRDefault="00BF22DE" w:rsidP="006118C3">
      <w:pPr>
        <w:pStyle w:val="ListParagraph"/>
        <w:numPr>
          <w:ilvl w:val="0"/>
          <w:numId w:val="49"/>
        </w:numPr>
        <w:tabs>
          <w:tab w:val="left" w:pos="540"/>
        </w:tabs>
        <w:jc w:val="both"/>
        <w:rPr>
          <w:rFonts w:ascii="Times New Roman" w:hAnsi="Times New Roman" w:cs="Times New Roman"/>
          <w:b/>
          <w:color w:val="000000" w:themeColor="text1"/>
          <w:sz w:val="20"/>
          <w:szCs w:val="20"/>
        </w:rPr>
      </w:pPr>
      <w:r w:rsidRPr="00635C49">
        <w:rPr>
          <w:rFonts w:ascii="Times New Roman" w:hAnsi="Times New Roman" w:cs="Times New Roman"/>
          <w:b/>
          <w:bCs/>
          <w:color w:val="000000" w:themeColor="text1"/>
          <w:sz w:val="20"/>
          <w:szCs w:val="20"/>
        </w:rPr>
        <w:t>Notice that</w:t>
      </w:r>
      <w:r w:rsidR="00081F02" w:rsidRPr="00635C49">
        <w:rPr>
          <w:rFonts w:ascii="Times New Roman" w:hAnsi="Times New Roman" w:cs="Times New Roman"/>
          <w:b/>
          <w:bCs/>
          <w:color w:val="000000" w:themeColor="text1"/>
          <w:sz w:val="20"/>
          <w:szCs w:val="20"/>
        </w:rPr>
        <w:t xml:space="preserve"> </w:t>
      </w:r>
      <w:r w:rsidR="00510CAE">
        <w:rPr>
          <w:rFonts w:ascii="Times New Roman" w:hAnsi="Times New Roman" w:cs="Times New Roman"/>
          <w:b/>
          <w:bCs/>
          <w:color w:val="000000" w:themeColor="text1"/>
          <w:sz w:val="20"/>
          <w:szCs w:val="20"/>
        </w:rPr>
        <w:t xml:space="preserve">some deceive </w:t>
      </w:r>
      <w:r w:rsidR="0049720E">
        <w:rPr>
          <w:rFonts w:ascii="Times New Roman" w:hAnsi="Times New Roman" w:cs="Times New Roman"/>
          <w:b/>
          <w:bCs/>
          <w:color w:val="000000" w:themeColor="text1"/>
          <w:sz w:val="20"/>
          <w:szCs w:val="20"/>
        </w:rPr>
        <w:t>by failing to recognize the trial of faith that the church must endure</w:t>
      </w:r>
      <w:r w:rsidR="00932403">
        <w:rPr>
          <w:rFonts w:ascii="Times New Roman" w:hAnsi="Times New Roman" w:cs="Times New Roman"/>
          <w:b/>
          <w:bCs/>
          <w:color w:val="000000" w:themeColor="text1"/>
          <w:sz w:val="20"/>
          <w:szCs w:val="20"/>
        </w:rPr>
        <w:t xml:space="preserve"> first</w:t>
      </w:r>
      <w:r w:rsidR="00C0009E">
        <w:rPr>
          <w:rFonts w:ascii="Times New Roman" w:hAnsi="Times New Roman" w:cs="Times New Roman"/>
          <w:b/>
          <w:bCs/>
          <w:color w:val="000000" w:themeColor="text1"/>
          <w:sz w:val="20"/>
          <w:szCs w:val="20"/>
        </w:rPr>
        <w:t xml:space="preserve"> </w:t>
      </w:r>
      <w:r w:rsidRPr="00635C49">
        <w:rPr>
          <w:rFonts w:ascii="Times New Roman" w:hAnsi="Times New Roman" w:cs="Times New Roman"/>
          <w:b/>
          <w:bCs/>
          <w:color w:val="000000" w:themeColor="text1"/>
          <w:sz w:val="20"/>
          <w:szCs w:val="20"/>
        </w:rPr>
        <w:t>(</w:t>
      </w:r>
      <w:r w:rsidR="0049720E">
        <w:rPr>
          <w:rFonts w:ascii="Times New Roman" w:hAnsi="Times New Roman" w:cs="Times New Roman"/>
          <w:b/>
          <w:bCs/>
          <w:color w:val="000000" w:themeColor="text1"/>
          <w:sz w:val="20"/>
          <w:szCs w:val="20"/>
        </w:rPr>
        <w:t>2 Thessalonians 2:3; 1 Timothy 4:1-6</w:t>
      </w:r>
      <w:r w:rsidR="00C0009E">
        <w:rPr>
          <w:rFonts w:ascii="Times New Roman" w:hAnsi="Times New Roman" w:cs="Times New Roman"/>
          <w:b/>
          <w:bCs/>
          <w:color w:val="000000" w:themeColor="text1"/>
          <w:sz w:val="20"/>
          <w:szCs w:val="20"/>
        </w:rPr>
        <w:t xml:space="preserve">). </w:t>
      </w:r>
      <w:r w:rsidR="006118C3">
        <w:rPr>
          <w:rFonts w:ascii="Times New Roman" w:hAnsi="Times New Roman" w:cs="Times New Roman"/>
          <w:color w:val="000000" w:themeColor="text1"/>
          <w:sz w:val="20"/>
          <w:szCs w:val="20"/>
        </w:rPr>
        <w:t xml:space="preserve">As a church, we hold to a pre-millennial, pre-tribulation position when it comes to end-time prophecy. I’m thankful that the Lord is going to rapture up the church before the events of the great tribulation take place. We will not have to go through this time of horrible trouble for the world. Yet, we should not be deceived into thinking that the time leading up to the rapture will be filled with ease for the believer. This time will be a trial of faith for the church. The church in Thessalonica was warned that the day of Christ would not come until there was first a falling away that occurred. This is speaking of a falling away of the church. 1 Timothy reinforces this teaching. It says that the Spirit </w:t>
      </w:r>
      <w:proofErr w:type="spellStart"/>
      <w:r w:rsidR="006118C3">
        <w:rPr>
          <w:rFonts w:ascii="Times New Roman" w:hAnsi="Times New Roman" w:cs="Times New Roman"/>
          <w:color w:val="000000" w:themeColor="text1"/>
          <w:sz w:val="20"/>
          <w:szCs w:val="20"/>
        </w:rPr>
        <w:t>speaketh</w:t>
      </w:r>
      <w:proofErr w:type="spellEnd"/>
      <w:r w:rsidR="006118C3">
        <w:rPr>
          <w:rFonts w:ascii="Times New Roman" w:hAnsi="Times New Roman" w:cs="Times New Roman"/>
          <w:color w:val="000000" w:themeColor="text1"/>
          <w:sz w:val="20"/>
          <w:szCs w:val="20"/>
        </w:rPr>
        <w:t xml:space="preserve"> expressly. Some shall depart from the faith. This is a warning to the church to be on guard as that day approaches. </w:t>
      </w:r>
      <w:r w:rsidR="00932403">
        <w:rPr>
          <w:rFonts w:ascii="Times New Roman" w:hAnsi="Times New Roman" w:cs="Times New Roman"/>
          <w:color w:val="000000" w:themeColor="text1"/>
          <w:sz w:val="20"/>
          <w:szCs w:val="20"/>
        </w:rPr>
        <w:t>Why will there be this falling away? What will cause it? It will be caused by seducing spirits and doctrines of the Devil. We must be ready for our faith to be tested.</w:t>
      </w:r>
    </w:p>
    <w:p w14:paraId="718C25C2" w14:textId="672EDA0B" w:rsidR="008416A7" w:rsidRDefault="008416A7" w:rsidP="002A2BEF">
      <w:pPr>
        <w:jc w:val="both"/>
        <w:rPr>
          <w:rFonts w:ascii="Times New Roman" w:hAnsi="Times New Roman" w:cs="Times New Roman"/>
          <w:b/>
          <w:color w:val="000000" w:themeColor="text1"/>
          <w:sz w:val="20"/>
          <w:szCs w:val="20"/>
        </w:rPr>
      </w:pPr>
    </w:p>
    <w:p w14:paraId="72FFEBC3" w14:textId="77777777" w:rsidR="00750AAA" w:rsidRPr="00163E32" w:rsidRDefault="00750AAA" w:rsidP="002A2BEF">
      <w:pPr>
        <w:jc w:val="both"/>
        <w:rPr>
          <w:rFonts w:ascii="Times New Roman" w:hAnsi="Times New Roman" w:cs="Times New Roman"/>
          <w:b/>
          <w:color w:val="000000" w:themeColor="text1"/>
          <w:sz w:val="20"/>
          <w:szCs w:val="20"/>
        </w:rPr>
      </w:pPr>
    </w:p>
    <w:p w14:paraId="6DA14821" w14:textId="26E322BF" w:rsidR="006D622A" w:rsidRPr="00932403" w:rsidRDefault="00F6559C" w:rsidP="003E41F0">
      <w:pPr>
        <w:pStyle w:val="ListParagraph"/>
        <w:numPr>
          <w:ilvl w:val="0"/>
          <w:numId w:val="49"/>
        </w:numPr>
        <w:jc w:val="both"/>
        <w:rPr>
          <w:rFonts w:ascii="Times New Roman" w:hAnsi="Times New Roman" w:cs="Times New Roman"/>
          <w:color w:val="000000" w:themeColor="text1"/>
          <w:sz w:val="20"/>
          <w:szCs w:val="20"/>
        </w:rPr>
      </w:pPr>
      <w:r w:rsidRPr="00932403">
        <w:rPr>
          <w:rFonts w:ascii="Times New Roman" w:hAnsi="Times New Roman" w:cs="Times New Roman"/>
          <w:b/>
          <w:color w:val="000000" w:themeColor="text1"/>
          <w:sz w:val="20"/>
          <w:szCs w:val="20"/>
        </w:rPr>
        <w:t xml:space="preserve">Notice that </w:t>
      </w:r>
      <w:r w:rsidR="00932403" w:rsidRPr="00932403">
        <w:rPr>
          <w:rFonts w:ascii="Times New Roman" w:hAnsi="Times New Roman" w:cs="Times New Roman"/>
          <w:b/>
          <w:color w:val="000000" w:themeColor="text1"/>
          <w:sz w:val="20"/>
          <w:szCs w:val="20"/>
        </w:rPr>
        <w:t>some deceive by ignoring that the falling away is taking place in the church</w:t>
      </w:r>
      <w:r w:rsidRPr="00932403">
        <w:rPr>
          <w:rFonts w:ascii="Times New Roman" w:hAnsi="Times New Roman" w:cs="Times New Roman"/>
          <w:b/>
          <w:color w:val="000000" w:themeColor="text1"/>
          <w:sz w:val="20"/>
          <w:szCs w:val="20"/>
        </w:rPr>
        <w:t xml:space="preserve"> (</w:t>
      </w:r>
      <w:r w:rsidR="00932403" w:rsidRPr="00932403">
        <w:rPr>
          <w:rFonts w:ascii="Times New Roman" w:hAnsi="Times New Roman" w:cs="Times New Roman"/>
          <w:b/>
          <w:color w:val="000000" w:themeColor="text1"/>
          <w:sz w:val="20"/>
          <w:szCs w:val="20"/>
        </w:rPr>
        <w:t xml:space="preserve">Jeremiah 14:14; Matthew 24:11-12; Luke 6:26; </w:t>
      </w:r>
      <w:r w:rsidR="00932403" w:rsidRPr="00932403">
        <w:rPr>
          <w:rFonts w:ascii="Times New Roman" w:hAnsi="Times New Roman" w:cs="Times New Roman"/>
          <w:b/>
          <w:bCs/>
          <w:color w:val="000000" w:themeColor="text1"/>
          <w:sz w:val="20"/>
          <w:szCs w:val="20"/>
        </w:rPr>
        <w:t>1 Corinthians 10:12</w:t>
      </w:r>
      <w:r w:rsidR="00932403" w:rsidRPr="00932403">
        <w:rPr>
          <w:rFonts w:ascii="Times New Roman" w:hAnsi="Times New Roman" w:cs="Times New Roman"/>
          <w:b/>
          <w:color w:val="000000" w:themeColor="text1"/>
          <w:sz w:val="20"/>
          <w:szCs w:val="20"/>
        </w:rPr>
        <w:t xml:space="preserve">). </w:t>
      </w:r>
      <w:r w:rsidR="00932403" w:rsidRPr="00932403">
        <w:rPr>
          <w:rFonts w:ascii="Times New Roman" w:hAnsi="Times New Roman" w:cs="Times New Roman"/>
          <w:bCs/>
          <w:color w:val="000000" w:themeColor="text1"/>
          <w:sz w:val="20"/>
          <w:szCs w:val="20"/>
        </w:rPr>
        <w:t xml:space="preserve">Some hold to the idea that this falling away will be visibly seen in such easy ways as church attendance. I do not believe that the falling away will be so easily noticeable as that. The Bible is speaking of a spiritual falling away. </w:t>
      </w:r>
      <w:r w:rsidR="00932403">
        <w:rPr>
          <w:rFonts w:ascii="Times New Roman" w:hAnsi="Times New Roman" w:cs="Times New Roman"/>
          <w:bCs/>
          <w:color w:val="000000" w:themeColor="text1"/>
          <w:sz w:val="20"/>
          <w:szCs w:val="20"/>
        </w:rPr>
        <w:t>We can look to the spiritual condition of our own nation as proof that a falling away is not necessarily measured by how many people profess to be religious or not. We see that there are so many church</w:t>
      </w:r>
      <w:r w:rsidR="00DB036E">
        <w:rPr>
          <w:rFonts w:ascii="Times New Roman" w:hAnsi="Times New Roman" w:cs="Times New Roman"/>
          <w:bCs/>
          <w:color w:val="000000" w:themeColor="text1"/>
          <w:sz w:val="20"/>
          <w:szCs w:val="20"/>
        </w:rPr>
        <w:t>es</w:t>
      </w:r>
      <w:r w:rsidR="00932403">
        <w:rPr>
          <w:rFonts w:ascii="Times New Roman" w:hAnsi="Times New Roman" w:cs="Times New Roman"/>
          <w:bCs/>
          <w:color w:val="000000" w:themeColor="text1"/>
          <w:sz w:val="20"/>
          <w:szCs w:val="20"/>
        </w:rPr>
        <w:t xml:space="preserve"> in our nation.</w:t>
      </w:r>
      <w:r w:rsidR="00DB036E">
        <w:rPr>
          <w:rFonts w:ascii="Times New Roman" w:hAnsi="Times New Roman" w:cs="Times New Roman"/>
          <w:bCs/>
          <w:color w:val="000000" w:themeColor="text1"/>
          <w:sz w:val="20"/>
          <w:szCs w:val="20"/>
        </w:rPr>
        <w:t xml:space="preserve"> It is estimated that there are more than 380,000 churches in America. Further, recent data says that there are over 167 million American adults who claim to be Christians. This is a staggering number! Yet, look at the overall spiritual condition of America. We are declining spiritually as a nation. We have fallen away greatly from where we were fifty years ago. I believe it is possible and perhaps even likely that the days before the rapture may be filled with false revivals. The Devil will do anything to deceive the people.</w:t>
      </w:r>
    </w:p>
    <w:p w14:paraId="3B608FEC" w14:textId="77777777" w:rsidR="00932403" w:rsidRPr="00932403" w:rsidRDefault="00932403" w:rsidP="00932403">
      <w:pPr>
        <w:pStyle w:val="ListParagraph"/>
        <w:ind w:left="1080"/>
        <w:jc w:val="both"/>
        <w:rPr>
          <w:rFonts w:ascii="Times New Roman" w:hAnsi="Times New Roman" w:cs="Times New Roman"/>
          <w:color w:val="000000" w:themeColor="text1"/>
          <w:sz w:val="20"/>
          <w:szCs w:val="20"/>
        </w:rPr>
      </w:pPr>
    </w:p>
    <w:p w14:paraId="5F591984" w14:textId="28E5B230" w:rsidR="008C175E" w:rsidRPr="003A2925" w:rsidRDefault="00E5239D"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DECEPTION OF </w:t>
      </w:r>
      <w:r w:rsidR="00DB036E">
        <w:rPr>
          <w:rFonts w:ascii="Times New Roman" w:hAnsi="Times New Roman" w:cs="Times New Roman"/>
          <w:b/>
          <w:bCs/>
          <w:color w:val="000000" w:themeColor="text1"/>
          <w:sz w:val="20"/>
          <w:szCs w:val="20"/>
        </w:rPr>
        <w:t xml:space="preserve">THE LAST DAYS USES </w:t>
      </w:r>
      <w:r w:rsidR="004C534B">
        <w:rPr>
          <w:rFonts w:ascii="Times New Roman" w:hAnsi="Times New Roman" w:cs="Times New Roman"/>
          <w:b/>
          <w:bCs/>
          <w:color w:val="000000" w:themeColor="text1"/>
          <w:sz w:val="20"/>
          <w:szCs w:val="20"/>
        </w:rPr>
        <w:t>A COLLABORATION OF SPIRITUAL MEANS.</w:t>
      </w:r>
    </w:p>
    <w:p w14:paraId="7834BCC9" w14:textId="77777777" w:rsidR="008C175E" w:rsidRPr="003A2925" w:rsidRDefault="008C175E" w:rsidP="008C175E">
      <w:pPr>
        <w:pStyle w:val="ListParagraph"/>
        <w:jc w:val="both"/>
        <w:rPr>
          <w:rFonts w:ascii="Times New Roman" w:hAnsi="Times New Roman" w:cs="Times New Roman"/>
          <w:b/>
          <w:bCs/>
          <w:color w:val="000000" w:themeColor="text1"/>
          <w:sz w:val="12"/>
          <w:szCs w:val="12"/>
        </w:rPr>
      </w:pPr>
    </w:p>
    <w:p w14:paraId="1A3B5113" w14:textId="6B614FAF" w:rsidR="008C175E" w:rsidRDefault="008C175E" w:rsidP="008C175E">
      <w:pPr>
        <w:pStyle w:val="ListParagraph"/>
        <w:numPr>
          <w:ilvl w:val="0"/>
          <w:numId w:val="45"/>
        </w:numPr>
        <w:jc w:val="both"/>
        <w:rPr>
          <w:rFonts w:ascii="Times New Roman" w:hAnsi="Times New Roman" w:cs="Times New Roman"/>
          <w:color w:val="000000" w:themeColor="text1"/>
          <w:sz w:val="20"/>
          <w:szCs w:val="20"/>
        </w:rPr>
      </w:pPr>
      <w:r w:rsidRPr="00241E35">
        <w:rPr>
          <w:rFonts w:ascii="Times New Roman" w:hAnsi="Times New Roman" w:cs="Times New Roman"/>
          <w:b/>
          <w:bCs/>
          <w:color w:val="000000" w:themeColor="text1"/>
          <w:sz w:val="20"/>
          <w:szCs w:val="20"/>
        </w:rPr>
        <w:t xml:space="preserve">Notice </w:t>
      </w:r>
      <w:r w:rsidR="003E28B7">
        <w:rPr>
          <w:rFonts w:ascii="Times New Roman" w:hAnsi="Times New Roman" w:cs="Times New Roman"/>
          <w:b/>
          <w:bCs/>
          <w:color w:val="000000" w:themeColor="text1"/>
          <w:sz w:val="20"/>
          <w:szCs w:val="20"/>
        </w:rPr>
        <w:t>th</w:t>
      </w:r>
      <w:r w:rsidR="003145C6">
        <w:rPr>
          <w:rFonts w:ascii="Times New Roman" w:hAnsi="Times New Roman" w:cs="Times New Roman"/>
          <w:b/>
          <w:bCs/>
          <w:color w:val="000000" w:themeColor="text1"/>
          <w:sz w:val="20"/>
          <w:szCs w:val="20"/>
        </w:rPr>
        <w:t xml:space="preserve">at </w:t>
      </w:r>
      <w:r w:rsidR="004C534B">
        <w:rPr>
          <w:rFonts w:ascii="Times New Roman" w:hAnsi="Times New Roman" w:cs="Times New Roman"/>
          <w:b/>
          <w:bCs/>
          <w:color w:val="000000" w:themeColor="text1"/>
          <w:sz w:val="20"/>
          <w:szCs w:val="20"/>
        </w:rPr>
        <w:t xml:space="preserve">the deceivers will use spirit, word, and even counterfeit letters </w:t>
      </w:r>
      <w:r w:rsidR="00635C49">
        <w:rPr>
          <w:rFonts w:ascii="Times New Roman" w:hAnsi="Times New Roman" w:cs="Times New Roman"/>
          <w:b/>
          <w:bCs/>
          <w:color w:val="000000" w:themeColor="text1"/>
          <w:sz w:val="20"/>
          <w:szCs w:val="20"/>
        </w:rPr>
        <w:t>(</w:t>
      </w:r>
      <w:r w:rsidR="004C534B">
        <w:rPr>
          <w:rFonts w:ascii="Times New Roman" w:hAnsi="Times New Roman" w:cs="Times New Roman"/>
          <w:b/>
          <w:bCs/>
          <w:color w:val="000000" w:themeColor="text1"/>
          <w:sz w:val="20"/>
          <w:szCs w:val="20"/>
        </w:rPr>
        <w:t>2 Thessalonians 2:1-2</w:t>
      </w:r>
      <w:r w:rsidR="00635C49">
        <w:rPr>
          <w:rFonts w:ascii="Times New Roman" w:hAnsi="Times New Roman" w:cs="Times New Roman"/>
          <w:b/>
          <w:bCs/>
          <w:color w:val="000000" w:themeColor="text1"/>
          <w:sz w:val="20"/>
          <w:szCs w:val="20"/>
        </w:rPr>
        <w:t xml:space="preserve">). </w:t>
      </w:r>
      <w:r w:rsidR="004C534B">
        <w:rPr>
          <w:rFonts w:ascii="Times New Roman" w:hAnsi="Times New Roman" w:cs="Times New Roman"/>
          <w:color w:val="000000" w:themeColor="text1"/>
          <w:sz w:val="20"/>
          <w:szCs w:val="20"/>
        </w:rPr>
        <w:t>The text in 2 Thessalonians shows us that the members of church of Thessalonica had been under spiritual assault from false teachers. These false teachers had set out to convince the church that the day of the Lord was already at hand. This, of course, was to cause the believers there to doubt their own salvation. These false teachers wanted to take away the comfort and security that the believers had in Christ and His promises. What were the instruments that these false teachers used to try to deceive these people? First, they used a spirit. It is likely that they came to them with news that they had been led by the Spirit of God. This is a common deception of the Devil in this present day. He will have men claim the guidance of the Spirit in their declarations. Secondly, we see that they used word. Perhaps, these were their own words, or they may have even used the Word to try to deceive. Lastly, they used a counterfeit word to try to convince this church. All three of these methods are still being used today.</w:t>
      </w:r>
    </w:p>
    <w:p w14:paraId="70A208A9" w14:textId="77777777" w:rsidR="008C175E" w:rsidRPr="00241E35" w:rsidRDefault="008C175E" w:rsidP="008C175E">
      <w:pPr>
        <w:pStyle w:val="ListParagraph"/>
        <w:ind w:left="1080"/>
        <w:jc w:val="both"/>
        <w:rPr>
          <w:rFonts w:ascii="Times New Roman" w:hAnsi="Times New Roman" w:cs="Times New Roman"/>
          <w:color w:val="000000" w:themeColor="text1"/>
          <w:sz w:val="12"/>
          <w:szCs w:val="12"/>
        </w:rPr>
      </w:pPr>
    </w:p>
    <w:p w14:paraId="13333588" w14:textId="40325729" w:rsidR="000348B6" w:rsidRPr="00635C49" w:rsidRDefault="008C175E" w:rsidP="006C3B1C">
      <w:pPr>
        <w:pStyle w:val="ListParagraph"/>
        <w:numPr>
          <w:ilvl w:val="0"/>
          <w:numId w:val="45"/>
        </w:numPr>
        <w:jc w:val="both"/>
        <w:rPr>
          <w:rFonts w:ascii="Times New Roman" w:hAnsi="Times New Roman" w:cs="Times New Roman"/>
          <w:b/>
          <w:bCs/>
          <w:color w:val="000000" w:themeColor="text1"/>
          <w:sz w:val="20"/>
          <w:szCs w:val="20"/>
        </w:rPr>
      </w:pPr>
      <w:r w:rsidRPr="00635C49">
        <w:rPr>
          <w:rFonts w:ascii="Times New Roman" w:hAnsi="Times New Roman" w:cs="Times New Roman"/>
          <w:b/>
          <w:bCs/>
          <w:color w:val="000000" w:themeColor="text1"/>
          <w:sz w:val="20"/>
          <w:szCs w:val="20"/>
        </w:rPr>
        <w:t xml:space="preserve">Notice </w:t>
      </w:r>
      <w:r w:rsidR="000B2391" w:rsidRPr="00635C49">
        <w:rPr>
          <w:rFonts w:ascii="Times New Roman" w:hAnsi="Times New Roman" w:cs="Times New Roman"/>
          <w:b/>
          <w:bCs/>
          <w:color w:val="000000" w:themeColor="text1"/>
          <w:sz w:val="20"/>
          <w:szCs w:val="20"/>
        </w:rPr>
        <w:t xml:space="preserve">that </w:t>
      </w:r>
      <w:r w:rsidR="00CD0B31">
        <w:rPr>
          <w:rFonts w:ascii="Times New Roman" w:hAnsi="Times New Roman" w:cs="Times New Roman"/>
          <w:b/>
          <w:bCs/>
          <w:color w:val="000000" w:themeColor="text1"/>
          <w:sz w:val="20"/>
          <w:szCs w:val="20"/>
        </w:rPr>
        <w:t xml:space="preserve">the </w:t>
      </w:r>
      <w:r w:rsidR="00314DBA">
        <w:rPr>
          <w:rFonts w:ascii="Times New Roman" w:hAnsi="Times New Roman" w:cs="Times New Roman"/>
          <w:b/>
          <w:bCs/>
          <w:color w:val="000000" w:themeColor="text1"/>
          <w:sz w:val="20"/>
          <w:szCs w:val="20"/>
        </w:rPr>
        <w:t>deceivers will ultimately use any means that they can find to deceive</w:t>
      </w:r>
      <w:r w:rsidR="00B95ED3">
        <w:rPr>
          <w:rFonts w:ascii="Times New Roman" w:hAnsi="Times New Roman" w:cs="Times New Roman"/>
          <w:b/>
          <w:bCs/>
          <w:color w:val="000000" w:themeColor="text1"/>
          <w:sz w:val="20"/>
          <w:szCs w:val="20"/>
        </w:rPr>
        <w:t xml:space="preserve"> us</w:t>
      </w:r>
      <w:r w:rsidR="0005589D" w:rsidRPr="00635C49">
        <w:rPr>
          <w:rFonts w:ascii="Times New Roman" w:hAnsi="Times New Roman" w:cs="Times New Roman"/>
          <w:b/>
          <w:bCs/>
          <w:color w:val="000000" w:themeColor="text1"/>
          <w:sz w:val="20"/>
          <w:szCs w:val="20"/>
        </w:rPr>
        <w:t xml:space="preserve"> </w:t>
      </w:r>
      <w:r w:rsidRPr="00635C49">
        <w:rPr>
          <w:rFonts w:ascii="Times New Roman" w:hAnsi="Times New Roman" w:cs="Times New Roman"/>
          <w:b/>
          <w:bCs/>
          <w:color w:val="000000" w:themeColor="text1"/>
          <w:sz w:val="20"/>
          <w:szCs w:val="20"/>
        </w:rPr>
        <w:t>(</w:t>
      </w:r>
      <w:r w:rsidR="00314DBA">
        <w:rPr>
          <w:rFonts w:ascii="Times New Roman" w:hAnsi="Times New Roman" w:cs="Times New Roman"/>
          <w:b/>
          <w:bCs/>
          <w:color w:val="000000" w:themeColor="text1"/>
          <w:sz w:val="20"/>
          <w:szCs w:val="20"/>
        </w:rPr>
        <w:t>3 Thessalonians 2:3</w:t>
      </w:r>
      <w:r w:rsidR="008037FD">
        <w:rPr>
          <w:rFonts w:ascii="Times New Roman" w:hAnsi="Times New Roman" w:cs="Times New Roman"/>
          <w:b/>
          <w:bCs/>
          <w:color w:val="000000" w:themeColor="text1"/>
          <w:sz w:val="20"/>
          <w:szCs w:val="20"/>
        </w:rPr>
        <w:t>; 2 Corinthians 11:3</w:t>
      </w:r>
      <w:r w:rsidR="005871BF">
        <w:rPr>
          <w:rFonts w:ascii="Times New Roman" w:hAnsi="Times New Roman" w:cs="Times New Roman"/>
          <w:b/>
          <w:bCs/>
          <w:color w:val="000000" w:themeColor="text1"/>
          <w:sz w:val="20"/>
          <w:szCs w:val="20"/>
        </w:rPr>
        <w:t>).</w:t>
      </w:r>
      <w:r w:rsidR="0005589D" w:rsidRPr="00635C49">
        <w:rPr>
          <w:rFonts w:ascii="Times New Roman" w:hAnsi="Times New Roman" w:cs="Times New Roman"/>
          <w:b/>
          <w:bCs/>
          <w:color w:val="000000" w:themeColor="text1"/>
          <w:sz w:val="20"/>
          <w:szCs w:val="20"/>
        </w:rPr>
        <w:t xml:space="preserve"> </w:t>
      </w:r>
      <w:r w:rsidR="00314DBA">
        <w:rPr>
          <w:rFonts w:ascii="Times New Roman" w:hAnsi="Times New Roman" w:cs="Times New Roman"/>
          <w:color w:val="000000" w:themeColor="text1"/>
          <w:sz w:val="20"/>
          <w:szCs w:val="20"/>
        </w:rPr>
        <w:t>The warning for us is to let no man deceive us by any means. The false teacher will use any means that he can to deceive regarding the last days. I think that one common method that he uses is fear. The false teacher relies upon our fears to deceive us regarding matters concerning the last days. I’ve seen this happen even among believers. Again, they were not deceived into believing in another Christ, but they were deceived into believing some false doctrine regarding the last days. This happens in part because the believer does not study the Bible to see what events happen before, during, and after the Tribulation period. I’ve seen countless examples of this on social media where someone will mention something that they perceive to be occurring today, but the Bible says will occur during the days of the Tribulation period.</w:t>
      </w:r>
      <w:r w:rsidR="008037FD">
        <w:rPr>
          <w:rFonts w:ascii="Times New Roman" w:hAnsi="Times New Roman" w:cs="Times New Roman"/>
          <w:color w:val="000000" w:themeColor="text1"/>
          <w:sz w:val="20"/>
          <w:szCs w:val="20"/>
        </w:rPr>
        <w:t xml:space="preserve"> Paul was concerned for the church of Corinth that the Devil would use any means to beguile them as he beguiled Eve in the Garden.</w:t>
      </w:r>
    </w:p>
    <w:p w14:paraId="2E9958E1" w14:textId="77777777" w:rsidR="00635C49" w:rsidRPr="00635C49" w:rsidRDefault="00635C49" w:rsidP="00635C49">
      <w:pPr>
        <w:jc w:val="both"/>
        <w:rPr>
          <w:rFonts w:ascii="Times New Roman" w:hAnsi="Times New Roman" w:cs="Times New Roman"/>
          <w:b/>
          <w:bCs/>
          <w:color w:val="000000" w:themeColor="text1"/>
          <w:sz w:val="20"/>
          <w:szCs w:val="20"/>
        </w:rPr>
      </w:pPr>
    </w:p>
    <w:p w14:paraId="4BF38B9A" w14:textId="43F9A2E7" w:rsidR="008C175E" w:rsidRPr="0036504F" w:rsidRDefault="00E753D2"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05589D">
        <w:rPr>
          <w:rFonts w:ascii="Times New Roman" w:hAnsi="Times New Roman" w:cs="Times New Roman"/>
          <w:b/>
          <w:bCs/>
          <w:color w:val="000000" w:themeColor="text1"/>
          <w:sz w:val="20"/>
          <w:szCs w:val="20"/>
        </w:rPr>
        <w:t xml:space="preserve">DECEPTION OF </w:t>
      </w:r>
      <w:r w:rsidR="008C6C2C">
        <w:rPr>
          <w:rFonts w:ascii="Times New Roman" w:hAnsi="Times New Roman" w:cs="Times New Roman"/>
          <w:b/>
          <w:bCs/>
          <w:color w:val="000000" w:themeColor="text1"/>
          <w:sz w:val="20"/>
          <w:szCs w:val="20"/>
        </w:rPr>
        <w:t>THE LAST DAYS USES THE CHRISTIAN’S HOPE OF DELIVERANCE.</w:t>
      </w:r>
    </w:p>
    <w:p w14:paraId="593F60F2" w14:textId="77777777" w:rsidR="008C175E" w:rsidRPr="0052712A" w:rsidRDefault="008C175E" w:rsidP="008C175E">
      <w:pPr>
        <w:pStyle w:val="ListParagraph"/>
        <w:ind w:left="360"/>
        <w:jc w:val="both"/>
        <w:rPr>
          <w:rFonts w:ascii="Times New Roman" w:hAnsi="Times New Roman" w:cs="Times New Roman"/>
          <w:color w:val="000000" w:themeColor="text1"/>
          <w:sz w:val="12"/>
          <w:szCs w:val="12"/>
        </w:rPr>
      </w:pPr>
    </w:p>
    <w:p w14:paraId="6F77011F" w14:textId="12EDFF2E" w:rsidR="00993D4A" w:rsidRPr="005E7BA5" w:rsidRDefault="008C175E" w:rsidP="000C6344">
      <w:pPr>
        <w:pStyle w:val="ListParagraph"/>
        <w:numPr>
          <w:ilvl w:val="0"/>
          <w:numId w:val="46"/>
        </w:numPr>
        <w:jc w:val="both"/>
        <w:rPr>
          <w:rFonts w:ascii="Times New Roman" w:hAnsi="Times New Roman" w:cs="Times New Roman"/>
          <w:b/>
          <w:bCs/>
          <w:color w:val="000000" w:themeColor="text1"/>
          <w:sz w:val="12"/>
          <w:szCs w:val="12"/>
        </w:rPr>
      </w:pPr>
      <w:r w:rsidRPr="005E7BA5">
        <w:rPr>
          <w:rFonts w:ascii="Times New Roman" w:hAnsi="Times New Roman" w:cs="Times New Roman"/>
          <w:b/>
          <w:bCs/>
          <w:color w:val="000000" w:themeColor="text1"/>
          <w:sz w:val="20"/>
          <w:szCs w:val="20"/>
        </w:rPr>
        <w:t xml:space="preserve">Notice </w:t>
      </w:r>
      <w:r w:rsidR="00993D4A" w:rsidRPr="005E7BA5">
        <w:rPr>
          <w:rFonts w:ascii="Times New Roman" w:hAnsi="Times New Roman" w:cs="Times New Roman"/>
          <w:b/>
          <w:bCs/>
          <w:color w:val="000000" w:themeColor="text1"/>
          <w:sz w:val="20"/>
          <w:szCs w:val="20"/>
        </w:rPr>
        <w:t xml:space="preserve">that </w:t>
      </w:r>
      <w:r w:rsidR="008C6C2C">
        <w:rPr>
          <w:rFonts w:ascii="Times New Roman" w:hAnsi="Times New Roman" w:cs="Times New Roman"/>
          <w:b/>
          <w:bCs/>
          <w:color w:val="000000" w:themeColor="text1"/>
          <w:sz w:val="20"/>
          <w:szCs w:val="20"/>
        </w:rPr>
        <w:t>there will not be a lack of leaders in the last days</w:t>
      </w:r>
      <w:r w:rsidR="0061361E" w:rsidRPr="005E7BA5">
        <w:rPr>
          <w:rFonts w:ascii="Times New Roman" w:hAnsi="Times New Roman" w:cs="Times New Roman"/>
          <w:b/>
          <w:bCs/>
          <w:color w:val="000000" w:themeColor="text1"/>
          <w:sz w:val="20"/>
          <w:szCs w:val="20"/>
        </w:rPr>
        <w:t xml:space="preserve"> </w:t>
      </w:r>
      <w:r w:rsidR="00170372" w:rsidRPr="005E7BA5">
        <w:rPr>
          <w:rFonts w:ascii="Times New Roman" w:hAnsi="Times New Roman" w:cs="Times New Roman"/>
          <w:b/>
          <w:bCs/>
          <w:color w:val="000000" w:themeColor="text1"/>
          <w:sz w:val="20"/>
          <w:szCs w:val="20"/>
        </w:rPr>
        <w:t>(</w:t>
      </w:r>
      <w:r w:rsidR="008C6C2C">
        <w:rPr>
          <w:rFonts w:ascii="Times New Roman" w:hAnsi="Times New Roman" w:cs="Times New Roman"/>
          <w:b/>
          <w:bCs/>
          <w:color w:val="000000" w:themeColor="text1"/>
          <w:sz w:val="20"/>
          <w:szCs w:val="20"/>
        </w:rPr>
        <w:t>Luke 21:8</w:t>
      </w:r>
      <w:r w:rsidR="008E223E">
        <w:rPr>
          <w:rFonts w:ascii="Times New Roman" w:hAnsi="Times New Roman" w:cs="Times New Roman"/>
          <w:b/>
          <w:bCs/>
          <w:color w:val="000000" w:themeColor="text1"/>
          <w:sz w:val="20"/>
          <w:szCs w:val="20"/>
        </w:rPr>
        <w:t>; Matthew 24:4-8</w:t>
      </w:r>
      <w:r w:rsidR="00B7623B">
        <w:rPr>
          <w:rFonts w:ascii="Times New Roman" w:hAnsi="Times New Roman" w:cs="Times New Roman"/>
          <w:b/>
          <w:bCs/>
          <w:color w:val="000000" w:themeColor="text1"/>
          <w:sz w:val="20"/>
          <w:szCs w:val="20"/>
        </w:rPr>
        <w:t>, 24; Mark 13:22; 2 John 1:7</w:t>
      </w:r>
      <w:r w:rsidR="001B6C5F">
        <w:rPr>
          <w:rFonts w:ascii="Times New Roman" w:hAnsi="Times New Roman" w:cs="Times New Roman"/>
          <w:b/>
          <w:bCs/>
          <w:color w:val="000000" w:themeColor="text1"/>
          <w:sz w:val="20"/>
          <w:szCs w:val="20"/>
        </w:rPr>
        <w:t xml:space="preserve">). </w:t>
      </w:r>
      <w:r w:rsidR="00B7623B">
        <w:rPr>
          <w:rFonts w:ascii="Times New Roman" w:hAnsi="Times New Roman" w:cs="Times New Roman"/>
          <w:color w:val="000000" w:themeColor="text1"/>
          <w:sz w:val="20"/>
          <w:szCs w:val="20"/>
        </w:rPr>
        <w:t xml:space="preserve">Again, we must be clear that the Bible says that the true believer will not be deceived into </w:t>
      </w:r>
      <w:proofErr w:type="gramStart"/>
      <w:r w:rsidR="00B7623B">
        <w:rPr>
          <w:rFonts w:ascii="Times New Roman" w:hAnsi="Times New Roman" w:cs="Times New Roman"/>
          <w:color w:val="000000" w:themeColor="text1"/>
          <w:sz w:val="20"/>
          <w:szCs w:val="20"/>
        </w:rPr>
        <w:t>following after</w:t>
      </w:r>
      <w:proofErr w:type="gramEnd"/>
      <w:r w:rsidR="00B7623B">
        <w:rPr>
          <w:rFonts w:ascii="Times New Roman" w:hAnsi="Times New Roman" w:cs="Times New Roman"/>
          <w:color w:val="000000" w:themeColor="text1"/>
          <w:sz w:val="20"/>
          <w:szCs w:val="20"/>
        </w:rPr>
        <w:t xml:space="preserve"> an anti-</w:t>
      </w:r>
      <w:proofErr w:type="spellStart"/>
      <w:r w:rsidR="00B7623B">
        <w:rPr>
          <w:rFonts w:ascii="Times New Roman" w:hAnsi="Times New Roman" w:cs="Times New Roman"/>
          <w:color w:val="000000" w:themeColor="text1"/>
          <w:sz w:val="20"/>
          <w:szCs w:val="20"/>
        </w:rPr>
        <w:t>christ</w:t>
      </w:r>
      <w:proofErr w:type="spellEnd"/>
      <w:r w:rsidR="00B7623B">
        <w:rPr>
          <w:rFonts w:ascii="Times New Roman" w:hAnsi="Times New Roman" w:cs="Times New Roman"/>
          <w:color w:val="000000" w:themeColor="text1"/>
          <w:sz w:val="20"/>
          <w:szCs w:val="20"/>
        </w:rPr>
        <w:t xml:space="preserve">. Yet, it does tell us to take heed what we are told by men. Why would we have to take heed if it is not possible for the true believer to </w:t>
      </w:r>
      <w:proofErr w:type="gramStart"/>
      <w:r w:rsidR="00B7623B">
        <w:rPr>
          <w:rFonts w:ascii="Times New Roman" w:hAnsi="Times New Roman" w:cs="Times New Roman"/>
          <w:color w:val="000000" w:themeColor="text1"/>
          <w:sz w:val="20"/>
          <w:szCs w:val="20"/>
        </w:rPr>
        <w:t>follow after</w:t>
      </w:r>
      <w:proofErr w:type="gramEnd"/>
      <w:r w:rsidR="00B7623B">
        <w:rPr>
          <w:rFonts w:ascii="Times New Roman" w:hAnsi="Times New Roman" w:cs="Times New Roman"/>
          <w:color w:val="000000" w:themeColor="text1"/>
          <w:sz w:val="20"/>
          <w:szCs w:val="20"/>
        </w:rPr>
        <w:t xml:space="preserve"> one of these anti-christs?</w:t>
      </w:r>
      <w:r w:rsidR="004367A6">
        <w:rPr>
          <w:rFonts w:ascii="Times New Roman" w:hAnsi="Times New Roman" w:cs="Times New Roman"/>
          <w:color w:val="000000" w:themeColor="text1"/>
          <w:sz w:val="20"/>
          <w:szCs w:val="20"/>
        </w:rPr>
        <w:t xml:space="preserve"> </w:t>
      </w:r>
      <w:r w:rsidR="00B7623B">
        <w:rPr>
          <w:rFonts w:ascii="Times New Roman" w:hAnsi="Times New Roman" w:cs="Times New Roman"/>
          <w:color w:val="000000" w:themeColor="text1"/>
          <w:sz w:val="20"/>
          <w:szCs w:val="20"/>
        </w:rPr>
        <w:t>The Bible shows us that we are still under temptation while we are in this flesh. There may be some believers who are weak in the faith who will stumble because they have listened to someone who they thought was trying to help them in their spiritual walk. The point is that there will be many leaders in the last day. There will be many voices speaking loudly to the believer, but few voices will be speaking the Truth. As belie</w:t>
      </w:r>
      <w:r w:rsidR="004E5503">
        <w:rPr>
          <w:rFonts w:ascii="Times New Roman" w:hAnsi="Times New Roman" w:cs="Times New Roman"/>
          <w:color w:val="000000" w:themeColor="text1"/>
          <w:sz w:val="20"/>
          <w:szCs w:val="20"/>
        </w:rPr>
        <w:t>vers, we are looking for leaders to encourage us in our hope regarding the events of the last days. Yet, we must check the words of leaders against the Word of God.</w:t>
      </w:r>
    </w:p>
    <w:p w14:paraId="437300F7" w14:textId="77777777" w:rsidR="005E7BA5" w:rsidRPr="005E7BA5" w:rsidRDefault="005E7BA5" w:rsidP="005E7BA5">
      <w:pPr>
        <w:pStyle w:val="ListParagraph"/>
        <w:ind w:left="1080"/>
        <w:jc w:val="both"/>
        <w:rPr>
          <w:rFonts w:ascii="Times New Roman" w:hAnsi="Times New Roman" w:cs="Times New Roman"/>
          <w:b/>
          <w:bCs/>
          <w:color w:val="000000" w:themeColor="text1"/>
          <w:sz w:val="12"/>
          <w:szCs w:val="12"/>
        </w:rPr>
      </w:pPr>
    </w:p>
    <w:p w14:paraId="08E0C5E7" w14:textId="7335F7AD" w:rsidR="008037FD" w:rsidRPr="008037FD" w:rsidRDefault="008C175E" w:rsidP="008037FD">
      <w:pPr>
        <w:pStyle w:val="ListParagraph"/>
        <w:numPr>
          <w:ilvl w:val="0"/>
          <w:numId w:val="46"/>
        </w:numPr>
        <w:jc w:val="both"/>
        <w:rPr>
          <w:rFonts w:ascii="Times New Roman" w:hAnsi="Times New Roman" w:cs="Times New Roman"/>
          <w:color w:val="000000" w:themeColor="text1"/>
          <w:sz w:val="20"/>
          <w:szCs w:val="20"/>
        </w:rPr>
      </w:pPr>
      <w:r w:rsidRPr="00112B4F">
        <w:rPr>
          <w:rFonts w:ascii="Times New Roman" w:hAnsi="Times New Roman" w:cs="Times New Roman"/>
          <w:b/>
          <w:bCs/>
          <w:color w:val="000000" w:themeColor="text1"/>
          <w:sz w:val="20"/>
          <w:szCs w:val="20"/>
        </w:rPr>
        <w:t xml:space="preserve">Notice </w:t>
      </w:r>
      <w:r w:rsidR="0081545D" w:rsidRPr="00112B4F">
        <w:rPr>
          <w:rFonts w:ascii="Times New Roman" w:hAnsi="Times New Roman" w:cs="Times New Roman"/>
          <w:b/>
          <w:bCs/>
          <w:color w:val="000000" w:themeColor="text1"/>
          <w:sz w:val="20"/>
          <w:szCs w:val="20"/>
        </w:rPr>
        <w:t>that</w:t>
      </w:r>
      <w:r w:rsidR="009D2B80" w:rsidRPr="00112B4F">
        <w:rPr>
          <w:rFonts w:ascii="Times New Roman" w:hAnsi="Times New Roman" w:cs="Times New Roman"/>
          <w:b/>
          <w:bCs/>
          <w:color w:val="000000" w:themeColor="text1"/>
          <w:sz w:val="20"/>
          <w:szCs w:val="20"/>
        </w:rPr>
        <w:t xml:space="preserve"> </w:t>
      </w:r>
      <w:r w:rsidR="00104B40">
        <w:rPr>
          <w:rFonts w:ascii="Times New Roman" w:hAnsi="Times New Roman" w:cs="Times New Roman"/>
          <w:b/>
          <w:bCs/>
          <w:color w:val="000000" w:themeColor="text1"/>
          <w:sz w:val="20"/>
          <w:szCs w:val="20"/>
        </w:rPr>
        <w:t xml:space="preserve">the hope of deliverance led to the deception for the Jews regarding Jesus Christ </w:t>
      </w:r>
      <w:r w:rsidR="00B73D8B" w:rsidRPr="00112B4F">
        <w:rPr>
          <w:rFonts w:ascii="Times New Roman" w:hAnsi="Times New Roman" w:cs="Times New Roman"/>
          <w:b/>
          <w:bCs/>
          <w:color w:val="000000" w:themeColor="text1"/>
          <w:sz w:val="20"/>
          <w:szCs w:val="20"/>
        </w:rPr>
        <w:t>(</w:t>
      </w:r>
      <w:r w:rsidR="00104B40">
        <w:rPr>
          <w:rFonts w:ascii="Times New Roman" w:hAnsi="Times New Roman" w:cs="Times New Roman"/>
          <w:b/>
          <w:bCs/>
          <w:color w:val="000000" w:themeColor="text1"/>
          <w:sz w:val="20"/>
          <w:szCs w:val="20"/>
        </w:rPr>
        <w:t>Luke 19:11</w:t>
      </w:r>
      <w:r w:rsidR="005E7BA5">
        <w:rPr>
          <w:rFonts w:ascii="Times New Roman" w:hAnsi="Times New Roman" w:cs="Times New Roman"/>
          <w:b/>
          <w:bCs/>
          <w:color w:val="000000" w:themeColor="text1"/>
          <w:sz w:val="20"/>
          <w:szCs w:val="20"/>
        </w:rPr>
        <w:t>).</w:t>
      </w:r>
      <w:r w:rsidR="00EC2A0F">
        <w:rPr>
          <w:rFonts w:ascii="Times New Roman" w:hAnsi="Times New Roman" w:cs="Times New Roman"/>
          <w:b/>
          <w:bCs/>
          <w:color w:val="000000" w:themeColor="text1"/>
          <w:sz w:val="20"/>
          <w:szCs w:val="20"/>
        </w:rPr>
        <w:t xml:space="preserve"> </w:t>
      </w:r>
      <w:proofErr w:type="gramStart"/>
      <w:r w:rsidR="00104B40">
        <w:rPr>
          <w:rFonts w:ascii="Times New Roman" w:hAnsi="Times New Roman" w:cs="Times New Roman"/>
          <w:color w:val="000000" w:themeColor="text1"/>
          <w:sz w:val="20"/>
          <w:szCs w:val="20"/>
        </w:rPr>
        <w:t>Was</w:t>
      </w:r>
      <w:proofErr w:type="gramEnd"/>
      <w:r w:rsidR="00104B40">
        <w:rPr>
          <w:rFonts w:ascii="Times New Roman" w:hAnsi="Times New Roman" w:cs="Times New Roman"/>
          <w:color w:val="000000" w:themeColor="text1"/>
          <w:sz w:val="20"/>
          <w:szCs w:val="20"/>
        </w:rPr>
        <w:t xml:space="preserve"> there ever a more hopeful people than the Jews living before and during the days of Jesus’ earthly ministry? They had waited so long for their Messiah to come. It had been so many years since their nation had been that proud nation that it was in the days of King David. The Jews had great hope. They had </w:t>
      </w:r>
      <w:proofErr w:type="gramStart"/>
      <w:r w:rsidR="00104B40">
        <w:rPr>
          <w:rFonts w:ascii="Times New Roman" w:hAnsi="Times New Roman" w:cs="Times New Roman"/>
          <w:color w:val="000000" w:themeColor="text1"/>
          <w:sz w:val="20"/>
          <w:szCs w:val="20"/>
        </w:rPr>
        <w:t>followed after</w:t>
      </w:r>
      <w:proofErr w:type="gramEnd"/>
      <w:r w:rsidR="00104B40">
        <w:rPr>
          <w:rFonts w:ascii="Times New Roman" w:hAnsi="Times New Roman" w:cs="Times New Roman"/>
          <w:color w:val="000000" w:themeColor="text1"/>
          <w:sz w:val="20"/>
          <w:szCs w:val="20"/>
        </w:rPr>
        <w:t xml:space="preserve"> others before Christ in hopes that those leaders would deliver them. None of them had been able to come through on the promises made. Isn’t it interesting that their hope did not lead to faith in the true </w:t>
      </w:r>
      <w:proofErr w:type="gramStart"/>
      <w:r w:rsidR="00104B40">
        <w:rPr>
          <w:rFonts w:ascii="Times New Roman" w:hAnsi="Times New Roman" w:cs="Times New Roman"/>
          <w:color w:val="000000" w:themeColor="text1"/>
          <w:sz w:val="20"/>
          <w:szCs w:val="20"/>
        </w:rPr>
        <w:t>Messiah.</w:t>
      </w:r>
      <w:proofErr w:type="gramEnd"/>
      <w:r w:rsidR="00104B40">
        <w:rPr>
          <w:rFonts w:ascii="Times New Roman" w:hAnsi="Times New Roman" w:cs="Times New Roman"/>
          <w:color w:val="000000" w:themeColor="text1"/>
          <w:sz w:val="20"/>
          <w:szCs w:val="20"/>
        </w:rPr>
        <w:t xml:space="preserve"> That’s because their hope was not grounded in the Word of God. They expected something different from the Lord Jesus Christ than what He came to do. We must study the Word of God carefully to be sure that we understand exactly who the Lord is and exactly what He is going to come back to do on this earth.</w:t>
      </w:r>
    </w:p>
    <w:sectPr w:rsidR="008037FD" w:rsidRPr="008037FD"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EF19B" w14:textId="77777777" w:rsidR="00294200" w:rsidRDefault="00294200" w:rsidP="00520799">
      <w:r>
        <w:separator/>
      </w:r>
    </w:p>
  </w:endnote>
  <w:endnote w:type="continuationSeparator" w:id="0">
    <w:p w14:paraId="022EB8EC" w14:textId="77777777" w:rsidR="00294200" w:rsidRDefault="00294200"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A8FC6" w14:textId="77777777" w:rsidR="00294200" w:rsidRDefault="00294200" w:rsidP="00520799">
      <w:r>
        <w:separator/>
      </w:r>
    </w:p>
  </w:footnote>
  <w:footnote w:type="continuationSeparator" w:id="0">
    <w:p w14:paraId="5CBB36AE" w14:textId="77777777" w:rsidR="00294200" w:rsidRDefault="00294200"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2"/>
    <w:rsid w:val="000003CB"/>
    <w:rsid w:val="00000822"/>
    <w:rsid w:val="00001D94"/>
    <w:rsid w:val="00001DC4"/>
    <w:rsid w:val="0000200B"/>
    <w:rsid w:val="00002065"/>
    <w:rsid w:val="000029D8"/>
    <w:rsid w:val="00003778"/>
    <w:rsid w:val="00004767"/>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4A6"/>
    <w:rsid w:val="00012893"/>
    <w:rsid w:val="0001294A"/>
    <w:rsid w:val="00012F6B"/>
    <w:rsid w:val="0001395E"/>
    <w:rsid w:val="00014314"/>
    <w:rsid w:val="000147FD"/>
    <w:rsid w:val="00014801"/>
    <w:rsid w:val="00014856"/>
    <w:rsid w:val="0001489B"/>
    <w:rsid w:val="00014A86"/>
    <w:rsid w:val="00014DD6"/>
    <w:rsid w:val="00014F69"/>
    <w:rsid w:val="00014F9F"/>
    <w:rsid w:val="00015AE1"/>
    <w:rsid w:val="00016634"/>
    <w:rsid w:val="00016F42"/>
    <w:rsid w:val="000171AF"/>
    <w:rsid w:val="00017955"/>
    <w:rsid w:val="000200BB"/>
    <w:rsid w:val="0002040C"/>
    <w:rsid w:val="000207FF"/>
    <w:rsid w:val="00021CFD"/>
    <w:rsid w:val="00021D9D"/>
    <w:rsid w:val="00022532"/>
    <w:rsid w:val="00022609"/>
    <w:rsid w:val="00022838"/>
    <w:rsid w:val="0002292D"/>
    <w:rsid w:val="00023989"/>
    <w:rsid w:val="00023D34"/>
    <w:rsid w:val="00023DD0"/>
    <w:rsid w:val="00024211"/>
    <w:rsid w:val="000247D2"/>
    <w:rsid w:val="00025B70"/>
    <w:rsid w:val="000261A5"/>
    <w:rsid w:val="00026B5E"/>
    <w:rsid w:val="00026DEB"/>
    <w:rsid w:val="00026EF3"/>
    <w:rsid w:val="0002763B"/>
    <w:rsid w:val="00030A89"/>
    <w:rsid w:val="000311F8"/>
    <w:rsid w:val="00031D3A"/>
    <w:rsid w:val="000323C7"/>
    <w:rsid w:val="00032ACB"/>
    <w:rsid w:val="000337BC"/>
    <w:rsid w:val="00033B47"/>
    <w:rsid w:val="000343D8"/>
    <w:rsid w:val="000348B6"/>
    <w:rsid w:val="00034C80"/>
    <w:rsid w:val="00034D53"/>
    <w:rsid w:val="0003588C"/>
    <w:rsid w:val="000361C6"/>
    <w:rsid w:val="00036518"/>
    <w:rsid w:val="00036AB4"/>
    <w:rsid w:val="0003757F"/>
    <w:rsid w:val="00037FC5"/>
    <w:rsid w:val="00037FF7"/>
    <w:rsid w:val="00040736"/>
    <w:rsid w:val="000409C7"/>
    <w:rsid w:val="00040DC7"/>
    <w:rsid w:val="0004237B"/>
    <w:rsid w:val="000427B1"/>
    <w:rsid w:val="00043481"/>
    <w:rsid w:val="00043860"/>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B68"/>
    <w:rsid w:val="0005110C"/>
    <w:rsid w:val="00051446"/>
    <w:rsid w:val="000514E2"/>
    <w:rsid w:val="00051D04"/>
    <w:rsid w:val="00051FBE"/>
    <w:rsid w:val="00052803"/>
    <w:rsid w:val="00053330"/>
    <w:rsid w:val="00053392"/>
    <w:rsid w:val="000536C5"/>
    <w:rsid w:val="00053701"/>
    <w:rsid w:val="00053FDF"/>
    <w:rsid w:val="00054693"/>
    <w:rsid w:val="00054DC8"/>
    <w:rsid w:val="00055283"/>
    <w:rsid w:val="000552C5"/>
    <w:rsid w:val="000556A5"/>
    <w:rsid w:val="0005574A"/>
    <w:rsid w:val="0005589D"/>
    <w:rsid w:val="00055963"/>
    <w:rsid w:val="00055C61"/>
    <w:rsid w:val="00056426"/>
    <w:rsid w:val="00056A41"/>
    <w:rsid w:val="00056C68"/>
    <w:rsid w:val="00057458"/>
    <w:rsid w:val="000578BC"/>
    <w:rsid w:val="000600CC"/>
    <w:rsid w:val="000601A4"/>
    <w:rsid w:val="00060548"/>
    <w:rsid w:val="0006187B"/>
    <w:rsid w:val="00061AE0"/>
    <w:rsid w:val="000626D4"/>
    <w:rsid w:val="00062713"/>
    <w:rsid w:val="000639F7"/>
    <w:rsid w:val="00063A9D"/>
    <w:rsid w:val="00064C3C"/>
    <w:rsid w:val="000651FD"/>
    <w:rsid w:val="000654BB"/>
    <w:rsid w:val="00066358"/>
    <w:rsid w:val="0006658E"/>
    <w:rsid w:val="000665F0"/>
    <w:rsid w:val="00066C5C"/>
    <w:rsid w:val="00071546"/>
    <w:rsid w:val="00071579"/>
    <w:rsid w:val="00071C79"/>
    <w:rsid w:val="00072033"/>
    <w:rsid w:val="00072232"/>
    <w:rsid w:val="000726A8"/>
    <w:rsid w:val="00073334"/>
    <w:rsid w:val="000747A4"/>
    <w:rsid w:val="000749A6"/>
    <w:rsid w:val="00074B1B"/>
    <w:rsid w:val="00074D8C"/>
    <w:rsid w:val="00074F97"/>
    <w:rsid w:val="00075270"/>
    <w:rsid w:val="000759B5"/>
    <w:rsid w:val="000761F3"/>
    <w:rsid w:val="00076591"/>
    <w:rsid w:val="00076F1F"/>
    <w:rsid w:val="000775D2"/>
    <w:rsid w:val="00077A35"/>
    <w:rsid w:val="00077A4B"/>
    <w:rsid w:val="0008045B"/>
    <w:rsid w:val="00080627"/>
    <w:rsid w:val="00080F6B"/>
    <w:rsid w:val="00081648"/>
    <w:rsid w:val="00081752"/>
    <w:rsid w:val="00081A4F"/>
    <w:rsid w:val="00081F02"/>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90D9D"/>
    <w:rsid w:val="000910C7"/>
    <w:rsid w:val="00091570"/>
    <w:rsid w:val="00091D56"/>
    <w:rsid w:val="000928BB"/>
    <w:rsid w:val="00092A55"/>
    <w:rsid w:val="00093169"/>
    <w:rsid w:val="0009338E"/>
    <w:rsid w:val="000933D2"/>
    <w:rsid w:val="00094133"/>
    <w:rsid w:val="00094411"/>
    <w:rsid w:val="000948BB"/>
    <w:rsid w:val="0009546F"/>
    <w:rsid w:val="00096775"/>
    <w:rsid w:val="00097C88"/>
    <w:rsid w:val="00097EB7"/>
    <w:rsid w:val="00097F4E"/>
    <w:rsid w:val="000A029B"/>
    <w:rsid w:val="000A0427"/>
    <w:rsid w:val="000A0868"/>
    <w:rsid w:val="000A0909"/>
    <w:rsid w:val="000A0FF5"/>
    <w:rsid w:val="000A14FA"/>
    <w:rsid w:val="000A1619"/>
    <w:rsid w:val="000A16C4"/>
    <w:rsid w:val="000A1730"/>
    <w:rsid w:val="000A2881"/>
    <w:rsid w:val="000A2BC1"/>
    <w:rsid w:val="000A2E60"/>
    <w:rsid w:val="000A3314"/>
    <w:rsid w:val="000A39B7"/>
    <w:rsid w:val="000A4AA5"/>
    <w:rsid w:val="000A4AE2"/>
    <w:rsid w:val="000A5394"/>
    <w:rsid w:val="000A5B13"/>
    <w:rsid w:val="000A606C"/>
    <w:rsid w:val="000A7155"/>
    <w:rsid w:val="000B01F0"/>
    <w:rsid w:val="000B04D6"/>
    <w:rsid w:val="000B0A9C"/>
    <w:rsid w:val="000B0CD1"/>
    <w:rsid w:val="000B0EC6"/>
    <w:rsid w:val="000B15C8"/>
    <w:rsid w:val="000B224C"/>
    <w:rsid w:val="000B2391"/>
    <w:rsid w:val="000B24C8"/>
    <w:rsid w:val="000B261B"/>
    <w:rsid w:val="000B2EB9"/>
    <w:rsid w:val="000B2ED7"/>
    <w:rsid w:val="000B38FD"/>
    <w:rsid w:val="000B3A16"/>
    <w:rsid w:val="000B530C"/>
    <w:rsid w:val="000B5A59"/>
    <w:rsid w:val="000B6437"/>
    <w:rsid w:val="000B64C4"/>
    <w:rsid w:val="000B7193"/>
    <w:rsid w:val="000B7F23"/>
    <w:rsid w:val="000B7F9C"/>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1671"/>
    <w:rsid w:val="000D2070"/>
    <w:rsid w:val="000D27E4"/>
    <w:rsid w:val="000D280D"/>
    <w:rsid w:val="000D361E"/>
    <w:rsid w:val="000D3B93"/>
    <w:rsid w:val="000D411F"/>
    <w:rsid w:val="000D4854"/>
    <w:rsid w:val="000D4ED4"/>
    <w:rsid w:val="000D65D8"/>
    <w:rsid w:val="000D6CB4"/>
    <w:rsid w:val="000D7385"/>
    <w:rsid w:val="000D73DB"/>
    <w:rsid w:val="000D751C"/>
    <w:rsid w:val="000E0D1E"/>
    <w:rsid w:val="000E13C0"/>
    <w:rsid w:val="000E16A3"/>
    <w:rsid w:val="000E1CC9"/>
    <w:rsid w:val="000E1EC2"/>
    <w:rsid w:val="000E1F40"/>
    <w:rsid w:val="000E3448"/>
    <w:rsid w:val="000E3477"/>
    <w:rsid w:val="000E385E"/>
    <w:rsid w:val="000E39B5"/>
    <w:rsid w:val="000E3EC9"/>
    <w:rsid w:val="000E448D"/>
    <w:rsid w:val="000E4CEC"/>
    <w:rsid w:val="000E4EE5"/>
    <w:rsid w:val="000E531A"/>
    <w:rsid w:val="000E5E46"/>
    <w:rsid w:val="000E6432"/>
    <w:rsid w:val="000E76BC"/>
    <w:rsid w:val="000E7F97"/>
    <w:rsid w:val="000F090A"/>
    <w:rsid w:val="000F0B8A"/>
    <w:rsid w:val="000F0D01"/>
    <w:rsid w:val="000F0E65"/>
    <w:rsid w:val="000F1293"/>
    <w:rsid w:val="000F17CF"/>
    <w:rsid w:val="000F21EF"/>
    <w:rsid w:val="000F2DA1"/>
    <w:rsid w:val="000F38AA"/>
    <w:rsid w:val="000F3A1B"/>
    <w:rsid w:val="000F3B03"/>
    <w:rsid w:val="000F3B0F"/>
    <w:rsid w:val="000F472E"/>
    <w:rsid w:val="000F499E"/>
    <w:rsid w:val="000F4FF7"/>
    <w:rsid w:val="000F54F5"/>
    <w:rsid w:val="000F5D4C"/>
    <w:rsid w:val="000F6B1A"/>
    <w:rsid w:val="000F704E"/>
    <w:rsid w:val="000F70FD"/>
    <w:rsid w:val="000F782C"/>
    <w:rsid w:val="000F7FD8"/>
    <w:rsid w:val="00100AF8"/>
    <w:rsid w:val="00101291"/>
    <w:rsid w:val="0010144E"/>
    <w:rsid w:val="00101E37"/>
    <w:rsid w:val="00102460"/>
    <w:rsid w:val="001030B6"/>
    <w:rsid w:val="00103911"/>
    <w:rsid w:val="00103930"/>
    <w:rsid w:val="00103BF2"/>
    <w:rsid w:val="00103D16"/>
    <w:rsid w:val="0010437A"/>
    <w:rsid w:val="00104B40"/>
    <w:rsid w:val="00104CA5"/>
    <w:rsid w:val="00104D98"/>
    <w:rsid w:val="00104F07"/>
    <w:rsid w:val="00105485"/>
    <w:rsid w:val="001056DC"/>
    <w:rsid w:val="0010652E"/>
    <w:rsid w:val="00106842"/>
    <w:rsid w:val="001069BC"/>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E3A"/>
    <w:rsid w:val="00114017"/>
    <w:rsid w:val="001143C4"/>
    <w:rsid w:val="00114DFE"/>
    <w:rsid w:val="001154D0"/>
    <w:rsid w:val="0011588F"/>
    <w:rsid w:val="00115969"/>
    <w:rsid w:val="00116443"/>
    <w:rsid w:val="001167DF"/>
    <w:rsid w:val="0011776A"/>
    <w:rsid w:val="001177CE"/>
    <w:rsid w:val="001178CE"/>
    <w:rsid w:val="00117D82"/>
    <w:rsid w:val="00117DBA"/>
    <w:rsid w:val="001204CF"/>
    <w:rsid w:val="00120939"/>
    <w:rsid w:val="00120B7C"/>
    <w:rsid w:val="00120C4F"/>
    <w:rsid w:val="00120E5A"/>
    <w:rsid w:val="001210E5"/>
    <w:rsid w:val="00121B8D"/>
    <w:rsid w:val="00122148"/>
    <w:rsid w:val="00122DA1"/>
    <w:rsid w:val="00122DE3"/>
    <w:rsid w:val="001231AD"/>
    <w:rsid w:val="0012343E"/>
    <w:rsid w:val="00123B28"/>
    <w:rsid w:val="00123C6F"/>
    <w:rsid w:val="0012437B"/>
    <w:rsid w:val="00124778"/>
    <w:rsid w:val="001247BA"/>
    <w:rsid w:val="00125022"/>
    <w:rsid w:val="00125E5F"/>
    <w:rsid w:val="00125F61"/>
    <w:rsid w:val="001261CD"/>
    <w:rsid w:val="00126BE8"/>
    <w:rsid w:val="00126D2F"/>
    <w:rsid w:val="00126F3B"/>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23D7"/>
    <w:rsid w:val="001433D1"/>
    <w:rsid w:val="00145017"/>
    <w:rsid w:val="00145C1F"/>
    <w:rsid w:val="00145EBC"/>
    <w:rsid w:val="00146AEE"/>
    <w:rsid w:val="00147015"/>
    <w:rsid w:val="001477DA"/>
    <w:rsid w:val="00147DF8"/>
    <w:rsid w:val="00147F89"/>
    <w:rsid w:val="00150532"/>
    <w:rsid w:val="00150AA6"/>
    <w:rsid w:val="00150F26"/>
    <w:rsid w:val="001516DB"/>
    <w:rsid w:val="00151D00"/>
    <w:rsid w:val="00151F1E"/>
    <w:rsid w:val="0015271E"/>
    <w:rsid w:val="00152B8D"/>
    <w:rsid w:val="001532EF"/>
    <w:rsid w:val="00153CA8"/>
    <w:rsid w:val="001545E4"/>
    <w:rsid w:val="001546BE"/>
    <w:rsid w:val="00155BDD"/>
    <w:rsid w:val="00155C69"/>
    <w:rsid w:val="00155D28"/>
    <w:rsid w:val="00156AEA"/>
    <w:rsid w:val="00157F3D"/>
    <w:rsid w:val="00160EF7"/>
    <w:rsid w:val="00161297"/>
    <w:rsid w:val="00161A4F"/>
    <w:rsid w:val="00162DFA"/>
    <w:rsid w:val="00162F08"/>
    <w:rsid w:val="00163466"/>
    <w:rsid w:val="00163998"/>
    <w:rsid w:val="00163E32"/>
    <w:rsid w:val="00164D3D"/>
    <w:rsid w:val="00164F7D"/>
    <w:rsid w:val="00165EC4"/>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6CEA"/>
    <w:rsid w:val="001803A0"/>
    <w:rsid w:val="001805E9"/>
    <w:rsid w:val="00180873"/>
    <w:rsid w:val="001809AD"/>
    <w:rsid w:val="00181190"/>
    <w:rsid w:val="001812C2"/>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4B1C"/>
    <w:rsid w:val="00195E3F"/>
    <w:rsid w:val="001962E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6E08"/>
    <w:rsid w:val="001A700D"/>
    <w:rsid w:val="001B1226"/>
    <w:rsid w:val="001B14EA"/>
    <w:rsid w:val="001B1A0C"/>
    <w:rsid w:val="001B1C48"/>
    <w:rsid w:val="001B1F99"/>
    <w:rsid w:val="001B25FA"/>
    <w:rsid w:val="001B2ED6"/>
    <w:rsid w:val="001B34DD"/>
    <w:rsid w:val="001B35C5"/>
    <w:rsid w:val="001B381F"/>
    <w:rsid w:val="001B3F84"/>
    <w:rsid w:val="001B4169"/>
    <w:rsid w:val="001B4327"/>
    <w:rsid w:val="001B4C61"/>
    <w:rsid w:val="001B57D2"/>
    <w:rsid w:val="001B5961"/>
    <w:rsid w:val="001B6594"/>
    <w:rsid w:val="001B6C5F"/>
    <w:rsid w:val="001B70EF"/>
    <w:rsid w:val="001B7CFA"/>
    <w:rsid w:val="001C01D8"/>
    <w:rsid w:val="001C0C64"/>
    <w:rsid w:val="001C1A45"/>
    <w:rsid w:val="001C1A5F"/>
    <w:rsid w:val="001C209C"/>
    <w:rsid w:val="001C20F1"/>
    <w:rsid w:val="001C2371"/>
    <w:rsid w:val="001C3095"/>
    <w:rsid w:val="001C30B2"/>
    <w:rsid w:val="001C37A8"/>
    <w:rsid w:val="001C433B"/>
    <w:rsid w:val="001C4EB1"/>
    <w:rsid w:val="001C54BF"/>
    <w:rsid w:val="001C5849"/>
    <w:rsid w:val="001C6492"/>
    <w:rsid w:val="001C734E"/>
    <w:rsid w:val="001C78BB"/>
    <w:rsid w:val="001D0594"/>
    <w:rsid w:val="001D104F"/>
    <w:rsid w:val="001D2556"/>
    <w:rsid w:val="001D29D0"/>
    <w:rsid w:val="001D43F5"/>
    <w:rsid w:val="001D4A00"/>
    <w:rsid w:val="001D4B9A"/>
    <w:rsid w:val="001D515F"/>
    <w:rsid w:val="001D544D"/>
    <w:rsid w:val="001D5C63"/>
    <w:rsid w:val="001D6283"/>
    <w:rsid w:val="001D6621"/>
    <w:rsid w:val="001D6DE5"/>
    <w:rsid w:val="001D72DF"/>
    <w:rsid w:val="001D7329"/>
    <w:rsid w:val="001D772D"/>
    <w:rsid w:val="001D7AE3"/>
    <w:rsid w:val="001D7B53"/>
    <w:rsid w:val="001E02C9"/>
    <w:rsid w:val="001E07FF"/>
    <w:rsid w:val="001E0978"/>
    <w:rsid w:val="001E0A5D"/>
    <w:rsid w:val="001E0B7F"/>
    <w:rsid w:val="001E0CA1"/>
    <w:rsid w:val="001E0DCE"/>
    <w:rsid w:val="001E170D"/>
    <w:rsid w:val="001E1EB0"/>
    <w:rsid w:val="001E2823"/>
    <w:rsid w:val="001E2872"/>
    <w:rsid w:val="001E2E05"/>
    <w:rsid w:val="001E33AE"/>
    <w:rsid w:val="001E406D"/>
    <w:rsid w:val="001E44D4"/>
    <w:rsid w:val="001E46F0"/>
    <w:rsid w:val="001E47B4"/>
    <w:rsid w:val="001E4C37"/>
    <w:rsid w:val="001E5586"/>
    <w:rsid w:val="001E58A5"/>
    <w:rsid w:val="001E5B7D"/>
    <w:rsid w:val="001E5EAB"/>
    <w:rsid w:val="001E63FA"/>
    <w:rsid w:val="001E714F"/>
    <w:rsid w:val="001E764C"/>
    <w:rsid w:val="001E7EF7"/>
    <w:rsid w:val="001E7F7A"/>
    <w:rsid w:val="001F020E"/>
    <w:rsid w:val="001F023D"/>
    <w:rsid w:val="001F03A2"/>
    <w:rsid w:val="001F14E2"/>
    <w:rsid w:val="001F1BF7"/>
    <w:rsid w:val="001F1E78"/>
    <w:rsid w:val="001F1FAA"/>
    <w:rsid w:val="001F2132"/>
    <w:rsid w:val="001F2857"/>
    <w:rsid w:val="001F35D3"/>
    <w:rsid w:val="001F368A"/>
    <w:rsid w:val="001F3910"/>
    <w:rsid w:val="001F3937"/>
    <w:rsid w:val="001F3C24"/>
    <w:rsid w:val="001F3E48"/>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140D"/>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BAC"/>
    <w:rsid w:val="00210FC8"/>
    <w:rsid w:val="0021143F"/>
    <w:rsid w:val="00211695"/>
    <w:rsid w:val="00213B91"/>
    <w:rsid w:val="0021417E"/>
    <w:rsid w:val="0021508B"/>
    <w:rsid w:val="00216792"/>
    <w:rsid w:val="002169BB"/>
    <w:rsid w:val="0021749E"/>
    <w:rsid w:val="002174CC"/>
    <w:rsid w:val="00217610"/>
    <w:rsid w:val="00217684"/>
    <w:rsid w:val="00220223"/>
    <w:rsid w:val="00220CB4"/>
    <w:rsid w:val="0022128E"/>
    <w:rsid w:val="00221820"/>
    <w:rsid w:val="00222B7A"/>
    <w:rsid w:val="00222FEB"/>
    <w:rsid w:val="0022301A"/>
    <w:rsid w:val="00223763"/>
    <w:rsid w:val="002237DD"/>
    <w:rsid w:val="00223E65"/>
    <w:rsid w:val="00224014"/>
    <w:rsid w:val="002249E2"/>
    <w:rsid w:val="00224A65"/>
    <w:rsid w:val="00224A79"/>
    <w:rsid w:val="0022500D"/>
    <w:rsid w:val="002255DF"/>
    <w:rsid w:val="002274BA"/>
    <w:rsid w:val="00227553"/>
    <w:rsid w:val="00227782"/>
    <w:rsid w:val="00227C66"/>
    <w:rsid w:val="002310B7"/>
    <w:rsid w:val="002314D8"/>
    <w:rsid w:val="002328EB"/>
    <w:rsid w:val="00232ABB"/>
    <w:rsid w:val="00232C9B"/>
    <w:rsid w:val="00232E8E"/>
    <w:rsid w:val="002333CF"/>
    <w:rsid w:val="002339A8"/>
    <w:rsid w:val="00233C48"/>
    <w:rsid w:val="00234645"/>
    <w:rsid w:val="00235D91"/>
    <w:rsid w:val="00235EED"/>
    <w:rsid w:val="002364A3"/>
    <w:rsid w:val="002369FE"/>
    <w:rsid w:val="00237F1D"/>
    <w:rsid w:val="00240821"/>
    <w:rsid w:val="00240E7B"/>
    <w:rsid w:val="002419E4"/>
    <w:rsid w:val="00241E35"/>
    <w:rsid w:val="00242337"/>
    <w:rsid w:val="00242428"/>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50D24"/>
    <w:rsid w:val="00250F46"/>
    <w:rsid w:val="00251E69"/>
    <w:rsid w:val="00251EE9"/>
    <w:rsid w:val="00252942"/>
    <w:rsid w:val="00252BAD"/>
    <w:rsid w:val="00253055"/>
    <w:rsid w:val="00253C6F"/>
    <w:rsid w:val="0025419F"/>
    <w:rsid w:val="0025441C"/>
    <w:rsid w:val="00254A54"/>
    <w:rsid w:val="00254FC5"/>
    <w:rsid w:val="0025538C"/>
    <w:rsid w:val="00255A4A"/>
    <w:rsid w:val="00256CE4"/>
    <w:rsid w:val="002606B0"/>
    <w:rsid w:val="00261B33"/>
    <w:rsid w:val="002623C6"/>
    <w:rsid w:val="00263155"/>
    <w:rsid w:val="002639AE"/>
    <w:rsid w:val="00263C56"/>
    <w:rsid w:val="00264166"/>
    <w:rsid w:val="00264356"/>
    <w:rsid w:val="0026544E"/>
    <w:rsid w:val="00266429"/>
    <w:rsid w:val="002664A7"/>
    <w:rsid w:val="00266621"/>
    <w:rsid w:val="0026666F"/>
    <w:rsid w:val="00266E10"/>
    <w:rsid w:val="00267584"/>
    <w:rsid w:val="00267ADB"/>
    <w:rsid w:val="00270A17"/>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1AA"/>
    <w:rsid w:val="00287943"/>
    <w:rsid w:val="002904D3"/>
    <w:rsid w:val="002906D9"/>
    <w:rsid w:val="00290CF6"/>
    <w:rsid w:val="00291552"/>
    <w:rsid w:val="00291E32"/>
    <w:rsid w:val="002920B0"/>
    <w:rsid w:val="002929F7"/>
    <w:rsid w:val="00292F64"/>
    <w:rsid w:val="0029309B"/>
    <w:rsid w:val="00294200"/>
    <w:rsid w:val="00294450"/>
    <w:rsid w:val="00294B46"/>
    <w:rsid w:val="002953B0"/>
    <w:rsid w:val="00295A17"/>
    <w:rsid w:val="00295A79"/>
    <w:rsid w:val="0029680D"/>
    <w:rsid w:val="00297808"/>
    <w:rsid w:val="00297A9E"/>
    <w:rsid w:val="00297CAB"/>
    <w:rsid w:val="002A0670"/>
    <w:rsid w:val="002A086F"/>
    <w:rsid w:val="002A0C19"/>
    <w:rsid w:val="002A1F1C"/>
    <w:rsid w:val="002A235D"/>
    <w:rsid w:val="002A2BEF"/>
    <w:rsid w:val="002A4004"/>
    <w:rsid w:val="002A42BC"/>
    <w:rsid w:val="002A4766"/>
    <w:rsid w:val="002A501E"/>
    <w:rsid w:val="002A5337"/>
    <w:rsid w:val="002A5444"/>
    <w:rsid w:val="002A59F5"/>
    <w:rsid w:val="002A5E0B"/>
    <w:rsid w:val="002B0461"/>
    <w:rsid w:val="002B0894"/>
    <w:rsid w:val="002B0A5C"/>
    <w:rsid w:val="002B13C5"/>
    <w:rsid w:val="002B18F4"/>
    <w:rsid w:val="002B19E1"/>
    <w:rsid w:val="002B1A9A"/>
    <w:rsid w:val="002B23E9"/>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C0446"/>
    <w:rsid w:val="002C0688"/>
    <w:rsid w:val="002C1516"/>
    <w:rsid w:val="002C1654"/>
    <w:rsid w:val="002C1AAC"/>
    <w:rsid w:val="002C298A"/>
    <w:rsid w:val="002C340E"/>
    <w:rsid w:val="002C399C"/>
    <w:rsid w:val="002C3D2B"/>
    <w:rsid w:val="002C4B24"/>
    <w:rsid w:val="002C5D40"/>
    <w:rsid w:val="002C6157"/>
    <w:rsid w:val="002C651F"/>
    <w:rsid w:val="002C665B"/>
    <w:rsid w:val="002C7825"/>
    <w:rsid w:val="002C7E76"/>
    <w:rsid w:val="002D02AB"/>
    <w:rsid w:val="002D0320"/>
    <w:rsid w:val="002D0E35"/>
    <w:rsid w:val="002D197F"/>
    <w:rsid w:val="002D1F4C"/>
    <w:rsid w:val="002D272E"/>
    <w:rsid w:val="002D2DE9"/>
    <w:rsid w:val="002D347F"/>
    <w:rsid w:val="002D35B7"/>
    <w:rsid w:val="002D36E8"/>
    <w:rsid w:val="002D47DC"/>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927"/>
    <w:rsid w:val="002E3DA6"/>
    <w:rsid w:val="002E60C4"/>
    <w:rsid w:val="002E781B"/>
    <w:rsid w:val="002E786A"/>
    <w:rsid w:val="002F04A5"/>
    <w:rsid w:val="002F0B8D"/>
    <w:rsid w:val="002F14BA"/>
    <w:rsid w:val="002F15A5"/>
    <w:rsid w:val="002F19F6"/>
    <w:rsid w:val="002F1DD8"/>
    <w:rsid w:val="002F25A4"/>
    <w:rsid w:val="002F2E41"/>
    <w:rsid w:val="002F2F1E"/>
    <w:rsid w:val="002F30BE"/>
    <w:rsid w:val="002F3184"/>
    <w:rsid w:val="002F364B"/>
    <w:rsid w:val="002F3AD0"/>
    <w:rsid w:val="002F3D37"/>
    <w:rsid w:val="002F426E"/>
    <w:rsid w:val="002F4C6F"/>
    <w:rsid w:val="002F54A1"/>
    <w:rsid w:val="002F5AF8"/>
    <w:rsid w:val="002F5B74"/>
    <w:rsid w:val="002F60D5"/>
    <w:rsid w:val="002F6357"/>
    <w:rsid w:val="002F6451"/>
    <w:rsid w:val="002F671D"/>
    <w:rsid w:val="002F6875"/>
    <w:rsid w:val="002F6B3B"/>
    <w:rsid w:val="002F70CB"/>
    <w:rsid w:val="002F719C"/>
    <w:rsid w:val="002F7258"/>
    <w:rsid w:val="002F7271"/>
    <w:rsid w:val="00300094"/>
    <w:rsid w:val="00300110"/>
    <w:rsid w:val="00300304"/>
    <w:rsid w:val="0030077D"/>
    <w:rsid w:val="00300796"/>
    <w:rsid w:val="00300D7C"/>
    <w:rsid w:val="00301447"/>
    <w:rsid w:val="003015C7"/>
    <w:rsid w:val="00302A2A"/>
    <w:rsid w:val="00302A32"/>
    <w:rsid w:val="003042EA"/>
    <w:rsid w:val="00304528"/>
    <w:rsid w:val="00304F44"/>
    <w:rsid w:val="003054BB"/>
    <w:rsid w:val="00305677"/>
    <w:rsid w:val="00305B9E"/>
    <w:rsid w:val="00305BA0"/>
    <w:rsid w:val="00305DC3"/>
    <w:rsid w:val="003065D5"/>
    <w:rsid w:val="00306AF9"/>
    <w:rsid w:val="00307992"/>
    <w:rsid w:val="00307DCF"/>
    <w:rsid w:val="00310312"/>
    <w:rsid w:val="003104D3"/>
    <w:rsid w:val="00310849"/>
    <w:rsid w:val="003109D5"/>
    <w:rsid w:val="00311222"/>
    <w:rsid w:val="003119A9"/>
    <w:rsid w:val="00311C58"/>
    <w:rsid w:val="00312865"/>
    <w:rsid w:val="0031339D"/>
    <w:rsid w:val="00313F62"/>
    <w:rsid w:val="00314051"/>
    <w:rsid w:val="003145C6"/>
    <w:rsid w:val="00314897"/>
    <w:rsid w:val="00314CF4"/>
    <w:rsid w:val="00314DBA"/>
    <w:rsid w:val="00315778"/>
    <w:rsid w:val="003157C1"/>
    <w:rsid w:val="00315865"/>
    <w:rsid w:val="00316248"/>
    <w:rsid w:val="00316909"/>
    <w:rsid w:val="00316A13"/>
    <w:rsid w:val="00316CAD"/>
    <w:rsid w:val="00316D01"/>
    <w:rsid w:val="00316D68"/>
    <w:rsid w:val="00316DE2"/>
    <w:rsid w:val="00317266"/>
    <w:rsid w:val="003174D8"/>
    <w:rsid w:val="00317F3D"/>
    <w:rsid w:val="003204CD"/>
    <w:rsid w:val="00320537"/>
    <w:rsid w:val="00320873"/>
    <w:rsid w:val="00320B4C"/>
    <w:rsid w:val="00320BCD"/>
    <w:rsid w:val="00321367"/>
    <w:rsid w:val="003221D4"/>
    <w:rsid w:val="00322586"/>
    <w:rsid w:val="003233A5"/>
    <w:rsid w:val="00323457"/>
    <w:rsid w:val="003235DC"/>
    <w:rsid w:val="00324359"/>
    <w:rsid w:val="003244C0"/>
    <w:rsid w:val="003248BC"/>
    <w:rsid w:val="003248DA"/>
    <w:rsid w:val="00325823"/>
    <w:rsid w:val="00325864"/>
    <w:rsid w:val="003259A5"/>
    <w:rsid w:val="00325A46"/>
    <w:rsid w:val="00326310"/>
    <w:rsid w:val="00326AE1"/>
    <w:rsid w:val="00327EC5"/>
    <w:rsid w:val="0033043F"/>
    <w:rsid w:val="00330DCD"/>
    <w:rsid w:val="003313FA"/>
    <w:rsid w:val="003318A5"/>
    <w:rsid w:val="00331C13"/>
    <w:rsid w:val="003326E4"/>
    <w:rsid w:val="00333B3A"/>
    <w:rsid w:val="00334A39"/>
    <w:rsid w:val="00334ACC"/>
    <w:rsid w:val="00334F50"/>
    <w:rsid w:val="00335172"/>
    <w:rsid w:val="00335EBC"/>
    <w:rsid w:val="00336582"/>
    <w:rsid w:val="003370DF"/>
    <w:rsid w:val="003371E6"/>
    <w:rsid w:val="00337E06"/>
    <w:rsid w:val="0034004C"/>
    <w:rsid w:val="0034104A"/>
    <w:rsid w:val="003412DC"/>
    <w:rsid w:val="00341971"/>
    <w:rsid w:val="00341D34"/>
    <w:rsid w:val="00341E3D"/>
    <w:rsid w:val="003420C3"/>
    <w:rsid w:val="00343578"/>
    <w:rsid w:val="003445CC"/>
    <w:rsid w:val="00344AD7"/>
    <w:rsid w:val="00344B68"/>
    <w:rsid w:val="00344E02"/>
    <w:rsid w:val="003456AB"/>
    <w:rsid w:val="0034577A"/>
    <w:rsid w:val="00346741"/>
    <w:rsid w:val="00346769"/>
    <w:rsid w:val="00346BE1"/>
    <w:rsid w:val="00347A77"/>
    <w:rsid w:val="00347C5C"/>
    <w:rsid w:val="00347E09"/>
    <w:rsid w:val="003502A4"/>
    <w:rsid w:val="00350785"/>
    <w:rsid w:val="00351EE4"/>
    <w:rsid w:val="00352224"/>
    <w:rsid w:val="00353B5E"/>
    <w:rsid w:val="00353FC8"/>
    <w:rsid w:val="003541C5"/>
    <w:rsid w:val="00354BBC"/>
    <w:rsid w:val="003553BA"/>
    <w:rsid w:val="00356597"/>
    <w:rsid w:val="00356679"/>
    <w:rsid w:val="00356730"/>
    <w:rsid w:val="00356953"/>
    <w:rsid w:val="00356DEE"/>
    <w:rsid w:val="00356F3B"/>
    <w:rsid w:val="003570F7"/>
    <w:rsid w:val="00357108"/>
    <w:rsid w:val="003601F1"/>
    <w:rsid w:val="003603B2"/>
    <w:rsid w:val="0036049C"/>
    <w:rsid w:val="00360851"/>
    <w:rsid w:val="00360982"/>
    <w:rsid w:val="003611B8"/>
    <w:rsid w:val="0036131A"/>
    <w:rsid w:val="00361D27"/>
    <w:rsid w:val="00361FE1"/>
    <w:rsid w:val="003628B8"/>
    <w:rsid w:val="00362B55"/>
    <w:rsid w:val="00363B31"/>
    <w:rsid w:val="00363B9D"/>
    <w:rsid w:val="00363C72"/>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3300"/>
    <w:rsid w:val="0037416D"/>
    <w:rsid w:val="00374410"/>
    <w:rsid w:val="00374CF9"/>
    <w:rsid w:val="00375F81"/>
    <w:rsid w:val="003761BA"/>
    <w:rsid w:val="003764B3"/>
    <w:rsid w:val="00376778"/>
    <w:rsid w:val="0037680B"/>
    <w:rsid w:val="003779BA"/>
    <w:rsid w:val="00377AE0"/>
    <w:rsid w:val="00377F81"/>
    <w:rsid w:val="00380560"/>
    <w:rsid w:val="00380870"/>
    <w:rsid w:val="0038161C"/>
    <w:rsid w:val="00381D59"/>
    <w:rsid w:val="00381FB8"/>
    <w:rsid w:val="003829BA"/>
    <w:rsid w:val="003832FD"/>
    <w:rsid w:val="003847AC"/>
    <w:rsid w:val="00384C49"/>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ED"/>
    <w:rsid w:val="00394D52"/>
    <w:rsid w:val="00395B6F"/>
    <w:rsid w:val="003965AE"/>
    <w:rsid w:val="003969B7"/>
    <w:rsid w:val="00396B58"/>
    <w:rsid w:val="00397F33"/>
    <w:rsid w:val="003A0309"/>
    <w:rsid w:val="003A0959"/>
    <w:rsid w:val="003A0C30"/>
    <w:rsid w:val="003A150E"/>
    <w:rsid w:val="003A185D"/>
    <w:rsid w:val="003A197E"/>
    <w:rsid w:val="003A1A79"/>
    <w:rsid w:val="003A21D7"/>
    <w:rsid w:val="003A2925"/>
    <w:rsid w:val="003A3436"/>
    <w:rsid w:val="003A351E"/>
    <w:rsid w:val="003A374C"/>
    <w:rsid w:val="003A428C"/>
    <w:rsid w:val="003A4FE3"/>
    <w:rsid w:val="003A504A"/>
    <w:rsid w:val="003A5119"/>
    <w:rsid w:val="003A5488"/>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97F"/>
    <w:rsid w:val="003B5F13"/>
    <w:rsid w:val="003B6397"/>
    <w:rsid w:val="003B6701"/>
    <w:rsid w:val="003B6C15"/>
    <w:rsid w:val="003B7DAB"/>
    <w:rsid w:val="003C0164"/>
    <w:rsid w:val="003C0403"/>
    <w:rsid w:val="003C04C4"/>
    <w:rsid w:val="003C10EE"/>
    <w:rsid w:val="003C1A42"/>
    <w:rsid w:val="003C1C4C"/>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6E84"/>
    <w:rsid w:val="003D7837"/>
    <w:rsid w:val="003D7C65"/>
    <w:rsid w:val="003E018B"/>
    <w:rsid w:val="003E0C23"/>
    <w:rsid w:val="003E173D"/>
    <w:rsid w:val="003E1BCB"/>
    <w:rsid w:val="003E2070"/>
    <w:rsid w:val="003E28B7"/>
    <w:rsid w:val="003E29E6"/>
    <w:rsid w:val="003E2E6D"/>
    <w:rsid w:val="003E30AC"/>
    <w:rsid w:val="003E357D"/>
    <w:rsid w:val="003E3753"/>
    <w:rsid w:val="003E3E80"/>
    <w:rsid w:val="003E3EDD"/>
    <w:rsid w:val="003E445B"/>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9B5"/>
    <w:rsid w:val="003F1A7B"/>
    <w:rsid w:val="003F1BFB"/>
    <w:rsid w:val="003F1C7C"/>
    <w:rsid w:val="003F293B"/>
    <w:rsid w:val="003F2ADD"/>
    <w:rsid w:val="003F2D5D"/>
    <w:rsid w:val="003F3943"/>
    <w:rsid w:val="003F3B18"/>
    <w:rsid w:val="003F43B1"/>
    <w:rsid w:val="003F4437"/>
    <w:rsid w:val="003F46B0"/>
    <w:rsid w:val="003F4B5B"/>
    <w:rsid w:val="003F4E20"/>
    <w:rsid w:val="003F5146"/>
    <w:rsid w:val="003F5313"/>
    <w:rsid w:val="003F568F"/>
    <w:rsid w:val="003F7121"/>
    <w:rsid w:val="003F76DD"/>
    <w:rsid w:val="003F7AAA"/>
    <w:rsid w:val="00400515"/>
    <w:rsid w:val="0040091F"/>
    <w:rsid w:val="00401113"/>
    <w:rsid w:val="004013A8"/>
    <w:rsid w:val="0040146D"/>
    <w:rsid w:val="0040180D"/>
    <w:rsid w:val="00401966"/>
    <w:rsid w:val="0040209C"/>
    <w:rsid w:val="004024F7"/>
    <w:rsid w:val="00403037"/>
    <w:rsid w:val="004039A0"/>
    <w:rsid w:val="00403A15"/>
    <w:rsid w:val="004044E4"/>
    <w:rsid w:val="0040560F"/>
    <w:rsid w:val="00405858"/>
    <w:rsid w:val="00405B03"/>
    <w:rsid w:val="004069F1"/>
    <w:rsid w:val="00406B3C"/>
    <w:rsid w:val="00406FCB"/>
    <w:rsid w:val="00407558"/>
    <w:rsid w:val="0040773C"/>
    <w:rsid w:val="00410EBA"/>
    <w:rsid w:val="00411A1D"/>
    <w:rsid w:val="00411A1F"/>
    <w:rsid w:val="00412567"/>
    <w:rsid w:val="00412C68"/>
    <w:rsid w:val="00412F79"/>
    <w:rsid w:val="004136DF"/>
    <w:rsid w:val="0041380B"/>
    <w:rsid w:val="00413D00"/>
    <w:rsid w:val="00414139"/>
    <w:rsid w:val="0041466D"/>
    <w:rsid w:val="00415455"/>
    <w:rsid w:val="00415659"/>
    <w:rsid w:val="0041644C"/>
    <w:rsid w:val="0041779D"/>
    <w:rsid w:val="004204F4"/>
    <w:rsid w:val="004207A7"/>
    <w:rsid w:val="00420BA7"/>
    <w:rsid w:val="00420D59"/>
    <w:rsid w:val="00420E88"/>
    <w:rsid w:val="004217C2"/>
    <w:rsid w:val="00421E8F"/>
    <w:rsid w:val="00422CFC"/>
    <w:rsid w:val="0042311C"/>
    <w:rsid w:val="00425848"/>
    <w:rsid w:val="00426934"/>
    <w:rsid w:val="00427789"/>
    <w:rsid w:val="00427990"/>
    <w:rsid w:val="00427E92"/>
    <w:rsid w:val="00430056"/>
    <w:rsid w:val="0043048C"/>
    <w:rsid w:val="00430FF0"/>
    <w:rsid w:val="004312A6"/>
    <w:rsid w:val="004315B6"/>
    <w:rsid w:val="00431D2B"/>
    <w:rsid w:val="004331E1"/>
    <w:rsid w:val="00433961"/>
    <w:rsid w:val="00433D01"/>
    <w:rsid w:val="00434B0D"/>
    <w:rsid w:val="00434C62"/>
    <w:rsid w:val="00434D91"/>
    <w:rsid w:val="004353E9"/>
    <w:rsid w:val="00436298"/>
    <w:rsid w:val="004365FE"/>
    <w:rsid w:val="004367A6"/>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58F1"/>
    <w:rsid w:val="00445A40"/>
    <w:rsid w:val="00445A77"/>
    <w:rsid w:val="00447AC1"/>
    <w:rsid w:val="0045039A"/>
    <w:rsid w:val="004513FF"/>
    <w:rsid w:val="004528D5"/>
    <w:rsid w:val="00453914"/>
    <w:rsid w:val="00453C36"/>
    <w:rsid w:val="004540EC"/>
    <w:rsid w:val="004552B7"/>
    <w:rsid w:val="004555FD"/>
    <w:rsid w:val="004557BC"/>
    <w:rsid w:val="00455BF8"/>
    <w:rsid w:val="00455D52"/>
    <w:rsid w:val="0045687D"/>
    <w:rsid w:val="00456BBD"/>
    <w:rsid w:val="00456EC5"/>
    <w:rsid w:val="00457304"/>
    <w:rsid w:val="00457C72"/>
    <w:rsid w:val="00460510"/>
    <w:rsid w:val="004609E3"/>
    <w:rsid w:val="0046231F"/>
    <w:rsid w:val="00462B98"/>
    <w:rsid w:val="00463572"/>
    <w:rsid w:val="00463D31"/>
    <w:rsid w:val="00463ECD"/>
    <w:rsid w:val="00464902"/>
    <w:rsid w:val="004653AF"/>
    <w:rsid w:val="00465518"/>
    <w:rsid w:val="00466146"/>
    <w:rsid w:val="00466CB1"/>
    <w:rsid w:val="00466EB1"/>
    <w:rsid w:val="0046734E"/>
    <w:rsid w:val="00467448"/>
    <w:rsid w:val="00467C5C"/>
    <w:rsid w:val="00470203"/>
    <w:rsid w:val="00470A8C"/>
    <w:rsid w:val="00471093"/>
    <w:rsid w:val="00471C13"/>
    <w:rsid w:val="00471E01"/>
    <w:rsid w:val="004728A4"/>
    <w:rsid w:val="00472902"/>
    <w:rsid w:val="00472985"/>
    <w:rsid w:val="00472CF9"/>
    <w:rsid w:val="00472F25"/>
    <w:rsid w:val="00474C9B"/>
    <w:rsid w:val="00474F39"/>
    <w:rsid w:val="00475046"/>
    <w:rsid w:val="004756EC"/>
    <w:rsid w:val="0047656B"/>
    <w:rsid w:val="004766CC"/>
    <w:rsid w:val="00476DC3"/>
    <w:rsid w:val="00481C32"/>
    <w:rsid w:val="004820DD"/>
    <w:rsid w:val="0048316F"/>
    <w:rsid w:val="0048422B"/>
    <w:rsid w:val="0048444C"/>
    <w:rsid w:val="00484665"/>
    <w:rsid w:val="0048490F"/>
    <w:rsid w:val="0048497C"/>
    <w:rsid w:val="00484BF9"/>
    <w:rsid w:val="00484D5B"/>
    <w:rsid w:val="00485157"/>
    <w:rsid w:val="00485272"/>
    <w:rsid w:val="00485392"/>
    <w:rsid w:val="004854B1"/>
    <w:rsid w:val="00485BDF"/>
    <w:rsid w:val="00487476"/>
    <w:rsid w:val="00487759"/>
    <w:rsid w:val="00487B5B"/>
    <w:rsid w:val="00487B78"/>
    <w:rsid w:val="00487C1C"/>
    <w:rsid w:val="00487FC5"/>
    <w:rsid w:val="004901B9"/>
    <w:rsid w:val="00490BA9"/>
    <w:rsid w:val="004918AD"/>
    <w:rsid w:val="00491B19"/>
    <w:rsid w:val="00491BD6"/>
    <w:rsid w:val="00492149"/>
    <w:rsid w:val="0049253D"/>
    <w:rsid w:val="00492DC9"/>
    <w:rsid w:val="004931CB"/>
    <w:rsid w:val="00493492"/>
    <w:rsid w:val="00493B1A"/>
    <w:rsid w:val="0049406D"/>
    <w:rsid w:val="00494CB2"/>
    <w:rsid w:val="004953F8"/>
    <w:rsid w:val="00495867"/>
    <w:rsid w:val="00495BE0"/>
    <w:rsid w:val="00495D80"/>
    <w:rsid w:val="0049720E"/>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4D80"/>
    <w:rsid w:val="004A5508"/>
    <w:rsid w:val="004A5C43"/>
    <w:rsid w:val="004A6399"/>
    <w:rsid w:val="004A655F"/>
    <w:rsid w:val="004A6FB0"/>
    <w:rsid w:val="004A70F5"/>
    <w:rsid w:val="004A729A"/>
    <w:rsid w:val="004A7635"/>
    <w:rsid w:val="004A7688"/>
    <w:rsid w:val="004A7A97"/>
    <w:rsid w:val="004A7E97"/>
    <w:rsid w:val="004A7FB5"/>
    <w:rsid w:val="004B00C0"/>
    <w:rsid w:val="004B039F"/>
    <w:rsid w:val="004B1429"/>
    <w:rsid w:val="004B1595"/>
    <w:rsid w:val="004B19B1"/>
    <w:rsid w:val="004B20D4"/>
    <w:rsid w:val="004B2B85"/>
    <w:rsid w:val="004B2F98"/>
    <w:rsid w:val="004B3131"/>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927"/>
    <w:rsid w:val="004C19EE"/>
    <w:rsid w:val="004C1B95"/>
    <w:rsid w:val="004C232A"/>
    <w:rsid w:val="004C2411"/>
    <w:rsid w:val="004C24B9"/>
    <w:rsid w:val="004C25CA"/>
    <w:rsid w:val="004C2B4C"/>
    <w:rsid w:val="004C2CC5"/>
    <w:rsid w:val="004C471B"/>
    <w:rsid w:val="004C4FE7"/>
    <w:rsid w:val="004C534B"/>
    <w:rsid w:val="004C54D9"/>
    <w:rsid w:val="004C557D"/>
    <w:rsid w:val="004C575E"/>
    <w:rsid w:val="004C5BC4"/>
    <w:rsid w:val="004C66F6"/>
    <w:rsid w:val="004C697D"/>
    <w:rsid w:val="004C6D43"/>
    <w:rsid w:val="004C7656"/>
    <w:rsid w:val="004C7BC9"/>
    <w:rsid w:val="004C7EC6"/>
    <w:rsid w:val="004D0270"/>
    <w:rsid w:val="004D06E3"/>
    <w:rsid w:val="004D06EE"/>
    <w:rsid w:val="004D07DC"/>
    <w:rsid w:val="004D1609"/>
    <w:rsid w:val="004D188E"/>
    <w:rsid w:val="004D1D1E"/>
    <w:rsid w:val="004D1D83"/>
    <w:rsid w:val="004D2C13"/>
    <w:rsid w:val="004D42E2"/>
    <w:rsid w:val="004D45A8"/>
    <w:rsid w:val="004D4D14"/>
    <w:rsid w:val="004D54B0"/>
    <w:rsid w:val="004D5516"/>
    <w:rsid w:val="004D626A"/>
    <w:rsid w:val="004D766F"/>
    <w:rsid w:val="004D7F5C"/>
    <w:rsid w:val="004E014D"/>
    <w:rsid w:val="004E04E2"/>
    <w:rsid w:val="004E0A4A"/>
    <w:rsid w:val="004E0EF7"/>
    <w:rsid w:val="004E10DC"/>
    <w:rsid w:val="004E1F66"/>
    <w:rsid w:val="004E203D"/>
    <w:rsid w:val="004E2C0B"/>
    <w:rsid w:val="004E3222"/>
    <w:rsid w:val="004E41A9"/>
    <w:rsid w:val="004E4232"/>
    <w:rsid w:val="004E42AF"/>
    <w:rsid w:val="004E4E32"/>
    <w:rsid w:val="004E5503"/>
    <w:rsid w:val="004E5896"/>
    <w:rsid w:val="004E64E7"/>
    <w:rsid w:val="004E77F5"/>
    <w:rsid w:val="004E780E"/>
    <w:rsid w:val="004E7DD2"/>
    <w:rsid w:val="004F015C"/>
    <w:rsid w:val="004F0EEA"/>
    <w:rsid w:val="004F13E0"/>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97E"/>
    <w:rsid w:val="004F7E15"/>
    <w:rsid w:val="00500481"/>
    <w:rsid w:val="005014DC"/>
    <w:rsid w:val="00501819"/>
    <w:rsid w:val="005020C6"/>
    <w:rsid w:val="00502626"/>
    <w:rsid w:val="005034E0"/>
    <w:rsid w:val="00503863"/>
    <w:rsid w:val="00503A81"/>
    <w:rsid w:val="0050472C"/>
    <w:rsid w:val="00504793"/>
    <w:rsid w:val="00505602"/>
    <w:rsid w:val="00505B39"/>
    <w:rsid w:val="0050612C"/>
    <w:rsid w:val="005065D3"/>
    <w:rsid w:val="00506A62"/>
    <w:rsid w:val="00506A7C"/>
    <w:rsid w:val="00507700"/>
    <w:rsid w:val="00507711"/>
    <w:rsid w:val="00510CAE"/>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200BD"/>
    <w:rsid w:val="00520799"/>
    <w:rsid w:val="0052080F"/>
    <w:rsid w:val="00520D2C"/>
    <w:rsid w:val="00521203"/>
    <w:rsid w:val="0052133F"/>
    <w:rsid w:val="005215DF"/>
    <w:rsid w:val="00521677"/>
    <w:rsid w:val="00523669"/>
    <w:rsid w:val="00523AD6"/>
    <w:rsid w:val="00524181"/>
    <w:rsid w:val="005241A6"/>
    <w:rsid w:val="005246EC"/>
    <w:rsid w:val="005247E9"/>
    <w:rsid w:val="00524D68"/>
    <w:rsid w:val="00525133"/>
    <w:rsid w:val="0052525D"/>
    <w:rsid w:val="00525454"/>
    <w:rsid w:val="00525D27"/>
    <w:rsid w:val="0052687A"/>
    <w:rsid w:val="0052712A"/>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CAD"/>
    <w:rsid w:val="00537FC6"/>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11C8"/>
    <w:rsid w:val="0055194B"/>
    <w:rsid w:val="00551CA7"/>
    <w:rsid w:val="00551E0E"/>
    <w:rsid w:val="005526E9"/>
    <w:rsid w:val="005528A3"/>
    <w:rsid w:val="00553B08"/>
    <w:rsid w:val="00553C4F"/>
    <w:rsid w:val="00554249"/>
    <w:rsid w:val="00554CA0"/>
    <w:rsid w:val="00555541"/>
    <w:rsid w:val="0055608D"/>
    <w:rsid w:val="00556E33"/>
    <w:rsid w:val="00557487"/>
    <w:rsid w:val="00557CEE"/>
    <w:rsid w:val="0056018F"/>
    <w:rsid w:val="005609CA"/>
    <w:rsid w:val="0056172C"/>
    <w:rsid w:val="00561890"/>
    <w:rsid w:val="00561C06"/>
    <w:rsid w:val="00561F49"/>
    <w:rsid w:val="0056209D"/>
    <w:rsid w:val="005623FF"/>
    <w:rsid w:val="00562688"/>
    <w:rsid w:val="00563243"/>
    <w:rsid w:val="00563479"/>
    <w:rsid w:val="0056408C"/>
    <w:rsid w:val="00564541"/>
    <w:rsid w:val="00564A96"/>
    <w:rsid w:val="00564CAE"/>
    <w:rsid w:val="00565261"/>
    <w:rsid w:val="00565565"/>
    <w:rsid w:val="005657C9"/>
    <w:rsid w:val="00565E07"/>
    <w:rsid w:val="0056637A"/>
    <w:rsid w:val="005667AD"/>
    <w:rsid w:val="00567C54"/>
    <w:rsid w:val="00570330"/>
    <w:rsid w:val="0057063E"/>
    <w:rsid w:val="00571101"/>
    <w:rsid w:val="00571800"/>
    <w:rsid w:val="005727FA"/>
    <w:rsid w:val="00572BC6"/>
    <w:rsid w:val="00573B6B"/>
    <w:rsid w:val="00573D37"/>
    <w:rsid w:val="00574148"/>
    <w:rsid w:val="00575698"/>
    <w:rsid w:val="0057570B"/>
    <w:rsid w:val="005757D4"/>
    <w:rsid w:val="005759C8"/>
    <w:rsid w:val="005764AB"/>
    <w:rsid w:val="005773A2"/>
    <w:rsid w:val="005777CC"/>
    <w:rsid w:val="00577C19"/>
    <w:rsid w:val="00577CD0"/>
    <w:rsid w:val="00577D75"/>
    <w:rsid w:val="0058097A"/>
    <w:rsid w:val="00580CF3"/>
    <w:rsid w:val="00582486"/>
    <w:rsid w:val="00583569"/>
    <w:rsid w:val="0058378C"/>
    <w:rsid w:val="00584060"/>
    <w:rsid w:val="00584156"/>
    <w:rsid w:val="005849CF"/>
    <w:rsid w:val="005868EB"/>
    <w:rsid w:val="00586BA5"/>
    <w:rsid w:val="005871BF"/>
    <w:rsid w:val="005873E1"/>
    <w:rsid w:val="00587952"/>
    <w:rsid w:val="00587A3C"/>
    <w:rsid w:val="00587AAF"/>
    <w:rsid w:val="00590033"/>
    <w:rsid w:val="005901CF"/>
    <w:rsid w:val="00590292"/>
    <w:rsid w:val="00590834"/>
    <w:rsid w:val="0059096B"/>
    <w:rsid w:val="0059100A"/>
    <w:rsid w:val="00591FE4"/>
    <w:rsid w:val="005938BC"/>
    <w:rsid w:val="00593B3C"/>
    <w:rsid w:val="00593F76"/>
    <w:rsid w:val="005945C2"/>
    <w:rsid w:val="00594700"/>
    <w:rsid w:val="00594DE1"/>
    <w:rsid w:val="0059525B"/>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51D"/>
    <w:rsid w:val="005A7A76"/>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D9"/>
    <w:rsid w:val="005B5B84"/>
    <w:rsid w:val="005B624E"/>
    <w:rsid w:val="005B6C27"/>
    <w:rsid w:val="005B736F"/>
    <w:rsid w:val="005B799E"/>
    <w:rsid w:val="005C03AC"/>
    <w:rsid w:val="005C1A17"/>
    <w:rsid w:val="005C1F78"/>
    <w:rsid w:val="005C207A"/>
    <w:rsid w:val="005C2807"/>
    <w:rsid w:val="005C2B6D"/>
    <w:rsid w:val="005C2D64"/>
    <w:rsid w:val="005C3229"/>
    <w:rsid w:val="005C3809"/>
    <w:rsid w:val="005C409D"/>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80E"/>
    <w:rsid w:val="005D2C2D"/>
    <w:rsid w:val="005D2F79"/>
    <w:rsid w:val="005D3019"/>
    <w:rsid w:val="005D32E4"/>
    <w:rsid w:val="005D3525"/>
    <w:rsid w:val="005D41A4"/>
    <w:rsid w:val="005D4BDF"/>
    <w:rsid w:val="005D4F29"/>
    <w:rsid w:val="005D6A73"/>
    <w:rsid w:val="005E0153"/>
    <w:rsid w:val="005E049F"/>
    <w:rsid w:val="005E06CC"/>
    <w:rsid w:val="005E073D"/>
    <w:rsid w:val="005E0D02"/>
    <w:rsid w:val="005E0FDB"/>
    <w:rsid w:val="005E2168"/>
    <w:rsid w:val="005E28F4"/>
    <w:rsid w:val="005E2EBA"/>
    <w:rsid w:val="005E36E5"/>
    <w:rsid w:val="005E37B2"/>
    <w:rsid w:val="005E3916"/>
    <w:rsid w:val="005E3A7B"/>
    <w:rsid w:val="005E46E7"/>
    <w:rsid w:val="005E473D"/>
    <w:rsid w:val="005E4777"/>
    <w:rsid w:val="005E47CF"/>
    <w:rsid w:val="005E4E05"/>
    <w:rsid w:val="005E4E12"/>
    <w:rsid w:val="005E50BF"/>
    <w:rsid w:val="005E5158"/>
    <w:rsid w:val="005E6A69"/>
    <w:rsid w:val="005E6CB4"/>
    <w:rsid w:val="005E7581"/>
    <w:rsid w:val="005E7BA5"/>
    <w:rsid w:val="005F087C"/>
    <w:rsid w:val="005F0DEF"/>
    <w:rsid w:val="005F14DA"/>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491"/>
    <w:rsid w:val="0060278F"/>
    <w:rsid w:val="00603380"/>
    <w:rsid w:val="00603D9F"/>
    <w:rsid w:val="00603F8B"/>
    <w:rsid w:val="00604561"/>
    <w:rsid w:val="00604DEC"/>
    <w:rsid w:val="0060512A"/>
    <w:rsid w:val="006052E4"/>
    <w:rsid w:val="006054B4"/>
    <w:rsid w:val="00605BDA"/>
    <w:rsid w:val="006060C6"/>
    <w:rsid w:val="006064AC"/>
    <w:rsid w:val="00606F6A"/>
    <w:rsid w:val="0060722A"/>
    <w:rsid w:val="0060789F"/>
    <w:rsid w:val="0061002B"/>
    <w:rsid w:val="0061085F"/>
    <w:rsid w:val="00610C4A"/>
    <w:rsid w:val="00610FBE"/>
    <w:rsid w:val="0061103C"/>
    <w:rsid w:val="006118AE"/>
    <w:rsid w:val="006118C3"/>
    <w:rsid w:val="0061239C"/>
    <w:rsid w:val="006133D5"/>
    <w:rsid w:val="006135D3"/>
    <w:rsid w:val="0061361E"/>
    <w:rsid w:val="00613D15"/>
    <w:rsid w:val="00613D1F"/>
    <w:rsid w:val="00614394"/>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B78"/>
    <w:rsid w:val="00625E22"/>
    <w:rsid w:val="006268D5"/>
    <w:rsid w:val="0062757B"/>
    <w:rsid w:val="00627A72"/>
    <w:rsid w:val="00627AA7"/>
    <w:rsid w:val="00627F41"/>
    <w:rsid w:val="006303F1"/>
    <w:rsid w:val="00630ACE"/>
    <w:rsid w:val="00630B78"/>
    <w:rsid w:val="0063108C"/>
    <w:rsid w:val="00631128"/>
    <w:rsid w:val="0063130F"/>
    <w:rsid w:val="006313ED"/>
    <w:rsid w:val="00632051"/>
    <w:rsid w:val="00632069"/>
    <w:rsid w:val="006338EC"/>
    <w:rsid w:val="00633D9A"/>
    <w:rsid w:val="0063497A"/>
    <w:rsid w:val="00634A11"/>
    <w:rsid w:val="00634D63"/>
    <w:rsid w:val="00635425"/>
    <w:rsid w:val="0063591E"/>
    <w:rsid w:val="00635A6C"/>
    <w:rsid w:val="00635C49"/>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6B1"/>
    <w:rsid w:val="006439B7"/>
    <w:rsid w:val="00644AF3"/>
    <w:rsid w:val="00644C01"/>
    <w:rsid w:val="00645121"/>
    <w:rsid w:val="0064533C"/>
    <w:rsid w:val="00645878"/>
    <w:rsid w:val="006458C6"/>
    <w:rsid w:val="00647F5B"/>
    <w:rsid w:val="00650DB6"/>
    <w:rsid w:val="006515C9"/>
    <w:rsid w:val="00651920"/>
    <w:rsid w:val="006526CB"/>
    <w:rsid w:val="006529F2"/>
    <w:rsid w:val="00652D7A"/>
    <w:rsid w:val="00653568"/>
    <w:rsid w:val="00653FE1"/>
    <w:rsid w:val="0065489A"/>
    <w:rsid w:val="00655147"/>
    <w:rsid w:val="00655530"/>
    <w:rsid w:val="00655C0F"/>
    <w:rsid w:val="00656847"/>
    <w:rsid w:val="00656869"/>
    <w:rsid w:val="00656B4B"/>
    <w:rsid w:val="00657511"/>
    <w:rsid w:val="00657B05"/>
    <w:rsid w:val="00657B2C"/>
    <w:rsid w:val="00660176"/>
    <w:rsid w:val="006603D5"/>
    <w:rsid w:val="006608A6"/>
    <w:rsid w:val="006612A8"/>
    <w:rsid w:val="00661AB5"/>
    <w:rsid w:val="00661C4B"/>
    <w:rsid w:val="006624B6"/>
    <w:rsid w:val="00662558"/>
    <w:rsid w:val="00662612"/>
    <w:rsid w:val="00662849"/>
    <w:rsid w:val="00662D98"/>
    <w:rsid w:val="00663EEF"/>
    <w:rsid w:val="00664760"/>
    <w:rsid w:val="00664C97"/>
    <w:rsid w:val="006654F7"/>
    <w:rsid w:val="00665D88"/>
    <w:rsid w:val="006679A8"/>
    <w:rsid w:val="006679E9"/>
    <w:rsid w:val="00667A90"/>
    <w:rsid w:val="006701E2"/>
    <w:rsid w:val="00670541"/>
    <w:rsid w:val="00670D65"/>
    <w:rsid w:val="006717C9"/>
    <w:rsid w:val="006719DB"/>
    <w:rsid w:val="00671BCC"/>
    <w:rsid w:val="00671C57"/>
    <w:rsid w:val="00671D1F"/>
    <w:rsid w:val="0067255D"/>
    <w:rsid w:val="00672D39"/>
    <w:rsid w:val="00672D80"/>
    <w:rsid w:val="0067305C"/>
    <w:rsid w:val="006735C4"/>
    <w:rsid w:val="00674314"/>
    <w:rsid w:val="00674561"/>
    <w:rsid w:val="00674695"/>
    <w:rsid w:val="00674AA6"/>
    <w:rsid w:val="00675082"/>
    <w:rsid w:val="0067508E"/>
    <w:rsid w:val="00676A00"/>
    <w:rsid w:val="00677121"/>
    <w:rsid w:val="006779FC"/>
    <w:rsid w:val="00677AB5"/>
    <w:rsid w:val="00677AE8"/>
    <w:rsid w:val="00680E62"/>
    <w:rsid w:val="00681C51"/>
    <w:rsid w:val="0068253B"/>
    <w:rsid w:val="00682768"/>
    <w:rsid w:val="00682C26"/>
    <w:rsid w:val="00682C93"/>
    <w:rsid w:val="00683728"/>
    <w:rsid w:val="00683FAE"/>
    <w:rsid w:val="0068406C"/>
    <w:rsid w:val="00684528"/>
    <w:rsid w:val="006846EE"/>
    <w:rsid w:val="0068531C"/>
    <w:rsid w:val="00685ACE"/>
    <w:rsid w:val="00685C7C"/>
    <w:rsid w:val="00686556"/>
    <w:rsid w:val="0068681C"/>
    <w:rsid w:val="006869DC"/>
    <w:rsid w:val="00687E53"/>
    <w:rsid w:val="006912EA"/>
    <w:rsid w:val="0069135D"/>
    <w:rsid w:val="006921FB"/>
    <w:rsid w:val="00692721"/>
    <w:rsid w:val="00692C2F"/>
    <w:rsid w:val="00693151"/>
    <w:rsid w:val="006933F3"/>
    <w:rsid w:val="006935E3"/>
    <w:rsid w:val="00693890"/>
    <w:rsid w:val="00693AFC"/>
    <w:rsid w:val="006943C6"/>
    <w:rsid w:val="006947B1"/>
    <w:rsid w:val="00694963"/>
    <w:rsid w:val="0069641B"/>
    <w:rsid w:val="00696709"/>
    <w:rsid w:val="006971A4"/>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858"/>
    <w:rsid w:val="006A3B35"/>
    <w:rsid w:val="006A487C"/>
    <w:rsid w:val="006A4D51"/>
    <w:rsid w:val="006A528C"/>
    <w:rsid w:val="006A6EFE"/>
    <w:rsid w:val="006A7FD7"/>
    <w:rsid w:val="006B089A"/>
    <w:rsid w:val="006B08AA"/>
    <w:rsid w:val="006B09DA"/>
    <w:rsid w:val="006B0B91"/>
    <w:rsid w:val="006B0DA8"/>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509C"/>
    <w:rsid w:val="006B50F9"/>
    <w:rsid w:val="006B55C1"/>
    <w:rsid w:val="006B5896"/>
    <w:rsid w:val="006B5AB4"/>
    <w:rsid w:val="006B5E84"/>
    <w:rsid w:val="006B6456"/>
    <w:rsid w:val="006B683B"/>
    <w:rsid w:val="006B6AE1"/>
    <w:rsid w:val="006B6B89"/>
    <w:rsid w:val="006B707F"/>
    <w:rsid w:val="006B777A"/>
    <w:rsid w:val="006B782A"/>
    <w:rsid w:val="006B7910"/>
    <w:rsid w:val="006B7A4D"/>
    <w:rsid w:val="006C01AD"/>
    <w:rsid w:val="006C041E"/>
    <w:rsid w:val="006C0851"/>
    <w:rsid w:val="006C0B7B"/>
    <w:rsid w:val="006C0C80"/>
    <w:rsid w:val="006C102D"/>
    <w:rsid w:val="006C10D5"/>
    <w:rsid w:val="006C17D7"/>
    <w:rsid w:val="006C1D4A"/>
    <w:rsid w:val="006C2A85"/>
    <w:rsid w:val="006C2BED"/>
    <w:rsid w:val="006C3AB0"/>
    <w:rsid w:val="006C42CF"/>
    <w:rsid w:val="006C481B"/>
    <w:rsid w:val="006C5496"/>
    <w:rsid w:val="006C5ECA"/>
    <w:rsid w:val="006C6CFD"/>
    <w:rsid w:val="006C6E6A"/>
    <w:rsid w:val="006C76C2"/>
    <w:rsid w:val="006C7FED"/>
    <w:rsid w:val="006D0161"/>
    <w:rsid w:val="006D0198"/>
    <w:rsid w:val="006D0246"/>
    <w:rsid w:val="006D0644"/>
    <w:rsid w:val="006D09E1"/>
    <w:rsid w:val="006D0A47"/>
    <w:rsid w:val="006D0E2E"/>
    <w:rsid w:val="006D0FA2"/>
    <w:rsid w:val="006D1F71"/>
    <w:rsid w:val="006D2085"/>
    <w:rsid w:val="006D2757"/>
    <w:rsid w:val="006D2C99"/>
    <w:rsid w:val="006D370F"/>
    <w:rsid w:val="006D3877"/>
    <w:rsid w:val="006D3920"/>
    <w:rsid w:val="006D4764"/>
    <w:rsid w:val="006D4AC3"/>
    <w:rsid w:val="006D4D78"/>
    <w:rsid w:val="006D4EC0"/>
    <w:rsid w:val="006D5AD9"/>
    <w:rsid w:val="006D622A"/>
    <w:rsid w:val="006D6902"/>
    <w:rsid w:val="006D6A0B"/>
    <w:rsid w:val="006D6B15"/>
    <w:rsid w:val="006D6D83"/>
    <w:rsid w:val="006D7AF3"/>
    <w:rsid w:val="006E0F31"/>
    <w:rsid w:val="006E10C3"/>
    <w:rsid w:val="006E17EA"/>
    <w:rsid w:val="006E18BA"/>
    <w:rsid w:val="006E1F49"/>
    <w:rsid w:val="006E2810"/>
    <w:rsid w:val="006E29B7"/>
    <w:rsid w:val="006E2C0E"/>
    <w:rsid w:val="006E2CA8"/>
    <w:rsid w:val="006E3493"/>
    <w:rsid w:val="006E3868"/>
    <w:rsid w:val="006E3AAF"/>
    <w:rsid w:val="006E4820"/>
    <w:rsid w:val="006E5285"/>
    <w:rsid w:val="006E625C"/>
    <w:rsid w:val="006E6B07"/>
    <w:rsid w:val="006E763F"/>
    <w:rsid w:val="006F00DC"/>
    <w:rsid w:val="006F0134"/>
    <w:rsid w:val="006F0476"/>
    <w:rsid w:val="006F0EB4"/>
    <w:rsid w:val="006F15B6"/>
    <w:rsid w:val="006F1EEC"/>
    <w:rsid w:val="006F1FAE"/>
    <w:rsid w:val="006F20B0"/>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700484"/>
    <w:rsid w:val="007004FD"/>
    <w:rsid w:val="007006F6"/>
    <w:rsid w:val="007007F0"/>
    <w:rsid w:val="00700F14"/>
    <w:rsid w:val="00700F21"/>
    <w:rsid w:val="00701405"/>
    <w:rsid w:val="00701624"/>
    <w:rsid w:val="0070264F"/>
    <w:rsid w:val="00702AE2"/>
    <w:rsid w:val="00702D68"/>
    <w:rsid w:val="007033C5"/>
    <w:rsid w:val="007042B3"/>
    <w:rsid w:val="00704579"/>
    <w:rsid w:val="00704958"/>
    <w:rsid w:val="00704EFB"/>
    <w:rsid w:val="007050D3"/>
    <w:rsid w:val="00705533"/>
    <w:rsid w:val="007060E9"/>
    <w:rsid w:val="0070753F"/>
    <w:rsid w:val="00707BFB"/>
    <w:rsid w:val="0071010B"/>
    <w:rsid w:val="0071063F"/>
    <w:rsid w:val="00710D81"/>
    <w:rsid w:val="00711335"/>
    <w:rsid w:val="00712387"/>
    <w:rsid w:val="007123BC"/>
    <w:rsid w:val="00712567"/>
    <w:rsid w:val="007125FC"/>
    <w:rsid w:val="00713473"/>
    <w:rsid w:val="0071382B"/>
    <w:rsid w:val="00713FCD"/>
    <w:rsid w:val="007142C7"/>
    <w:rsid w:val="00714CFF"/>
    <w:rsid w:val="00715BA7"/>
    <w:rsid w:val="00716208"/>
    <w:rsid w:val="007166BD"/>
    <w:rsid w:val="0071670A"/>
    <w:rsid w:val="00716B45"/>
    <w:rsid w:val="00716FA7"/>
    <w:rsid w:val="00717A56"/>
    <w:rsid w:val="00717BA7"/>
    <w:rsid w:val="007204AC"/>
    <w:rsid w:val="007204F1"/>
    <w:rsid w:val="007216A5"/>
    <w:rsid w:val="00721FAA"/>
    <w:rsid w:val="00722066"/>
    <w:rsid w:val="00722263"/>
    <w:rsid w:val="0072243B"/>
    <w:rsid w:val="00722738"/>
    <w:rsid w:val="00722E20"/>
    <w:rsid w:val="00722EA7"/>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B21"/>
    <w:rsid w:val="00731067"/>
    <w:rsid w:val="00731A80"/>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BAB"/>
    <w:rsid w:val="00744EDB"/>
    <w:rsid w:val="00745609"/>
    <w:rsid w:val="00745AB7"/>
    <w:rsid w:val="0074634B"/>
    <w:rsid w:val="00746F59"/>
    <w:rsid w:val="00747CCF"/>
    <w:rsid w:val="007503CF"/>
    <w:rsid w:val="0075073B"/>
    <w:rsid w:val="00750A44"/>
    <w:rsid w:val="00750AAA"/>
    <w:rsid w:val="00750B1A"/>
    <w:rsid w:val="00750CAD"/>
    <w:rsid w:val="00750EEA"/>
    <w:rsid w:val="00750F66"/>
    <w:rsid w:val="007515CA"/>
    <w:rsid w:val="00752DC0"/>
    <w:rsid w:val="00752F93"/>
    <w:rsid w:val="007530A2"/>
    <w:rsid w:val="00753D42"/>
    <w:rsid w:val="007540EF"/>
    <w:rsid w:val="00754289"/>
    <w:rsid w:val="00754EB2"/>
    <w:rsid w:val="00755213"/>
    <w:rsid w:val="00755456"/>
    <w:rsid w:val="00755CC3"/>
    <w:rsid w:val="00755CDB"/>
    <w:rsid w:val="00756132"/>
    <w:rsid w:val="007561B4"/>
    <w:rsid w:val="007561FD"/>
    <w:rsid w:val="00756324"/>
    <w:rsid w:val="0076066D"/>
    <w:rsid w:val="007608F4"/>
    <w:rsid w:val="007609F2"/>
    <w:rsid w:val="00760FF8"/>
    <w:rsid w:val="007613D6"/>
    <w:rsid w:val="007617B7"/>
    <w:rsid w:val="007618EB"/>
    <w:rsid w:val="00761CF4"/>
    <w:rsid w:val="007623F3"/>
    <w:rsid w:val="0076248D"/>
    <w:rsid w:val="0076293D"/>
    <w:rsid w:val="00762990"/>
    <w:rsid w:val="007631CE"/>
    <w:rsid w:val="00763390"/>
    <w:rsid w:val="00763452"/>
    <w:rsid w:val="00763546"/>
    <w:rsid w:val="007645A2"/>
    <w:rsid w:val="0076480B"/>
    <w:rsid w:val="007650D6"/>
    <w:rsid w:val="00765215"/>
    <w:rsid w:val="0076606C"/>
    <w:rsid w:val="00766559"/>
    <w:rsid w:val="007666A3"/>
    <w:rsid w:val="00766A6F"/>
    <w:rsid w:val="00766E9A"/>
    <w:rsid w:val="007701FA"/>
    <w:rsid w:val="00770DB8"/>
    <w:rsid w:val="007711C0"/>
    <w:rsid w:val="00771459"/>
    <w:rsid w:val="00771594"/>
    <w:rsid w:val="00771664"/>
    <w:rsid w:val="007716AC"/>
    <w:rsid w:val="00771D3D"/>
    <w:rsid w:val="00772FD8"/>
    <w:rsid w:val="00773006"/>
    <w:rsid w:val="007731DF"/>
    <w:rsid w:val="0077362A"/>
    <w:rsid w:val="0077364A"/>
    <w:rsid w:val="00774037"/>
    <w:rsid w:val="00774070"/>
    <w:rsid w:val="00774177"/>
    <w:rsid w:val="007745AC"/>
    <w:rsid w:val="00775C1B"/>
    <w:rsid w:val="00775F2E"/>
    <w:rsid w:val="007760E8"/>
    <w:rsid w:val="007764C7"/>
    <w:rsid w:val="00776507"/>
    <w:rsid w:val="00776A05"/>
    <w:rsid w:val="00776F39"/>
    <w:rsid w:val="00777400"/>
    <w:rsid w:val="00777BB6"/>
    <w:rsid w:val="00777E47"/>
    <w:rsid w:val="0078012C"/>
    <w:rsid w:val="00780529"/>
    <w:rsid w:val="00780B8E"/>
    <w:rsid w:val="00781D82"/>
    <w:rsid w:val="00782066"/>
    <w:rsid w:val="00782764"/>
    <w:rsid w:val="00782B79"/>
    <w:rsid w:val="0078377C"/>
    <w:rsid w:val="00783A4D"/>
    <w:rsid w:val="00783FAD"/>
    <w:rsid w:val="007843A2"/>
    <w:rsid w:val="00784839"/>
    <w:rsid w:val="007848B6"/>
    <w:rsid w:val="007852D9"/>
    <w:rsid w:val="00785808"/>
    <w:rsid w:val="00785E01"/>
    <w:rsid w:val="007860F2"/>
    <w:rsid w:val="00786831"/>
    <w:rsid w:val="00786A48"/>
    <w:rsid w:val="00786CBE"/>
    <w:rsid w:val="00786CEA"/>
    <w:rsid w:val="00786EF2"/>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352"/>
    <w:rsid w:val="0079353D"/>
    <w:rsid w:val="007935A8"/>
    <w:rsid w:val="00793673"/>
    <w:rsid w:val="00793DD1"/>
    <w:rsid w:val="00793FA4"/>
    <w:rsid w:val="007944E8"/>
    <w:rsid w:val="007947B4"/>
    <w:rsid w:val="007949F6"/>
    <w:rsid w:val="00794A4A"/>
    <w:rsid w:val="00794B84"/>
    <w:rsid w:val="00794DED"/>
    <w:rsid w:val="00794EB6"/>
    <w:rsid w:val="00795704"/>
    <w:rsid w:val="00795F26"/>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0B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D73"/>
    <w:rsid w:val="007C23AB"/>
    <w:rsid w:val="007C338D"/>
    <w:rsid w:val="007C39FC"/>
    <w:rsid w:val="007C42A0"/>
    <w:rsid w:val="007C4391"/>
    <w:rsid w:val="007C44C7"/>
    <w:rsid w:val="007C5BCB"/>
    <w:rsid w:val="007C5D55"/>
    <w:rsid w:val="007C6130"/>
    <w:rsid w:val="007C6441"/>
    <w:rsid w:val="007C74DC"/>
    <w:rsid w:val="007D04A9"/>
    <w:rsid w:val="007D0679"/>
    <w:rsid w:val="007D09A2"/>
    <w:rsid w:val="007D1064"/>
    <w:rsid w:val="007D169F"/>
    <w:rsid w:val="007D1972"/>
    <w:rsid w:val="007D1E2A"/>
    <w:rsid w:val="007D23CE"/>
    <w:rsid w:val="007D2579"/>
    <w:rsid w:val="007D285C"/>
    <w:rsid w:val="007D2968"/>
    <w:rsid w:val="007D2CB4"/>
    <w:rsid w:val="007D3F4B"/>
    <w:rsid w:val="007D4091"/>
    <w:rsid w:val="007D40B4"/>
    <w:rsid w:val="007D441E"/>
    <w:rsid w:val="007D4461"/>
    <w:rsid w:val="007D48A2"/>
    <w:rsid w:val="007D5B53"/>
    <w:rsid w:val="007D6BA2"/>
    <w:rsid w:val="007D6D75"/>
    <w:rsid w:val="007D6E11"/>
    <w:rsid w:val="007D708D"/>
    <w:rsid w:val="007D76C0"/>
    <w:rsid w:val="007D7EBB"/>
    <w:rsid w:val="007E0735"/>
    <w:rsid w:val="007E09D7"/>
    <w:rsid w:val="007E0A6B"/>
    <w:rsid w:val="007E1303"/>
    <w:rsid w:val="007E19C5"/>
    <w:rsid w:val="007E1D19"/>
    <w:rsid w:val="007E2334"/>
    <w:rsid w:val="007E2F51"/>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280F"/>
    <w:rsid w:val="007F457C"/>
    <w:rsid w:val="007F4BBB"/>
    <w:rsid w:val="007F505B"/>
    <w:rsid w:val="007F5801"/>
    <w:rsid w:val="007F69A9"/>
    <w:rsid w:val="007F773C"/>
    <w:rsid w:val="007F7992"/>
    <w:rsid w:val="007F7AB5"/>
    <w:rsid w:val="007F7AD5"/>
    <w:rsid w:val="007F7EA5"/>
    <w:rsid w:val="008005A8"/>
    <w:rsid w:val="00800B49"/>
    <w:rsid w:val="00800C59"/>
    <w:rsid w:val="00800C8D"/>
    <w:rsid w:val="00800D55"/>
    <w:rsid w:val="00801000"/>
    <w:rsid w:val="00802011"/>
    <w:rsid w:val="00802265"/>
    <w:rsid w:val="00802415"/>
    <w:rsid w:val="0080264C"/>
    <w:rsid w:val="00803633"/>
    <w:rsid w:val="00803753"/>
    <w:rsid w:val="008037FD"/>
    <w:rsid w:val="00804399"/>
    <w:rsid w:val="008048B9"/>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4C8"/>
    <w:rsid w:val="0081479E"/>
    <w:rsid w:val="008150DB"/>
    <w:rsid w:val="008151FF"/>
    <w:rsid w:val="00815235"/>
    <w:rsid w:val="00815340"/>
    <w:rsid w:val="0081545D"/>
    <w:rsid w:val="0081597B"/>
    <w:rsid w:val="008159ED"/>
    <w:rsid w:val="00816CF1"/>
    <w:rsid w:val="0081794C"/>
    <w:rsid w:val="00817DC3"/>
    <w:rsid w:val="00820133"/>
    <w:rsid w:val="008202AA"/>
    <w:rsid w:val="008205C3"/>
    <w:rsid w:val="00820F63"/>
    <w:rsid w:val="00820FA8"/>
    <w:rsid w:val="00821B41"/>
    <w:rsid w:val="008224AB"/>
    <w:rsid w:val="00823071"/>
    <w:rsid w:val="008234E4"/>
    <w:rsid w:val="00823818"/>
    <w:rsid w:val="00823C8F"/>
    <w:rsid w:val="008240F0"/>
    <w:rsid w:val="0082442B"/>
    <w:rsid w:val="008247BC"/>
    <w:rsid w:val="008265E2"/>
    <w:rsid w:val="00826F4F"/>
    <w:rsid w:val="00827AE8"/>
    <w:rsid w:val="00827D94"/>
    <w:rsid w:val="0083047F"/>
    <w:rsid w:val="00830526"/>
    <w:rsid w:val="0083066C"/>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37B97"/>
    <w:rsid w:val="008400A8"/>
    <w:rsid w:val="00840241"/>
    <w:rsid w:val="008407AB"/>
    <w:rsid w:val="00841031"/>
    <w:rsid w:val="00841537"/>
    <w:rsid w:val="008416A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50250"/>
    <w:rsid w:val="008504C8"/>
    <w:rsid w:val="00850841"/>
    <w:rsid w:val="008516E3"/>
    <w:rsid w:val="0085185E"/>
    <w:rsid w:val="00851A9A"/>
    <w:rsid w:val="00851BB9"/>
    <w:rsid w:val="00851BBB"/>
    <w:rsid w:val="00851D8B"/>
    <w:rsid w:val="00851FAA"/>
    <w:rsid w:val="00852648"/>
    <w:rsid w:val="0085277C"/>
    <w:rsid w:val="00852B2A"/>
    <w:rsid w:val="00852C49"/>
    <w:rsid w:val="00852F10"/>
    <w:rsid w:val="0085366A"/>
    <w:rsid w:val="00853A9D"/>
    <w:rsid w:val="00854360"/>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7E9"/>
    <w:rsid w:val="00861BDC"/>
    <w:rsid w:val="00861C74"/>
    <w:rsid w:val="00861D88"/>
    <w:rsid w:val="008627BF"/>
    <w:rsid w:val="00862AC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BDF"/>
    <w:rsid w:val="00873E57"/>
    <w:rsid w:val="00873EB6"/>
    <w:rsid w:val="00874016"/>
    <w:rsid w:val="00874B59"/>
    <w:rsid w:val="00874ECC"/>
    <w:rsid w:val="00874F8E"/>
    <w:rsid w:val="00875924"/>
    <w:rsid w:val="008759B4"/>
    <w:rsid w:val="00875F18"/>
    <w:rsid w:val="00876312"/>
    <w:rsid w:val="0087697E"/>
    <w:rsid w:val="00876A01"/>
    <w:rsid w:val="0087713F"/>
    <w:rsid w:val="008775DE"/>
    <w:rsid w:val="00877665"/>
    <w:rsid w:val="00877BE6"/>
    <w:rsid w:val="00877CE3"/>
    <w:rsid w:val="00877F91"/>
    <w:rsid w:val="0088130B"/>
    <w:rsid w:val="00881ACC"/>
    <w:rsid w:val="00882034"/>
    <w:rsid w:val="0088288D"/>
    <w:rsid w:val="00882BD9"/>
    <w:rsid w:val="00882C06"/>
    <w:rsid w:val="00883177"/>
    <w:rsid w:val="00883188"/>
    <w:rsid w:val="0088372C"/>
    <w:rsid w:val="0088536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F68"/>
    <w:rsid w:val="00896420"/>
    <w:rsid w:val="00896574"/>
    <w:rsid w:val="00896AC1"/>
    <w:rsid w:val="00896AE2"/>
    <w:rsid w:val="00897387"/>
    <w:rsid w:val="0089759D"/>
    <w:rsid w:val="00897755"/>
    <w:rsid w:val="00897B2A"/>
    <w:rsid w:val="008A0AE3"/>
    <w:rsid w:val="008A0B09"/>
    <w:rsid w:val="008A0B39"/>
    <w:rsid w:val="008A0BBC"/>
    <w:rsid w:val="008A1169"/>
    <w:rsid w:val="008A1ADD"/>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E64"/>
    <w:rsid w:val="008A3FA4"/>
    <w:rsid w:val="008A4D5D"/>
    <w:rsid w:val="008A4D8E"/>
    <w:rsid w:val="008A5C58"/>
    <w:rsid w:val="008A5CB5"/>
    <w:rsid w:val="008A6397"/>
    <w:rsid w:val="008A6755"/>
    <w:rsid w:val="008A6BF6"/>
    <w:rsid w:val="008B06D4"/>
    <w:rsid w:val="008B096A"/>
    <w:rsid w:val="008B0FE4"/>
    <w:rsid w:val="008B1216"/>
    <w:rsid w:val="008B286D"/>
    <w:rsid w:val="008B2C38"/>
    <w:rsid w:val="008B2C95"/>
    <w:rsid w:val="008B3631"/>
    <w:rsid w:val="008B38E6"/>
    <w:rsid w:val="008B38ED"/>
    <w:rsid w:val="008B3D8A"/>
    <w:rsid w:val="008B3FD9"/>
    <w:rsid w:val="008B44A7"/>
    <w:rsid w:val="008B46B2"/>
    <w:rsid w:val="008B4EC4"/>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C1D"/>
    <w:rsid w:val="008C2531"/>
    <w:rsid w:val="008C2569"/>
    <w:rsid w:val="008C25B5"/>
    <w:rsid w:val="008C25FF"/>
    <w:rsid w:val="008C34AF"/>
    <w:rsid w:val="008C3660"/>
    <w:rsid w:val="008C375A"/>
    <w:rsid w:val="008C3FB0"/>
    <w:rsid w:val="008C4A30"/>
    <w:rsid w:val="008C4D9F"/>
    <w:rsid w:val="008C4EA0"/>
    <w:rsid w:val="008C527E"/>
    <w:rsid w:val="008C590F"/>
    <w:rsid w:val="008C67B3"/>
    <w:rsid w:val="008C682F"/>
    <w:rsid w:val="008C6C2C"/>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5F4E"/>
    <w:rsid w:val="008D6236"/>
    <w:rsid w:val="008D6AD6"/>
    <w:rsid w:val="008D71AF"/>
    <w:rsid w:val="008D785B"/>
    <w:rsid w:val="008D7BE1"/>
    <w:rsid w:val="008E0B3A"/>
    <w:rsid w:val="008E1542"/>
    <w:rsid w:val="008E1F10"/>
    <w:rsid w:val="008E20B4"/>
    <w:rsid w:val="008E223E"/>
    <w:rsid w:val="008E2F3B"/>
    <w:rsid w:val="008E3F25"/>
    <w:rsid w:val="008E544B"/>
    <w:rsid w:val="008E56EF"/>
    <w:rsid w:val="008E6102"/>
    <w:rsid w:val="008E722D"/>
    <w:rsid w:val="008E7C58"/>
    <w:rsid w:val="008E7EF9"/>
    <w:rsid w:val="008F0259"/>
    <w:rsid w:val="008F0520"/>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54"/>
    <w:rsid w:val="008F76B7"/>
    <w:rsid w:val="008F76E5"/>
    <w:rsid w:val="008F7ADF"/>
    <w:rsid w:val="00901525"/>
    <w:rsid w:val="00901C93"/>
    <w:rsid w:val="0090293B"/>
    <w:rsid w:val="00903313"/>
    <w:rsid w:val="00903C44"/>
    <w:rsid w:val="0090413E"/>
    <w:rsid w:val="009043C9"/>
    <w:rsid w:val="00904BD3"/>
    <w:rsid w:val="009055AB"/>
    <w:rsid w:val="00905E2B"/>
    <w:rsid w:val="00906197"/>
    <w:rsid w:val="009063B2"/>
    <w:rsid w:val="00906556"/>
    <w:rsid w:val="00907AAF"/>
    <w:rsid w:val="009108DA"/>
    <w:rsid w:val="00910DFB"/>
    <w:rsid w:val="00911554"/>
    <w:rsid w:val="0091294E"/>
    <w:rsid w:val="009131C7"/>
    <w:rsid w:val="009134A5"/>
    <w:rsid w:val="0091376A"/>
    <w:rsid w:val="00914CC0"/>
    <w:rsid w:val="00914D0A"/>
    <w:rsid w:val="0091503D"/>
    <w:rsid w:val="0091594A"/>
    <w:rsid w:val="00915C07"/>
    <w:rsid w:val="00915DCF"/>
    <w:rsid w:val="00916F0B"/>
    <w:rsid w:val="00917776"/>
    <w:rsid w:val="009179B7"/>
    <w:rsid w:val="00917AB6"/>
    <w:rsid w:val="0092085D"/>
    <w:rsid w:val="00921291"/>
    <w:rsid w:val="0092139B"/>
    <w:rsid w:val="00921943"/>
    <w:rsid w:val="00921AA8"/>
    <w:rsid w:val="00921B90"/>
    <w:rsid w:val="0092251B"/>
    <w:rsid w:val="00922DF5"/>
    <w:rsid w:val="00923146"/>
    <w:rsid w:val="009235EE"/>
    <w:rsid w:val="00923A57"/>
    <w:rsid w:val="00923CBE"/>
    <w:rsid w:val="00923D93"/>
    <w:rsid w:val="0092423A"/>
    <w:rsid w:val="009246CB"/>
    <w:rsid w:val="00924AA1"/>
    <w:rsid w:val="0092560A"/>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403"/>
    <w:rsid w:val="00932BEF"/>
    <w:rsid w:val="00932D2B"/>
    <w:rsid w:val="0093367A"/>
    <w:rsid w:val="0093373A"/>
    <w:rsid w:val="0093377A"/>
    <w:rsid w:val="009337E3"/>
    <w:rsid w:val="00933A7C"/>
    <w:rsid w:val="00933B34"/>
    <w:rsid w:val="00933F96"/>
    <w:rsid w:val="00934426"/>
    <w:rsid w:val="00934878"/>
    <w:rsid w:val="00934892"/>
    <w:rsid w:val="009349E6"/>
    <w:rsid w:val="00934C7F"/>
    <w:rsid w:val="00934E33"/>
    <w:rsid w:val="00934FBF"/>
    <w:rsid w:val="00935110"/>
    <w:rsid w:val="00935E88"/>
    <w:rsid w:val="0093629A"/>
    <w:rsid w:val="009363D7"/>
    <w:rsid w:val="00936A55"/>
    <w:rsid w:val="0093753C"/>
    <w:rsid w:val="00937694"/>
    <w:rsid w:val="00937997"/>
    <w:rsid w:val="00937F03"/>
    <w:rsid w:val="0094086E"/>
    <w:rsid w:val="00941A97"/>
    <w:rsid w:val="0094214A"/>
    <w:rsid w:val="009421F9"/>
    <w:rsid w:val="009422AD"/>
    <w:rsid w:val="00942605"/>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F98"/>
    <w:rsid w:val="009562B2"/>
    <w:rsid w:val="00956619"/>
    <w:rsid w:val="00956D3D"/>
    <w:rsid w:val="0095739F"/>
    <w:rsid w:val="009574F8"/>
    <w:rsid w:val="00957F01"/>
    <w:rsid w:val="009611E8"/>
    <w:rsid w:val="009618B8"/>
    <w:rsid w:val="00961DFB"/>
    <w:rsid w:val="00962B87"/>
    <w:rsid w:val="00963988"/>
    <w:rsid w:val="00963A15"/>
    <w:rsid w:val="00963A9F"/>
    <w:rsid w:val="00963E9F"/>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356D"/>
    <w:rsid w:val="0097420A"/>
    <w:rsid w:val="009751E1"/>
    <w:rsid w:val="009752A8"/>
    <w:rsid w:val="00975B11"/>
    <w:rsid w:val="00975C49"/>
    <w:rsid w:val="00975F3F"/>
    <w:rsid w:val="00975FBF"/>
    <w:rsid w:val="00976280"/>
    <w:rsid w:val="009762BE"/>
    <w:rsid w:val="00976915"/>
    <w:rsid w:val="00977268"/>
    <w:rsid w:val="00977DB9"/>
    <w:rsid w:val="00977FCA"/>
    <w:rsid w:val="00977FEE"/>
    <w:rsid w:val="00980098"/>
    <w:rsid w:val="00981BEE"/>
    <w:rsid w:val="009820BC"/>
    <w:rsid w:val="0098238B"/>
    <w:rsid w:val="009823B4"/>
    <w:rsid w:val="00982A4A"/>
    <w:rsid w:val="009838C9"/>
    <w:rsid w:val="009848F3"/>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5962"/>
    <w:rsid w:val="009A5BD3"/>
    <w:rsid w:val="009A5C83"/>
    <w:rsid w:val="009A6106"/>
    <w:rsid w:val="009A67A0"/>
    <w:rsid w:val="009A6D5A"/>
    <w:rsid w:val="009A72F6"/>
    <w:rsid w:val="009A7335"/>
    <w:rsid w:val="009A7EA6"/>
    <w:rsid w:val="009B00F3"/>
    <w:rsid w:val="009B04B5"/>
    <w:rsid w:val="009B090B"/>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45D"/>
    <w:rsid w:val="009B7C76"/>
    <w:rsid w:val="009B7DE7"/>
    <w:rsid w:val="009C076F"/>
    <w:rsid w:val="009C0889"/>
    <w:rsid w:val="009C0CEE"/>
    <w:rsid w:val="009C1499"/>
    <w:rsid w:val="009C18B8"/>
    <w:rsid w:val="009C1996"/>
    <w:rsid w:val="009C1B22"/>
    <w:rsid w:val="009C25F8"/>
    <w:rsid w:val="009C28A4"/>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121"/>
    <w:rsid w:val="009D2344"/>
    <w:rsid w:val="009D25A5"/>
    <w:rsid w:val="009D261C"/>
    <w:rsid w:val="009D2B80"/>
    <w:rsid w:val="009D2FEC"/>
    <w:rsid w:val="009D4602"/>
    <w:rsid w:val="009D4730"/>
    <w:rsid w:val="009D4984"/>
    <w:rsid w:val="009D4A4E"/>
    <w:rsid w:val="009D4D82"/>
    <w:rsid w:val="009D5D6F"/>
    <w:rsid w:val="009D6C1B"/>
    <w:rsid w:val="009D7591"/>
    <w:rsid w:val="009D7A76"/>
    <w:rsid w:val="009D7C9A"/>
    <w:rsid w:val="009D7C9B"/>
    <w:rsid w:val="009D7DE5"/>
    <w:rsid w:val="009D7FB8"/>
    <w:rsid w:val="009E0014"/>
    <w:rsid w:val="009E0159"/>
    <w:rsid w:val="009E0837"/>
    <w:rsid w:val="009E1160"/>
    <w:rsid w:val="009E14FA"/>
    <w:rsid w:val="009E16ED"/>
    <w:rsid w:val="009E2263"/>
    <w:rsid w:val="009E239B"/>
    <w:rsid w:val="009E2677"/>
    <w:rsid w:val="009E28EE"/>
    <w:rsid w:val="009E2CEE"/>
    <w:rsid w:val="009E3954"/>
    <w:rsid w:val="009E4374"/>
    <w:rsid w:val="009E46E6"/>
    <w:rsid w:val="009E4A41"/>
    <w:rsid w:val="009E64AE"/>
    <w:rsid w:val="009E7339"/>
    <w:rsid w:val="009E7527"/>
    <w:rsid w:val="009E768B"/>
    <w:rsid w:val="009E7B40"/>
    <w:rsid w:val="009E7CAD"/>
    <w:rsid w:val="009F1CD9"/>
    <w:rsid w:val="009F1F61"/>
    <w:rsid w:val="009F2762"/>
    <w:rsid w:val="009F2838"/>
    <w:rsid w:val="009F32AE"/>
    <w:rsid w:val="009F33A9"/>
    <w:rsid w:val="009F4419"/>
    <w:rsid w:val="009F47F4"/>
    <w:rsid w:val="009F48D8"/>
    <w:rsid w:val="009F57D6"/>
    <w:rsid w:val="009F5B23"/>
    <w:rsid w:val="009F6391"/>
    <w:rsid w:val="009F6848"/>
    <w:rsid w:val="009F77E1"/>
    <w:rsid w:val="009F79B8"/>
    <w:rsid w:val="009F7CAE"/>
    <w:rsid w:val="009F7CEA"/>
    <w:rsid w:val="00A003C9"/>
    <w:rsid w:val="00A005DD"/>
    <w:rsid w:val="00A00BBA"/>
    <w:rsid w:val="00A00F49"/>
    <w:rsid w:val="00A011BA"/>
    <w:rsid w:val="00A015F1"/>
    <w:rsid w:val="00A023A8"/>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FC1"/>
    <w:rsid w:val="00A159C5"/>
    <w:rsid w:val="00A1635C"/>
    <w:rsid w:val="00A167DC"/>
    <w:rsid w:val="00A167E3"/>
    <w:rsid w:val="00A16934"/>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C72"/>
    <w:rsid w:val="00A33F75"/>
    <w:rsid w:val="00A3447B"/>
    <w:rsid w:val="00A34725"/>
    <w:rsid w:val="00A34A73"/>
    <w:rsid w:val="00A35439"/>
    <w:rsid w:val="00A35635"/>
    <w:rsid w:val="00A363D7"/>
    <w:rsid w:val="00A3658E"/>
    <w:rsid w:val="00A36B83"/>
    <w:rsid w:val="00A37401"/>
    <w:rsid w:val="00A40641"/>
    <w:rsid w:val="00A40728"/>
    <w:rsid w:val="00A411F5"/>
    <w:rsid w:val="00A411FD"/>
    <w:rsid w:val="00A41545"/>
    <w:rsid w:val="00A41698"/>
    <w:rsid w:val="00A41EDF"/>
    <w:rsid w:val="00A4246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2CCE"/>
    <w:rsid w:val="00A5336E"/>
    <w:rsid w:val="00A541E3"/>
    <w:rsid w:val="00A544A7"/>
    <w:rsid w:val="00A546C6"/>
    <w:rsid w:val="00A55899"/>
    <w:rsid w:val="00A55F2B"/>
    <w:rsid w:val="00A56247"/>
    <w:rsid w:val="00A5628C"/>
    <w:rsid w:val="00A57537"/>
    <w:rsid w:val="00A603B6"/>
    <w:rsid w:val="00A60B78"/>
    <w:rsid w:val="00A60C33"/>
    <w:rsid w:val="00A60C78"/>
    <w:rsid w:val="00A60E3E"/>
    <w:rsid w:val="00A60F5D"/>
    <w:rsid w:val="00A61035"/>
    <w:rsid w:val="00A61379"/>
    <w:rsid w:val="00A61514"/>
    <w:rsid w:val="00A61908"/>
    <w:rsid w:val="00A61A98"/>
    <w:rsid w:val="00A62022"/>
    <w:rsid w:val="00A622C4"/>
    <w:rsid w:val="00A62F0D"/>
    <w:rsid w:val="00A63104"/>
    <w:rsid w:val="00A637B9"/>
    <w:rsid w:val="00A63CF3"/>
    <w:rsid w:val="00A6433A"/>
    <w:rsid w:val="00A643F3"/>
    <w:rsid w:val="00A644EB"/>
    <w:rsid w:val="00A64505"/>
    <w:rsid w:val="00A648E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A90"/>
    <w:rsid w:val="00A73F13"/>
    <w:rsid w:val="00A741AB"/>
    <w:rsid w:val="00A743F7"/>
    <w:rsid w:val="00A7481F"/>
    <w:rsid w:val="00A74CF8"/>
    <w:rsid w:val="00A75177"/>
    <w:rsid w:val="00A7536A"/>
    <w:rsid w:val="00A75ED9"/>
    <w:rsid w:val="00A77270"/>
    <w:rsid w:val="00A774B7"/>
    <w:rsid w:val="00A77E5A"/>
    <w:rsid w:val="00A80DCB"/>
    <w:rsid w:val="00A82133"/>
    <w:rsid w:val="00A8247C"/>
    <w:rsid w:val="00A83BC9"/>
    <w:rsid w:val="00A84D04"/>
    <w:rsid w:val="00A851A5"/>
    <w:rsid w:val="00A87D9B"/>
    <w:rsid w:val="00A9093E"/>
    <w:rsid w:val="00A90D05"/>
    <w:rsid w:val="00A912A3"/>
    <w:rsid w:val="00A91342"/>
    <w:rsid w:val="00A91BBD"/>
    <w:rsid w:val="00A91C45"/>
    <w:rsid w:val="00A920DA"/>
    <w:rsid w:val="00A928D2"/>
    <w:rsid w:val="00A937CB"/>
    <w:rsid w:val="00A93A8F"/>
    <w:rsid w:val="00A94B78"/>
    <w:rsid w:val="00A954C6"/>
    <w:rsid w:val="00A95FA6"/>
    <w:rsid w:val="00A9650E"/>
    <w:rsid w:val="00A96770"/>
    <w:rsid w:val="00A96964"/>
    <w:rsid w:val="00AA05B7"/>
    <w:rsid w:val="00AA0CF9"/>
    <w:rsid w:val="00AA0FE7"/>
    <w:rsid w:val="00AA1E63"/>
    <w:rsid w:val="00AA22BE"/>
    <w:rsid w:val="00AA250C"/>
    <w:rsid w:val="00AA2AC5"/>
    <w:rsid w:val="00AA2FE1"/>
    <w:rsid w:val="00AA315B"/>
    <w:rsid w:val="00AA376F"/>
    <w:rsid w:val="00AA4076"/>
    <w:rsid w:val="00AA47FF"/>
    <w:rsid w:val="00AA4C20"/>
    <w:rsid w:val="00AA544F"/>
    <w:rsid w:val="00AA57A2"/>
    <w:rsid w:val="00AA613F"/>
    <w:rsid w:val="00AA6A66"/>
    <w:rsid w:val="00AA6FF7"/>
    <w:rsid w:val="00AB0024"/>
    <w:rsid w:val="00AB0298"/>
    <w:rsid w:val="00AB046E"/>
    <w:rsid w:val="00AB0688"/>
    <w:rsid w:val="00AB078C"/>
    <w:rsid w:val="00AB08B4"/>
    <w:rsid w:val="00AB1ED8"/>
    <w:rsid w:val="00AB20F0"/>
    <w:rsid w:val="00AB28E8"/>
    <w:rsid w:val="00AB2983"/>
    <w:rsid w:val="00AB2BD0"/>
    <w:rsid w:val="00AB30A7"/>
    <w:rsid w:val="00AB32C5"/>
    <w:rsid w:val="00AB3D48"/>
    <w:rsid w:val="00AB3E8B"/>
    <w:rsid w:val="00AB4772"/>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5D"/>
    <w:rsid w:val="00AC32FE"/>
    <w:rsid w:val="00AC3330"/>
    <w:rsid w:val="00AC3334"/>
    <w:rsid w:val="00AC3639"/>
    <w:rsid w:val="00AC397F"/>
    <w:rsid w:val="00AC3B07"/>
    <w:rsid w:val="00AC3E84"/>
    <w:rsid w:val="00AC4A70"/>
    <w:rsid w:val="00AC4F0B"/>
    <w:rsid w:val="00AC6D2B"/>
    <w:rsid w:val="00AC6E2E"/>
    <w:rsid w:val="00AC78BF"/>
    <w:rsid w:val="00AC7E06"/>
    <w:rsid w:val="00AD0AD6"/>
    <w:rsid w:val="00AD0DBB"/>
    <w:rsid w:val="00AD0F7A"/>
    <w:rsid w:val="00AD152E"/>
    <w:rsid w:val="00AD180D"/>
    <w:rsid w:val="00AD1B64"/>
    <w:rsid w:val="00AD1C83"/>
    <w:rsid w:val="00AD27A1"/>
    <w:rsid w:val="00AD325C"/>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94C"/>
    <w:rsid w:val="00AE0B0F"/>
    <w:rsid w:val="00AE0B1A"/>
    <w:rsid w:val="00AE0BDF"/>
    <w:rsid w:val="00AE116C"/>
    <w:rsid w:val="00AE2358"/>
    <w:rsid w:val="00AE2772"/>
    <w:rsid w:val="00AE2FE5"/>
    <w:rsid w:val="00AE35D1"/>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4C93"/>
    <w:rsid w:val="00AF52BC"/>
    <w:rsid w:val="00AF5345"/>
    <w:rsid w:val="00AF5466"/>
    <w:rsid w:val="00AF5531"/>
    <w:rsid w:val="00AF5B28"/>
    <w:rsid w:val="00AF5ED9"/>
    <w:rsid w:val="00AF77A5"/>
    <w:rsid w:val="00AF7C05"/>
    <w:rsid w:val="00B003F8"/>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D0"/>
    <w:rsid w:val="00B11A72"/>
    <w:rsid w:val="00B120B7"/>
    <w:rsid w:val="00B1221C"/>
    <w:rsid w:val="00B12F13"/>
    <w:rsid w:val="00B13034"/>
    <w:rsid w:val="00B13112"/>
    <w:rsid w:val="00B131DF"/>
    <w:rsid w:val="00B1332C"/>
    <w:rsid w:val="00B13BF6"/>
    <w:rsid w:val="00B13D5B"/>
    <w:rsid w:val="00B15D75"/>
    <w:rsid w:val="00B1616A"/>
    <w:rsid w:val="00B167A4"/>
    <w:rsid w:val="00B16CDE"/>
    <w:rsid w:val="00B16D96"/>
    <w:rsid w:val="00B16E93"/>
    <w:rsid w:val="00B17105"/>
    <w:rsid w:val="00B2032D"/>
    <w:rsid w:val="00B20741"/>
    <w:rsid w:val="00B20A4F"/>
    <w:rsid w:val="00B20BBA"/>
    <w:rsid w:val="00B20E61"/>
    <w:rsid w:val="00B20FE3"/>
    <w:rsid w:val="00B21378"/>
    <w:rsid w:val="00B217A7"/>
    <w:rsid w:val="00B21BE6"/>
    <w:rsid w:val="00B21EBC"/>
    <w:rsid w:val="00B2263E"/>
    <w:rsid w:val="00B22E3C"/>
    <w:rsid w:val="00B22ECA"/>
    <w:rsid w:val="00B237C1"/>
    <w:rsid w:val="00B23AB6"/>
    <w:rsid w:val="00B23C58"/>
    <w:rsid w:val="00B23D9F"/>
    <w:rsid w:val="00B2422A"/>
    <w:rsid w:val="00B243A9"/>
    <w:rsid w:val="00B24915"/>
    <w:rsid w:val="00B24F2F"/>
    <w:rsid w:val="00B2590B"/>
    <w:rsid w:val="00B25A0B"/>
    <w:rsid w:val="00B274C2"/>
    <w:rsid w:val="00B277F2"/>
    <w:rsid w:val="00B27E13"/>
    <w:rsid w:val="00B30859"/>
    <w:rsid w:val="00B315E6"/>
    <w:rsid w:val="00B31605"/>
    <w:rsid w:val="00B316F7"/>
    <w:rsid w:val="00B31860"/>
    <w:rsid w:val="00B321C8"/>
    <w:rsid w:val="00B328EF"/>
    <w:rsid w:val="00B32BA9"/>
    <w:rsid w:val="00B32C02"/>
    <w:rsid w:val="00B32D56"/>
    <w:rsid w:val="00B3338C"/>
    <w:rsid w:val="00B34662"/>
    <w:rsid w:val="00B34D0D"/>
    <w:rsid w:val="00B34F40"/>
    <w:rsid w:val="00B35525"/>
    <w:rsid w:val="00B359E6"/>
    <w:rsid w:val="00B35A96"/>
    <w:rsid w:val="00B35B02"/>
    <w:rsid w:val="00B35C72"/>
    <w:rsid w:val="00B35FCD"/>
    <w:rsid w:val="00B3605D"/>
    <w:rsid w:val="00B3628F"/>
    <w:rsid w:val="00B362BE"/>
    <w:rsid w:val="00B36A6D"/>
    <w:rsid w:val="00B36BD7"/>
    <w:rsid w:val="00B36C8E"/>
    <w:rsid w:val="00B3782C"/>
    <w:rsid w:val="00B378F7"/>
    <w:rsid w:val="00B4024D"/>
    <w:rsid w:val="00B40D4A"/>
    <w:rsid w:val="00B41E9D"/>
    <w:rsid w:val="00B422AA"/>
    <w:rsid w:val="00B423DB"/>
    <w:rsid w:val="00B424BE"/>
    <w:rsid w:val="00B42A5E"/>
    <w:rsid w:val="00B42A82"/>
    <w:rsid w:val="00B42C30"/>
    <w:rsid w:val="00B42DBF"/>
    <w:rsid w:val="00B42F39"/>
    <w:rsid w:val="00B43308"/>
    <w:rsid w:val="00B43ADA"/>
    <w:rsid w:val="00B440BC"/>
    <w:rsid w:val="00B4429F"/>
    <w:rsid w:val="00B44581"/>
    <w:rsid w:val="00B445D7"/>
    <w:rsid w:val="00B44C25"/>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25A"/>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CDE"/>
    <w:rsid w:val="00B73D8B"/>
    <w:rsid w:val="00B743C2"/>
    <w:rsid w:val="00B74767"/>
    <w:rsid w:val="00B74B19"/>
    <w:rsid w:val="00B7623B"/>
    <w:rsid w:val="00B765C5"/>
    <w:rsid w:val="00B76B45"/>
    <w:rsid w:val="00B76C32"/>
    <w:rsid w:val="00B76DB1"/>
    <w:rsid w:val="00B777D4"/>
    <w:rsid w:val="00B77950"/>
    <w:rsid w:val="00B80065"/>
    <w:rsid w:val="00B80149"/>
    <w:rsid w:val="00B80711"/>
    <w:rsid w:val="00B809AC"/>
    <w:rsid w:val="00B80ADC"/>
    <w:rsid w:val="00B80B12"/>
    <w:rsid w:val="00B80B60"/>
    <w:rsid w:val="00B81A0F"/>
    <w:rsid w:val="00B8210F"/>
    <w:rsid w:val="00B82A6E"/>
    <w:rsid w:val="00B83783"/>
    <w:rsid w:val="00B838D7"/>
    <w:rsid w:val="00B8453A"/>
    <w:rsid w:val="00B851FB"/>
    <w:rsid w:val="00B85314"/>
    <w:rsid w:val="00B85B6A"/>
    <w:rsid w:val="00B85D82"/>
    <w:rsid w:val="00B85E6F"/>
    <w:rsid w:val="00B861BA"/>
    <w:rsid w:val="00B8692F"/>
    <w:rsid w:val="00B86E34"/>
    <w:rsid w:val="00B8766C"/>
    <w:rsid w:val="00B9023F"/>
    <w:rsid w:val="00B9065A"/>
    <w:rsid w:val="00B90B4D"/>
    <w:rsid w:val="00B90E30"/>
    <w:rsid w:val="00B91F4B"/>
    <w:rsid w:val="00B92F86"/>
    <w:rsid w:val="00B9318F"/>
    <w:rsid w:val="00B939F9"/>
    <w:rsid w:val="00B942EF"/>
    <w:rsid w:val="00B94489"/>
    <w:rsid w:val="00B94C23"/>
    <w:rsid w:val="00B94E6D"/>
    <w:rsid w:val="00B95365"/>
    <w:rsid w:val="00B95434"/>
    <w:rsid w:val="00B95CD4"/>
    <w:rsid w:val="00B95ED3"/>
    <w:rsid w:val="00B96104"/>
    <w:rsid w:val="00B96175"/>
    <w:rsid w:val="00B969FF"/>
    <w:rsid w:val="00B97B6D"/>
    <w:rsid w:val="00BA1C59"/>
    <w:rsid w:val="00BA1E64"/>
    <w:rsid w:val="00BA2302"/>
    <w:rsid w:val="00BA2344"/>
    <w:rsid w:val="00BA26B2"/>
    <w:rsid w:val="00BA2847"/>
    <w:rsid w:val="00BA2E30"/>
    <w:rsid w:val="00BA3456"/>
    <w:rsid w:val="00BA3A82"/>
    <w:rsid w:val="00BA4244"/>
    <w:rsid w:val="00BA4DA4"/>
    <w:rsid w:val="00BA5040"/>
    <w:rsid w:val="00BA512E"/>
    <w:rsid w:val="00BA54FC"/>
    <w:rsid w:val="00BA599E"/>
    <w:rsid w:val="00BA59C6"/>
    <w:rsid w:val="00BA607D"/>
    <w:rsid w:val="00BA681B"/>
    <w:rsid w:val="00BA6CEE"/>
    <w:rsid w:val="00BA718B"/>
    <w:rsid w:val="00BB00B7"/>
    <w:rsid w:val="00BB036F"/>
    <w:rsid w:val="00BB0927"/>
    <w:rsid w:val="00BB0BC8"/>
    <w:rsid w:val="00BB0C3C"/>
    <w:rsid w:val="00BB0FC7"/>
    <w:rsid w:val="00BB1BAF"/>
    <w:rsid w:val="00BB1BB9"/>
    <w:rsid w:val="00BB27C4"/>
    <w:rsid w:val="00BB28A1"/>
    <w:rsid w:val="00BB2ABD"/>
    <w:rsid w:val="00BB2AF4"/>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B18"/>
    <w:rsid w:val="00BC24A2"/>
    <w:rsid w:val="00BC271C"/>
    <w:rsid w:val="00BC3B86"/>
    <w:rsid w:val="00BC4013"/>
    <w:rsid w:val="00BC4393"/>
    <w:rsid w:val="00BC4C72"/>
    <w:rsid w:val="00BC53FE"/>
    <w:rsid w:val="00BC61BC"/>
    <w:rsid w:val="00BC75FB"/>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7508"/>
    <w:rsid w:val="00BE0D6B"/>
    <w:rsid w:val="00BE1183"/>
    <w:rsid w:val="00BE1298"/>
    <w:rsid w:val="00BE1510"/>
    <w:rsid w:val="00BE15F2"/>
    <w:rsid w:val="00BE1C4A"/>
    <w:rsid w:val="00BE2424"/>
    <w:rsid w:val="00BE2C88"/>
    <w:rsid w:val="00BE2FE6"/>
    <w:rsid w:val="00BE3BCC"/>
    <w:rsid w:val="00BE42AC"/>
    <w:rsid w:val="00BE4547"/>
    <w:rsid w:val="00BE4714"/>
    <w:rsid w:val="00BE4A3A"/>
    <w:rsid w:val="00BE4E8D"/>
    <w:rsid w:val="00BE4FB6"/>
    <w:rsid w:val="00BE5317"/>
    <w:rsid w:val="00BE651E"/>
    <w:rsid w:val="00BE6B23"/>
    <w:rsid w:val="00BE6B97"/>
    <w:rsid w:val="00BE700C"/>
    <w:rsid w:val="00BF0B57"/>
    <w:rsid w:val="00BF0FF3"/>
    <w:rsid w:val="00BF125D"/>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925"/>
    <w:rsid w:val="00BF6D52"/>
    <w:rsid w:val="00BF6FDF"/>
    <w:rsid w:val="00BF78D6"/>
    <w:rsid w:val="00BF7D37"/>
    <w:rsid w:val="00C0009E"/>
    <w:rsid w:val="00C00A8F"/>
    <w:rsid w:val="00C01566"/>
    <w:rsid w:val="00C01734"/>
    <w:rsid w:val="00C01DA8"/>
    <w:rsid w:val="00C0234C"/>
    <w:rsid w:val="00C032A0"/>
    <w:rsid w:val="00C03902"/>
    <w:rsid w:val="00C0438D"/>
    <w:rsid w:val="00C05AD3"/>
    <w:rsid w:val="00C05C14"/>
    <w:rsid w:val="00C05E52"/>
    <w:rsid w:val="00C0603B"/>
    <w:rsid w:val="00C063F7"/>
    <w:rsid w:val="00C07BA7"/>
    <w:rsid w:val="00C07E01"/>
    <w:rsid w:val="00C07E95"/>
    <w:rsid w:val="00C10BB7"/>
    <w:rsid w:val="00C10D2B"/>
    <w:rsid w:val="00C120BF"/>
    <w:rsid w:val="00C124B8"/>
    <w:rsid w:val="00C12D58"/>
    <w:rsid w:val="00C12FC1"/>
    <w:rsid w:val="00C13720"/>
    <w:rsid w:val="00C153BD"/>
    <w:rsid w:val="00C154C0"/>
    <w:rsid w:val="00C15705"/>
    <w:rsid w:val="00C1598C"/>
    <w:rsid w:val="00C16172"/>
    <w:rsid w:val="00C16207"/>
    <w:rsid w:val="00C16804"/>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764"/>
    <w:rsid w:val="00C217AD"/>
    <w:rsid w:val="00C21935"/>
    <w:rsid w:val="00C219C3"/>
    <w:rsid w:val="00C21D0C"/>
    <w:rsid w:val="00C22016"/>
    <w:rsid w:val="00C223D7"/>
    <w:rsid w:val="00C22419"/>
    <w:rsid w:val="00C22588"/>
    <w:rsid w:val="00C229EA"/>
    <w:rsid w:val="00C233E3"/>
    <w:rsid w:val="00C234C9"/>
    <w:rsid w:val="00C234E6"/>
    <w:rsid w:val="00C23672"/>
    <w:rsid w:val="00C237EC"/>
    <w:rsid w:val="00C2398A"/>
    <w:rsid w:val="00C23E21"/>
    <w:rsid w:val="00C2438A"/>
    <w:rsid w:val="00C24B84"/>
    <w:rsid w:val="00C24C43"/>
    <w:rsid w:val="00C262A5"/>
    <w:rsid w:val="00C2667A"/>
    <w:rsid w:val="00C27073"/>
    <w:rsid w:val="00C2708A"/>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484"/>
    <w:rsid w:val="00C3569F"/>
    <w:rsid w:val="00C35CC0"/>
    <w:rsid w:val="00C35DB7"/>
    <w:rsid w:val="00C35ECE"/>
    <w:rsid w:val="00C3693F"/>
    <w:rsid w:val="00C37202"/>
    <w:rsid w:val="00C3724D"/>
    <w:rsid w:val="00C37BBD"/>
    <w:rsid w:val="00C37F7F"/>
    <w:rsid w:val="00C40503"/>
    <w:rsid w:val="00C407F4"/>
    <w:rsid w:val="00C40909"/>
    <w:rsid w:val="00C41279"/>
    <w:rsid w:val="00C416F6"/>
    <w:rsid w:val="00C41BC1"/>
    <w:rsid w:val="00C422EE"/>
    <w:rsid w:val="00C42AB3"/>
    <w:rsid w:val="00C42C87"/>
    <w:rsid w:val="00C42CFC"/>
    <w:rsid w:val="00C42DB5"/>
    <w:rsid w:val="00C42FFA"/>
    <w:rsid w:val="00C4351A"/>
    <w:rsid w:val="00C43B6D"/>
    <w:rsid w:val="00C43BB9"/>
    <w:rsid w:val="00C45355"/>
    <w:rsid w:val="00C45888"/>
    <w:rsid w:val="00C463ED"/>
    <w:rsid w:val="00C46C1F"/>
    <w:rsid w:val="00C4783A"/>
    <w:rsid w:val="00C47937"/>
    <w:rsid w:val="00C50C29"/>
    <w:rsid w:val="00C50D00"/>
    <w:rsid w:val="00C50DF9"/>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E59"/>
    <w:rsid w:val="00C6021D"/>
    <w:rsid w:val="00C6037C"/>
    <w:rsid w:val="00C60559"/>
    <w:rsid w:val="00C61502"/>
    <w:rsid w:val="00C61D27"/>
    <w:rsid w:val="00C646E7"/>
    <w:rsid w:val="00C647A8"/>
    <w:rsid w:val="00C64D6C"/>
    <w:rsid w:val="00C65167"/>
    <w:rsid w:val="00C654D9"/>
    <w:rsid w:val="00C65B40"/>
    <w:rsid w:val="00C65E92"/>
    <w:rsid w:val="00C66422"/>
    <w:rsid w:val="00C666DE"/>
    <w:rsid w:val="00C666F0"/>
    <w:rsid w:val="00C66925"/>
    <w:rsid w:val="00C66F9B"/>
    <w:rsid w:val="00C67358"/>
    <w:rsid w:val="00C67363"/>
    <w:rsid w:val="00C6741A"/>
    <w:rsid w:val="00C675CB"/>
    <w:rsid w:val="00C67928"/>
    <w:rsid w:val="00C70B13"/>
    <w:rsid w:val="00C71201"/>
    <w:rsid w:val="00C716A8"/>
    <w:rsid w:val="00C71CA5"/>
    <w:rsid w:val="00C71F3A"/>
    <w:rsid w:val="00C723A9"/>
    <w:rsid w:val="00C73231"/>
    <w:rsid w:val="00C7348D"/>
    <w:rsid w:val="00C73E57"/>
    <w:rsid w:val="00C73FFE"/>
    <w:rsid w:val="00C7437A"/>
    <w:rsid w:val="00C75164"/>
    <w:rsid w:val="00C7559A"/>
    <w:rsid w:val="00C76541"/>
    <w:rsid w:val="00C7677A"/>
    <w:rsid w:val="00C76784"/>
    <w:rsid w:val="00C76959"/>
    <w:rsid w:val="00C76F55"/>
    <w:rsid w:val="00C770BC"/>
    <w:rsid w:val="00C77503"/>
    <w:rsid w:val="00C7777F"/>
    <w:rsid w:val="00C777DE"/>
    <w:rsid w:val="00C8084F"/>
    <w:rsid w:val="00C80F20"/>
    <w:rsid w:val="00C8108A"/>
    <w:rsid w:val="00C813C5"/>
    <w:rsid w:val="00C816FF"/>
    <w:rsid w:val="00C8176A"/>
    <w:rsid w:val="00C83CD6"/>
    <w:rsid w:val="00C849EC"/>
    <w:rsid w:val="00C85E7A"/>
    <w:rsid w:val="00C860AA"/>
    <w:rsid w:val="00C8678F"/>
    <w:rsid w:val="00C86A76"/>
    <w:rsid w:val="00C86F56"/>
    <w:rsid w:val="00C87B6D"/>
    <w:rsid w:val="00C87F4A"/>
    <w:rsid w:val="00C90980"/>
    <w:rsid w:val="00C91673"/>
    <w:rsid w:val="00C928A3"/>
    <w:rsid w:val="00C92C8D"/>
    <w:rsid w:val="00C92CE6"/>
    <w:rsid w:val="00C93182"/>
    <w:rsid w:val="00C93C61"/>
    <w:rsid w:val="00C93D5B"/>
    <w:rsid w:val="00C954C6"/>
    <w:rsid w:val="00C958AB"/>
    <w:rsid w:val="00C95F01"/>
    <w:rsid w:val="00C968E8"/>
    <w:rsid w:val="00C975F5"/>
    <w:rsid w:val="00C97780"/>
    <w:rsid w:val="00C97990"/>
    <w:rsid w:val="00C979FC"/>
    <w:rsid w:val="00CA028F"/>
    <w:rsid w:val="00CA0400"/>
    <w:rsid w:val="00CA061F"/>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A89"/>
    <w:rsid w:val="00CA4AE4"/>
    <w:rsid w:val="00CA4D85"/>
    <w:rsid w:val="00CA5768"/>
    <w:rsid w:val="00CA62F5"/>
    <w:rsid w:val="00CA6431"/>
    <w:rsid w:val="00CA69FE"/>
    <w:rsid w:val="00CA72BF"/>
    <w:rsid w:val="00CB01CD"/>
    <w:rsid w:val="00CB0F4F"/>
    <w:rsid w:val="00CB1651"/>
    <w:rsid w:val="00CB20B1"/>
    <w:rsid w:val="00CB28AC"/>
    <w:rsid w:val="00CB2D45"/>
    <w:rsid w:val="00CB2E17"/>
    <w:rsid w:val="00CB3A63"/>
    <w:rsid w:val="00CB45B2"/>
    <w:rsid w:val="00CB5D6B"/>
    <w:rsid w:val="00CB6856"/>
    <w:rsid w:val="00CB6B0D"/>
    <w:rsid w:val="00CB6C0C"/>
    <w:rsid w:val="00CC06F4"/>
    <w:rsid w:val="00CC0837"/>
    <w:rsid w:val="00CC1087"/>
    <w:rsid w:val="00CC164B"/>
    <w:rsid w:val="00CC18BB"/>
    <w:rsid w:val="00CC27C7"/>
    <w:rsid w:val="00CC2E76"/>
    <w:rsid w:val="00CC3073"/>
    <w:rsid w:val="00CC31BD"/>
    <w:rsid w:val="00CC3472"/>
    <w:rsid w:val="00CC3600"/>
    <w:rsid w:val="00CC3E34"/>
    <w:rsid w:val="00CC3E3A"/>
    <w:rsid w:val="00CC3E5A"/>
    <w:rsid w:val="00CC416E"/>
    <w:rsid w:val="00CC4716"/>
    <w:rsid w:val="00CC587B"/>
    <w:rsid w:val="00CC5EF6"/>
    <w:rsid w:val="00CC652E"/>
    <w:rsid w:val="00CC6926"/>
    <w:rsid w:val="00CC7379"/>
    <w:rsid w:val="00CC7C23"/>
    <w:rsid w:val="00CD021D"/>
    <w:rsid w:val="00CD0A7D"/>
    <w:rsid w:val="00CD0B31"/>
    <w:rsid w:val="00CD0C88"/>
    <w:rsid w:val="00CD1767"/>
    <w:rsid w:val="00CD176D"/>
    <w:rsid w:val="00CD1E46"/>
    <w:rsid w:val="00CD1E5A"/>
    <w:rsid w:val="00CD30D6"/>
    <w:rsid w:val="00CD3ABB"/>
    <w:rsid w:val="00CD3F1D"/>
    <w:rsid w:val="00CD45AD"/>
    <w:rsid w:val="00CD467C"/>
    <w:rsid w:val="00CD48D7"/>
    <w:rsid w:val="00CD4F22"/>
    <w:rsid w:val="00CD4FA2"/>
    <w:rsid w:val="00CD508E"/>
    <w:rsid w:val="00CD510F"/>
    <w:rsid w:val="00CD5394"/>
    <w:rsid w:val="00CD5D7C"/>
    <w:rsid w:val="00CD675D"/>
    <w:rsid w:val="00CD68D8"/>
    <w:rsid w:val="00CD6A83"/>
    <w:rsid w:val="00CD75C9"/>
    <w:rsid w:val="00CD77B9"/>
    <w:rsid w:val="00CD7AAE"/>
    <w:rsid w:val="00CE0336"/>
    <w:rsid w:val="00CE047A"/>
    <w:rsid w:val="00CE0ED2"/>
    <w:rsid w:val="00CE1319"/>
    <w:rsid w:val="00CE1882"/>
    <w:rsid w:val="00CE1CCE"/>
    <w:rsid w:val="00CE1DD3"/>
    <w:rsid w:val="00CE278E"/>
    <w:rsid w:val="00CE282D"/>
    <w:rsid w:val="00CE2A06"/>
    <w:rsid w:val="00CE2A0B"/>
    <w:rsid w:val="00CE2CA2"/>
    <w:rsid w:val="00CE30E6"/>
    <w:rsid w:val="00CE3D8B"/>
    <w:rsid w:val="00CE49E0"/>
    <w:rsid w:val="00CE6529"/>
    <w:rsid w:val="00CE6891"/>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42A9"/>
    <w:rsid w:val="00CF42F5"/>
    <w:rsid w:val="00CF4324"/>
    <w:rsid w:val="00CF46ED"/>
    <w:rsid w:val="00CF4A17"/>
    <w:rsid w:val="00CF4D2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6B5"/>
    <w:rsid w:val="00D159F1"/>
    <w:rsid w:val="00D15F46"/>
    <w:rsid w:val="00D15FA1"/>
    <w:rsid w:val="00D165C2"/>
    <w:rsid w:val="00D17085"/>
    <w:rsid w:val="00D17963"/>
    <w:rsid w:val="00D17EA8"/>
    <w:rsid w:val="00D205BA"/>
    <w:rsid w:val="00D2088E"/>
    <w:rsid w:val="00D20A1E"/>
    <w:rsid w:val="00D2102F"/>
    <w:rsid w:val="00D212C8"/>
    <w:rsid w:val="00D213D9"/>
    <w:rsid w:val="00D21A3D"/>
    <w:rsid w:val="00D21E99"/>
    <w:rsid w:val="00D21F7A"/>
    <w:rsid w:val="00D2219C"/>
    <w:rsid w:val="00D22786"/>
    <w:rsid w:val="00D2303F"/>
    <w:rsid w:val="00D2359E"/>
    <w:rsid w:val="00D23A70"/>
    <w:rsid w:val="00D23D4F"/>
    <w:rsid w:val="00D25343"/>
    <w:rsid w:val="00D2558D"/>
    <w:rsid w:val="00D2630E"/>
    <w:rsid w:val="00D2657B"/>
    <w:rsid w:val="00D2739F"/>
    <w:rsid w:val="00D30514"/>
    <w:rsid w:val="00D3069F"/>
    <w:rsid w:val="00D307F2"/>
    <w:rsid w:val="00D31363"/>
    <w:rsid w:val="00D31960"/>
    <w:rsid w:val="00D32405"/>
    <w:rsid w:val="00D32BA1"/>
    <w:rsid w:val="00D33D2B"/>
    <w:rsid w:val="00D34279"/>
    <w:rsid w:val="00D35591"/>
    <w:rsid w:val="00D373B0"/>
    <w:rsid w:val="00D379C8"/>
    <w:rsid w:val="00D379ED"/>
    <w:rsid w:val="00D37D1D"/>
    <w:rsid w:val="00D37D61"/>
    <w:rsid w:val="00D37E3F"/>
    <w:rsid w:val="00D37F1A"/>
    <w:rsid w:val="00D37F26"/>
    <w:rsid w:val="00D4087E"/>
    <w:rsid w:val="00D408CA"/>
    <w:rsid w:val="00D40B62"/>
    <w:rsid w:val="00D40D12"/>
    <w:rsid w:val="00D417C4"/>
    <w:rsid w:val="00D4181D"/>
    <w:rsid w:val="00D41879"/>
    <w:rsid w:val="00D41A3F"/>
    <w:rsid w:val="00D41AD0"/>
    <w:rsid w:val="00D41F91"/>
    <w:rsid w:val="00D424C4"/>
    <w:rsid w:val="00D429E0"/>
    <w:rsid w:val="00D43519"/>
    <w:rsid w:val="00D442EF"/>
    <w:rsid w:val="00D448BF"/>
    <w:rsid w:val="00D44AA8"/>
    <w:rsid w:val="00D44B00"/>
    <w:rsid w:val="00D44DDA"/>
    <w:rsid w:val="00D46330"/>
    <w:rsid w:val="00D46E89"/>
    <w:rsid w:val="00D47101"/>
    <w:rsid w:val="00D47DB6"/>
    <w:rsid w:val="00D5088F"/>
    <w:rsid w:val="00D50AC5"/>
    <w:rsid w:val="00D5138B"/>
    <w:rsid w:val="00D52992"/>
    <w:rsid w:val="00D52C1F"/>
    <w:rsid w:val="00D531B2"/>
    <w:rsid w:val="00D5486C"/>
    <w:rsid w:val="00D54BA2"/>
    <w:rsid w:val="00D54D5D"/>
    <w:rsid w:val="00D55B73"/>
    <w:rsid w:val="00D5639E"/>
    <w:rsid w:val="00D56AED"/>
    <w:rsid w:val="00D56B09"/>
    <w:rsid w:val="00D574E8"/>
    <w:rsid w:val="00D576DB"/>
    <w:rsid w:val="00D6009E"/>
    <w:rsid w:val="00D60464"/>
    <w:rsid w:val="00D6096E"/>
    <w:rsid w:val="00D60A94"/>
    <w:rsid w:val="00D61878"/>
    <w:rsid w:val="00D61BC0"/>
    <w:rsid w:val="00D624EE"/>
    <w:rsid w:val="00D6283F"/>
    <w:rsid w:val="00D628B9"/>
    <w:rsid w:val="00D638CB"/>
    <w:rsid w:val="00D63957"/>
    <w:rsid w:val="00D63C1B"/>
    <w:rsid w:val="00D63F3D"/>
    <w:rsid w:val="00D63F3E"/>
    <w:rsid w:val="00D650EF"/>
    <w:rsid w:val="00D66335"/>
    <w:rsid w:val="00D663B0"/>
    <w:rsid w:val="00D6673B"/>
    <w:rsid w:val="00D66A03"/>
    <w:rsid w:val="00D67450"/>
    <w:rsid w:val="00D675FB"/>
    <w:rsid w:val="00D67634"/>
    <w:rsid w:val="00D67A8B"/>
    <w:rsid w:val="00D70037"/>
    <w:rsid w:val="00D704EE"/>
    <w:rsid w:val="00D70A78"/>
    <w:rsid w:val="00D70DB3"/>
    <w:rsid w:val="00D71ABD"/>
    <w:rsid w:val="00D71E3E"/>
    <w:rsid w:val="00D71F6E"/>
    <w:rsid w:val="00D72593"/>
    <w:rsid w:val="00D73025"/>
    <w:rsid w:val="00D735D9"/>
    <w:rsid w:val="00D735E6"/>
    <w:rsid w:val="00D73C19"/>
    <w:rsid w:val="00D73F74"/>
    <w:rsid w:val="00D73FCA"/>
    <w:rsid w:val="00D7412C"/>
    <w:rsid w:val="00D744FB"/>
    <w:rsid w:val="00D7464A"/>
    <w:rsid w:val="00D74794"/>
    <w:rsid w:val="00D74B95"/>
    <w:rsid w:val="00D74BEC"/>
    <w:rsid w:val="00D74C31"/>
    <w:rsid w:val="00D74FAA"/>
    <w:rsid w:val="00D74FC1"/>
    <w:rsid w:val="00D751BD"/>
    <w:rsid w:val="00D75A42"/>
    <w:rsid w:val="00D75F5C"/>
    <w:rsid w:val="00D76431"/>
    <w:rsid w:val="00D76D84"/>
    <w:rsid w:val="00D76E82"/>
    <w:rsid w:val="00D7715D"/>
    <w:rsid w:val="00D773C5"/>
    <w:rsid w:val="00D77562"/>
    <w:rsid w:val="00D77A82"/>
    <w:rsid w:val="00D77B09"/>
    <w:rsid w:val="00D77C3C"/>
    <w:rsid w:val="00D77F29"/>
    <w:rsid w:val="00D80C50"/>
    <w:rsid w:val="00D80F95"/>
    <w:rsid w:val="00D81195"/>
    <w:rsid w:val="00D813DC"/>
    <w:rsid w:val="00D819D1"/>
    <w:rsid w:val="00D82A2C"/>
    <w:rsid w:val="00D82F59"/>
    <w:rsid w:val="00D8308B"/>
    <w:rsid w:val="00D8336E"/>
    <w:rsid w:val="00D86537"/>
    <w:rsid w:val="00D86F4D"/>
    <w:rsid w:val="00D872EC"/>
    <w:rsid w:val="00D87478"/>
    <w:rsid w:val="00D8773A"/>
    <w:rsid w:val="00D9023B"/>
    <w:rsid w:val="00D909A2"/>
    <w:rsid w:val="00D90E64"/>
    <w:rsid w:val="00D90ED1"/>
    <w:rsid w:val="00D91D05"/>
    <w:rsid w:val="00D92B7F"/>
    <w:rsid w:val="00D93067"/>
    <w:rsid w:val="00D93BCE"/>
    <w:rsid w:val="00D941D6"/>
    <w:rsid w:val="00D9455D"/>
    <w:rsid w:val="00D94BF6"/>
    <w:rsid w:val="00D957BD"/>
    <w:rsid w:val="00D95A7D"/>
    <w:rsid w:val="00D96361"/>
    <w:rsid w:val="00D96370"/>
    <w:rsid w:val="00D9695E"/>
    <w:rsid w:val="00D974A5"/>
    <w:rsid w:val="00D978B6"/>
    <w:rsid w:val="00D97913"/>
    <w:rsid w:val="00D97C04"/>
    <w:rsid w:val="00DA06C5"/>
    <w:rsid w:val="00DA0880"/>
    <w:rsid w:val="00DA1C0B"/>
    <w:rsid w:val="00DA1ED9"/>
    <w:rsid w:val="00DA25E8"/>
    <w:rsid w:val="00DA27E1"/>
    <w:rsid w:val="00DA284F"/>
    <w:rsid w:val="00DA3DA9"/>
    <w:rsid w:val="00DA49E1"/>
    <w:rsid w:val="00DA4EAF"/>
    <w:rsid w:val="00DA5054"/>
    <w:rsid w:val="00DA57EF"/>
    <w:rsid w:val="00DA5AEF"/>
    <w:rsid w:val="00DA5B82"/>
    <w:rsid w:val="00DA5FEF"/>
    <w:rsid w:val="00DA6273"/>
    <w:rsid w:val="00DA64FB"/>
    <w:rsid w:val="00DA65CF"/>
    <w:rsid w:val="00DA6A28"/>
    <w:rsid w:val="00DA746E"/>
    <w:rsid w:val="00DA79DE"/>
    <w:rsid w:val="00DB031E"/>
    <w:rsid w:val="00DB036E"/>
    <w:rsid w:val="00DB0636"/>
    <w:rsid w:val="00DB2CCD"/>
    <w:rsid w:val="00DB3BAA"/>
    <w:rsid w:val="00DB40F9"/>
    <w:rsid w:val="00DB5BBB"/>
    <w:rsid w:val="00DB5CF0"/>
    <w:rsid w:val="00DB5DC0"/>
    <w:rsid w:val="00DB62E3"/>
    <w:rsid w:val="00DB6421"/>
    <w:rsid w:val="00DB6931"/>
    <w:rsid w:val="00DB6D2F"/>
    <w:rsid w:val="00DB7C26"/>
    <w:rsid w:val="00DC03D4"/>
    <w:rsid w:val="00DC1519"/>
    <w:rsid w:val="00DC1A0A"/>
    <w:rsid w:val="00DC1D76"/>
    <w:rsid w:val="00DC1F0E"/>
    <w:rsid w:val="00DC21A8"/>
    <w:rsid w:val="00DC2872"/>
    <w:rsid w:val="00DC2976"/>
    <w:rsid w:val="00DC29DA"/>
    <w:rsid w:val="00DC29FE"/>
    <w:rsid w:val="00DC2B06"/>
    <w:rsid w:val="00DC31A8"/>
    <w:rsid w:val="00DC393C"/>
    <w:rsid w:val="00DC3E3F"/>
    <w:rsid w:val="00DC453D"/>
    <w:rsid w:val="00DC47B4"/>
    <w:rsid w:val="00DC57F6"/>
    <w:rsid w:val="00DC5EB8"/>
    <w:rsid w:val="00DC60F1"/>
    <w:rsid w:val="00DC6590"/>
    <w:rsid w:val="00DC73ED"/>
    <w:rsid w:val="00DC7A7B"/>
    <w:rsid w:val="00DD03DF"/>
    <w:rsid w:val="00DD07AD"/>
    <w:rsid w:val="00DD07EC"/>
    <w:rsid w:val="00DD25BC"/>
    <w:rsid w:val="00DD2DCA"/>
    <w:rsid w:val="00DD2F68"/>
    <w:rsid w:val="00DD3CA0"/>
    <w:rsid w:val="00DD4276"/>
    <w:rsid w:val="00DD4901"/>
    <w:rsid w:val="00DD4A55"/>
    <w:rsid w:val="00DD50BF"/>
    <w:rsid w:val="00DD5733"/>
    <w:rsid w:val="00DD6DA4"/>
    <w:rsid w:val="00DD6F37"/>
    <w:rsid w:val="00DE016D"/>
    <w:rsid w:val="00DE0754"/>
    <w:rsid w:val="00DE07FB"/>
    <w:rsid w:val="00DE083D"/>
    <w:rsid w:val="00DE0B10"/>
    <w:rsid w:val="00DE0F19"/>
    <w:rsid w:val="00DE0F28"/>
    <w:rsid w:val="00DE1920"/>
    <w:rsid w:val="00DE1E5E"/>
    <w:rsid w:val="00DE249C"/>
    <w:rsid w:val="00DE2524"/>
    <w:rsid w:val="00DE27AE"/>
    <w:rsid w:val="00DE2BC4"/>
    <w:rsid w:val="00DE2F0C"/>
    <w:rsid w:val="00DE3538"/>
    <w:rsid w:val="00DE4AD4"/>
    <w:rsid w:val="00DE4DFD"/>
    <w:rsid w:val="00DE5357"/>
    <w:rsid w:val="00DE5A82"/>
    <w:rsid w:val="00DE63CD"/>
    <w:rsid w:val="00DE669D"/>
    <w:rsid w:val="00DE6738"/>
    <w:rsid w:val="00DE674B"/>
    <w:rsid w:val="00DE6F13"/>
    <w:rsid w:val="00DE7F40"/>
    <w:rsid w:val="00DF01D1"/>
    <w:rsid w:val="00DF0451"/>
    <w:rsid w:val="00DF13F4"/>
    <w:rsid w:val="00DF144A"/>
    <w:rsid w:val="00DF18BD"/>
    <w:rsid w:val="00DF1948"/>
    <w:rsid w:val="00DF2193"/>
    <w:rsid w:val="00DF2342"/>
    <w:rsid w:val="00DF2AB2"/>
    <w:rsid w:val="00DF2B4D"/>
    <w:rsid w:val="00DF2CA9"/>
    <w:rsid w:val="00DF3811"/>
    <w:rsid w:val="00DF501C"/>
    <w:rsid w:val="00DF5B4F"/>
    <w:rsid w:val="00DF5DEC"/>
    <w:rsid w:val="00DF61FA"/>
    <w:rsid w:val="00DF6320"/>
    <w:rsid w:val="00DF6D68"/>
    <w:rsid w:val="00DF7886"/>
    <w:rsid w:val="00DF7FEE"/>
    <w:rsid w:val="00E000B4"/>
    <w:rsid w:val="00E003FD"/>
    <w:rsid w:val="00E0055F"/>
    <w:rsid w:val="00E01081"/>
    <w:rsid w:val="00E0108D"/>
    <w:rsid w:val="00E01C96"/>
    <w:rsid w:val="00E01DED"/>
    <w:rsid w:val="00E0319E"/>
    <w:rsid w:val="00E033D4"/>
    <w:rsid w:val="00E03957"/>
    <w:rsid w:val="00E03A87"/>
    <w:rsid w:val="00E0498B"/>
    <w:rsid w:val="00E04E26"/>
    <w:rsid w:val="00E052E8"/>
    <w:rsid w:val="00E05535"/>
    <w:rsid w:val="00E05724"/>
    <w:rsid w:val="00E05DE2"/>
    <w:rsid w:val="00E06BF2"/>
    <w:rsid w:val="00E06C62"/>
    <w:rsid w:val="00E06C9E"/>
    <w:rsid w:val="00E0701A"/>
    <w:rsid w:val="00E075E3"/>
    <w:rsid w:val="00E078FC"/>
    <w:rsid w:val="00E10304"/>
    <w:rsid w:val="00E10CA3"/>
    <w:rsid w:val="00E120EB"/>
    <w:rsid w:val="00E12AB5"/>
    <w:rsid w:val="00E130AE"/>
    <w:rsid w:val="00E1370E"/>
    <w:rsid w:val="00E13871"/>
    <w:rsid w:val="00E13913"/>
    <w:rsid w:val="00E13AF2"/>
    <w:rsid w:val="00E13D1A"/>
    <w:rsid w:val="00E13F4F"/>
    <w:rsid w:val="00E14549"/>
    <w:rsid w:val="00E148AB"/>
    <w:rsid w:val="00E14D58"/>
    <w:rsid w:val="00E151E9"/>
    <w:rsid w:val="00E15242"/>
    <w:rsid w:val="00E15802"/>
    <w:rsid w:val="00E15DCC"/>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51D"/>
    <w:rsid w:val="00E25550"/>
    <w:rsid w:val="00E25801"/>
    <w:rsid w:val="00E25F4C"/>
    <w:rsid w:val="00E2668C"/>
    <w:rsid w:val="00E26740"/>
    <w:rsid w:val="00E269A2"/>
    <w:rsid w:val="00E26BE1"/>
    <w:rsid w:val="00E27650"/>
    <w:rsid w:val="00E27667"/>
    <w:rsid w:val="00E277B3"/>
    <w:rsid w:val="00E27E7E"/>
    <w:rsid w:val="00E27EA8"/>
    <w:rsid w:val="00E30AF6"/>
    <w:rsid w:val="00E30C1B"/>
    <w:rsid w:val="00E315D4"/>
    <w:rsid w:val="00E31BD8"/>
    <w:rsid w:val="00E31DA0"/>
    <w:rsid w:val="00E324DC"/>
    <w:rsid w:val="00E32A6A"/>
    <w:rsid w:val="00E335DB"/>
    <w:rsid w:val="00E335F7"/>
    <w:rsid w:val="00E3367A"/>
    <w:rsid w:val="00E33990"/>
    <w:rsid w:val="00E33A72"/>
    <w:rsid w:val="00E33B90"/>
    <w:rsid w:val="00E33C75"/>
    <w:rsid w:val="00E33F66"/>
    <w:rsid w:val="00E340E7"/>
    <w:rsid w:val="00E343B8"/>
    <w:rsid w:val="00E344B1"/>
    <w:rsid w:val="00E3459F"/>
    <w:rsid w:val="00E34D51"/>
    <w:rsid w:val="00E34DB1"/>
    <w:rsid w:val="00E34E4A"/>
    <w:rsid w:val="00E356C0"/>
    <w:rsid w:val="00E35CB3"/>
    <w:rsid w:val="00E35CC2"/>
    <w:rsid w:val="00E36DD0"/>
    <w:rsid w:val="00E36E68"/>
    <w:rsid w:val="00E3775E"/>
    <w:rsid w:val="00E37D65"/>
    <w:rsid w:val="00E406D0"/>
    <w:rsid w:val="00E40EC0"/>
    <w:rsid w:val="00E41422"/>
    <w:rsid w:val="00E41533"/>
    <w:rsid w:val="00E4174E"/>
    <w:rsid w:val="00E43250"/>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B73"/>
    <w:rsid w:val="00E51B94"/>
    <w:rsid w:val="00E51D17"/>
    <w:rsid w:val="00E51D24"/>
    <w:rsid w:val="00E52069"/>
    <w:rsid w:val="00E5239D"/>
    <w:rsid w:val="00E52D69"/>
    <w:rsid w:val="00E53E50"/>
    <w:rsid w:val="00E53F68"/>
    <w:rsid w:val="00E54168"/>
    <w:rsid w:val="00E54912"/>
    <w:rsid w:val="00E55104"/>
    <w:rsid w:val="00E55A81"/>
    <w:rsid w:val="00E55AFF"/>
    <w:rsid w:val="00E56331"/>
    <w:rsid w:val="00E565B2"/>
    <w:rsid w:val="00E56CAE"/>
    <w:rsid w:val="00E570AC"/>
    <w:rsid w:val="00E603FB"/>
    <w:rsid w:val="00E6045B"/>
    <w:rsid w:val="00E60F12"/>
    <w:rsid w:val="00E611EA"/>
    <w:rsid w:val="00E6139E"/>
    <w:rsid w:val="00E61666"/>
    <w:rsid w:val="00E6178B"/>
    <w:rsid w:val="00E62115"/>
    <w:rsid w:val="00E62287"/>
    <w:rsid w:val="00E622BD"/>
    <w:rsid w:val="00E6279B"/>
    <w:rsid w:val="00E6285B"/>
    <w:rsid w:val="00E62D8D"/>
    <w:rsid w:val="00E63B57"/>
    <w:rsid w:val="00E63C0B"/>
    <w:rsid w:val="00E63E2C"/>
    <w:rsid w:val="00E63FFD"/>
    <w:rsid w:val="00E6490C"/>
    <w:rsid w:val="00E64A8C"/>
    <w:rsid w:val="00E64C29"/>
    <w:rsid w:val="00E65C60"/>
    <w:rsid w:val="00E663FF"/>
    <w:rsid w:val="00E66540"/>
    <w:rsid w:val="00E666B6"/>
    <w:rsid w:val="00E6709F"/>
    <w:rsid w:val="00E677D6"/>
    <w:rsid w:val="00E67E60"/>
    <w:rsid w:val="00E70092"/>
    <w:rsid w:val="00E70425"/>
    <w:rsid w:val="00E718B1"/>
    <w:rsid w:val="00E719EB"/>
    <w:rsid w:val="00E71D18"/>
    <w:rsid w:val="00E71E5F"/>
    <w:rsid w:val="00E72162"/>
    <w:rsid w:val="00E7266A"/>
    <w:rsid w:val="00E72AB6"/>
    <w:rsid w:val="00E73CF1"/>
    <w:rsid w:val="00E73D0C"/>
    <w:rsid w:val="00E73D94"/>
    <w:rsid w:val="00E741F0"/>
    <w:rsid w:val="00E744A2"/>
    <w:rsid w:val="00E74961"/>
    <w:rsid w:val="00E753D2"/>
    <w:rsid w:val="00E75411"/>
    <w:rsid w:val="00E75BB3"/>
    <w:rsid w:val="00E7666D"/>
    <w:rsid w:val="00E766B4"/>
    <w:rsid w:val="00E76D12"/>
    <w:rsid w:val="00E76E98"/>
    <w:rsid w:val="00E77693"/>
    <w:rsid w:val="00E77B33"/>
    <w:rsid w:val="00E808FA"/>
    <w:rsid w:val="00E80F91"/>
    <w:rsid w:val="00E810EE"/>
    <w:rsid w:val="00E81715"/>
    <w:rsid w:val="00E819E6"/>
    <w:rsid w:val="00E81AAB"/>
    <w:rsid w:val="00E81B60"/>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FCA"/>
    <w:rsid w:val="00E91FFC"/>
    <w:rsid w:val="00E92987"/>
    <w:rsid w:val="00E92D92"/>
    <w:rsid w:val="00E92E5D"/>
    <w:rsid w:val="00E9318D"/>
    <w:rsid w:val="00E93333"/>
    <w:rsid w:val="00E941C4"/>
    <w:rsid w:val="00E95123"/>
    <w:rsid w:val="00E9568A"/>
    <w:rsid w:val="00E957DE"/>
    <w:rsid w:val="00E95C64"/>
    <w:rsid w:val="00E9665B"/>
    <w:rsid w:val="00E968AE"/>
    <w:rsid w:val="00E9754B"/>
    <w:rsid w:val="00E97BA0"/>
    <w:rsid w:val="00EA042A"/>
    <w:rsid w:val="00EA04F6"/>
    <w:rsid w:val="00EA0DC8"/>
    <w:rsid w:val="00EA0FD3"/>
    <w:rsid w:val="00EA0FF5"/>
    <w:rsid w:val="00EA111B"/>
    <w:rsid w:val="00EA22DC"/>
    <w:rsid w:val="00EA267C"/>
    <w:rsid w:val="00EA3702"/>
    <w:rsid w:val="00EA3A97"/>
    <w:rsid w:val="00EA44F0"/>
    <w:rsid w:val="00EA4B7E"/>
    <w:rsid w:val="00EA4EA6"/>
    <w:rsid w:val="00EA52C5"/>
    <w:rsid w:val="00EA52EE"/>
    <w:rsid w:val="00EA5FE3"/>
    <w:rsid w:val="00EA642D"/>
    <w:rsid w:val="00EA6593"/>
    <w:rsid w:val="00EA6646"/>
    <w:rsid w:val="00EA678E"/>
    <w:rsid w:val="00EA7134"/>
    <w:rsid w:val="00EA7CE3"/>
    <w:rsid w:val="00EA7D9A"/>
    <w:rsid w:val="00EB04A3"/>
    <w:rsid w:val="00EB112C"/>
    <w:rsid w:val="00EB127C"/>
    <w:rsid w:val="00EB1A97"/>
    <w:rsid w:val="00EB1BD5"/>
    <w:rsid w:val="00EB1F2A"/>
    <w:rsid w:val="00EB24E2"/>
    <w:rsid w:val="00EB28C3"/>
    <w:rsid w:val="00EB350B"/>
    <w:rsid w:val="00EB3BC9"/>
    <w:rsid w:val="00EB5544"/>
    <w:rsid w:val="00EB5FBA"/>
    <w:rsid w:val="00EB620E"/>
    <w:rsid w:val="00EB66F0"/>
    <w:rsid w:val="00EB6734"/>
    <w:rsid w:val="00EB6C21"/>
    <w:rsid w:val="00EB6EDE"/>
    <w:rsid w:val="00EB735B"/>
    <w:rsid w:val="00EB7EED"/>
    <w:rsid w:val="00EC004E"/>
    <w:rsid w:val="00EC00DD"/>
    <w:rsid w:val="00EC023F"/>
    <w:rsid w:val="00EC071F"/>
    <w:rsid w:val="00EC0E49"/>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AD6"/>
    <w:rsid w:val="00ED0FFC"/>
    <w:rsid w:val="00ED1876"/>
    <w:rsid w:val="00ED1C02"/>
    <w:rsid w:val="00ED215D"/>
    <w:rsid w:val="00ED2903"/>
    <w:rsid w:val="00ED3693"/>
    <w:rsid w:val="00ED4F76"/>
    <w:rsid w:val="00ED590C"/>
    <w:rsid w:val="00ED6818"/>
    <w:rsid w:val="00ED6E7B"/>
    <w:rsid w:val="00ED6F38"/>
    <w:rsid w:val="00ED7109"/>
    <w:rsid w:val="00ED72F5"/>
    <w:rsid w:val="00ED782B"/>
    <w:rsid w:val="00ED7D81"/>
    <w:rsid w:val="00EE0853"/>
    <w:rsid w:val="00EE293E"/>
    <w:rsid w:val="00EE2EFD"/>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F22"/>
    <w:rsid w:val="00EE748C"/>
    <w:rsid w:val="00EE77C9"/>
    <w:rsid w:val="00EE7DFD"/>
    <w:rsid w:val="00EE7F83"/>
    <w:rsid w:val="00EF0370"/>
    <w:rsid w:val="00EF03F7"/>
    <w:rsid w:val="00EF095A"/>
    <w:rsid w:val="00EF0969"/>
    <w:rsid w:val="00EF0D39"/>
    <w:rsid w:val="00EF0DC7"/>
    <w:rsid w:val="00EF14D2"/>
    <w:rsid w:val="00EF260B"/>
    <w:rsid w:val="00EF3FAD"/>
    <w:rsid w:val="00EF4E04"/>
    <w:rsid w:val="00EF4E2D"/>
    <w:rsid w:val="00EF5010"/>
    <w:rsid w:val="00EF5540"/>
    <w:rsid w:val="00EF57CB"/>
    <w:rsid w:val="00EF6622"/>
    <w:rsid w:val="00EF6B01"/>
    <w:rsid w:val="00EF6E47"/>
    <w:rsid w:val="00EF6F80"/>
    <w:rsid w:val="00EF7599"/>
    <w:rsid w:val="00EF76EF"/>
    <w:rsid w:val="00EF77D9"/>
    <w:rsid w:val="00EF7C47"/>
    <w:rsid w:val="00EF7CAB"/>
    <w:rsid w:val="00F00057"/>
    <w:rsid w:val="00F00D4C"/>
    <w:rsid w:val="00F0141C"/>
    <w:rsid w:val="00F02158"/>
    <w:rsid w:val="00F0243D"/>
    <w:rsid w:val="00F02C6F"/>
    <w:rsid w:val="00F02CB6"/>
    <w:rsid w:val="00F03559"/>
    <w:rsid w:val="00F035CB"/>
    <w:rsid w:val="00F044CD"/>
    <w:rsid w:val="00F04767"/>
    <w:rsid w:val="00F048F0"/>
    <w:rsid w:val="00F04D71"/>
    <w:rsid w:val="00F04F4B"/>
    <w:rsid w:val="00F05712"/>
    <w:rsid w:val="00F05894"/>
    <w:rsid w:val="00F05A3E"/>
    <w:rsid w:val="00F05D07"/>
    <w:rsid w:val="00F06A62"/>
    <w:rsid w:val="00F0789F"/>
    <w:rsid w:val="00F10033"/>
    <w:rsid w:val="00F100DF"/>
    <w:rsid w:val="00F11DD3"/>
    <w:rsid w:val="00F121E6"/>
    <w:rsid w:val="00F124AA"/>
    <w:rsid w:val="00F124D0"/>
    <w:rsid w:val="00F13015"/>
    <w:rsid w:val="00F135B3"/>
    <w:rsid w:val="00F1371D"/>
    <w:rsid w:val="00F143D4"/>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66E0"/>
    <w:rsid w:val="00F26917"/>
    <w:rsid w:val="00F26925"/>
    <w:rsid w:val="00F27561"/>
    <w:rsid w:val="00F27690"/>
    <w:rsid w:val="00F31336"/>
    <w:rsid w:val="00F31451"/>
    <w:rsid w:val="00F31748"/>
    <w:rsid w:val="00F3176C"/>
    <w:rsid w:val="00F31BE1"/>
    <w:rsid w:val="00F328D2"/>
    <w:rsid w:val="00F32B04"/>
    <w:rsid w:val="00F32BC9"/>
    <w:rsid w:val="00F32F00"/>
    <w:rsid w:val="00F3422B"/>
    <w:rsid w:val="00F34371"/>
    <w:rsid w:val="00F344CD"/>
    <w:rsid w:val="00F34A1A"/>
    <w:rsid w:val="00F34BB6"/>
    <w:rsid w:val="00F34CA9"/>
    <w:rsid w:val="00F3527A"/>
    <w:rsid w:val="00F35EF3"/>
    <w:rsid w:val="00F360B1"/>
    <w:rsid w:val="00F3630E"/>
    <w:rsid w:val="00F36869"/>
    <w:rsid w:val="00F3693B"/>
    <w:rsid w:val="00F369F5"/>
    <w:rsid w:val="00F36B8E"/>
    <w:rsid w:val="00F36BAB"/>
    <w:rsid w:val="00F36C6E"/>
    <w:rsid w:val="00F36FA3"/>
    <w:rsid w:val="00F37264"/>
    <w:rsid w:val="00F37C77"/>
    <w:rsid w:val="00F40A70"/>
    <w:rsid w:val="00F40BEF"/>
    <w:rsid w:val="00F41BBE"/>
    <w:rsid w:val="00F41C14"/>
    <w:rsid w:val="00F41DE4"/>
    <w:rsid w:val="00F42188"/>
    <w:rsid w:val="00F42D3D"/>
    <w:rsid w:val="00F43003"/>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3DB"/>
    <w:rsid w:val="00F5340C"/>
    <w:rsid w:val="00F53624"/>
    <w:rsid w:val="00F53990"/>
    <w:rsid w:val="00F53FD3"/>
    <w:rsid w:val="00F54142"/>
    <w:rsid w:val="00F5491B"/>
    <w:rsid w:val="00F54B4F"/>
    <w:rsid w:val="00F56004"/>
    <w:rsid w:val="00F5776C"/>
    <w:rsid w:val="00F57B2C"/>
    <w:rsid w:val="00F57C64"/>
    <w:rsid w:val="00F57F39"/>
    <w:rsid w:val="00F57F90"/>
    <w:rsid w:val="00F60730"/>
    <w:rsid w:val="00F607E1"/>
    <w:rsid w:val="00F6108A"/>
    <w:rsid w:val="00F61314"/>
    <w:rsid w:val="00F618D1"/>
    <w:rsid w:val="00F61A91"/>
    <w:rsid w:val="00F61D60"/>
    <w:rsid w:val="00F61E2E"/>
    <w:rsid w:val="00F62775"/>
    <w:rsid w:val="00F62A0C"/>
    <w:rsid w:val="00F63427"/>
    <w:rsid w:val="00F63ADC"/>
    <w:rsid w:val="00F63ECE"/>
    <w:rsid w:val="00F64082"/>
    <w:rsid w:val="00F64671"/>
    <w:rsid w:val="00F64BBF"/>
    <w:rsid w:val="00F65168"/>
    <w:rsid w:val="00F6517D"/>
    <w:rsid w:val="00F6528B"/>
    <w:rsid w:val="00F6559C"/>
    <w:rsid w:val="00F655AB"/>
    <w:rsid w:val="00F65BCD"/>
    <w:rsid w:val="00F66058"/>
    <w:rsid w:val="00F66E4B"/>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D90"/>
    <w:rsid w:val="00F80A6E"/>
    <w:rsid w:val="00F81422"/>
    <w:rsid w:val="00F8182A"/>
    <w:rsid w:val="00F81E9E"/>
    <w:rsid w:val="00F822D6"/>
    <w:rsid w:val="00F82B1F"/>
    <w:rsid w:val="00F82EF9"/>
    <w:rsid w:val="00F82F35"/>
    <w:rsid w:val="00F8371E"/>
    <w:rsid w:val="00F839FA"/>
    <w:rsid w:val="00F842CC"/>
    <w:rsid w:val="00F84768"/>
    <w:rsid w:val="00F848E6"/>
    <w:rsid w:val="00F84A62"/>
    <w:rsid w:val="00F85675"/>
    <w:rsid w:val="00F85AC3"/>
    <w:rsid w:val="00F85C24"/>
    <w:rsid w:val="00F85FDF"/>
    <w:rsid w:val="00F866CA"/>
    <w:rsid w:val="00F8711C"/>
    <w:rsid w:val="00F87278"/>
    <w:rsid w:val="00F872D1"/>
    <w:rsid w:val="00F87626"/>
    <w:rsid w:val="00F87D36"/>
    <w:rsid w:val="00F90544"/>
    <w:rsid w:val="00F90B9C"/>
    <w:rsid w:val="00F90E8B"/>
    <w:rsid w:val="00F9231F"/>
    <w:rsid w:val="00F926AB"/>
    <w:rsid w:val="00F92742"/>
    <w:rsid w:val="00F9386E"/>
    <w:rsid w:val="00F93BF6"/>
    <w:rsid w:val="00F94C8B"/>
    <w:rsid w:val="00F95619"/>
    <w:rsid w:val="00F95F23"/>
    <w:rsid w:val="00F95F2D"/>
    <w:rsid w:val="00F96DC1"/>
    <w:rsid w:val="00F97AF2"/>
    <w:rsid w:val="00FA0617"/>
    <w:rsid w:val="00FA0798"/>
    <w:rsid w:val="00FA17EF"/>
    <w:rsid w:val="00FA1B55"/>
    <w:rsid w:val="00FA3745"/>
    <w:rsid w:val="00FA3CE8"/>
    <w:rsid w:val="00FA4039"/>
    <w:rsid w:val="00FA4325"/>
    <w:rsid w:val="00FA4B9C"/>
    <w:rsid w:val="00FA4C1D"/>
    <w:rsid w:val="00FA5009"/>
    <w:rsid w:val="00FA57CA"/>
    <w:rsid w:val="00FA60D2"/>
    <w:rsid w:val="00FA621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622"/>
    <w:rsid w:val="00FB66BD"/>
    <w:rsid w:val="00FB6D2E"/>
    <w:rsid w:val="00FB7498"/>
    <w:rsid w:val="00FB7DC3"/>
    <w:rsid w:val="00FC0168"/>
    <w:rsid w:val="00FC045E"/>
    <w:rsid w:val="00FC0D9E"/>
    <w:rsid w:val="00FC135A"/>
    <w:rsid w:val="00FC19C3"/>
    <w:rsid w:val="00FC29D2"/>
    <w:rsid w:val="00FC2E6D"/>
    <w:rsid w:val="00FC3394"/>
    <w:rsid w:val="00FC37A7"/>
    <w:rsid w:val="00FC3DEC"/>
    <w:rsid w:val="00FC4484"/>
    <w:rsid w:val="00FC4CC4"/>
    <w:rsid w:val="00FC4DD1"/>
    <w:rsid w:val="00FC531E"/>
    <w:rsid w:val="00FC53F8"/>
    <w:rsid w:val="00FC6D6A"/>
    <w:rsid w:val="00FC7015"/>
    <w:rsid w:val="00FC7161"/>
    <w:rsid w:val="00FD012A"/>
    <w:rsid w:val="00FD027A"/>
    <w:rsid w:val="00FD0A51"/>
    <w:rsid w:val="00FD0BBD"/>
    <w:rsid w:val="00FD1096"/>
    <w:rsid w:val="00FD138D"/>
    <w:rsid w:val="00FD1573"/>
    <w:rsid w:val="00FD1CEC"/>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7C1"/>
    <w:rsid w:val="00FE2D54"/>
    <w:rsid w:val="00FE2DF5"/>
    <w:rsid w:val="00FE2F74"/>
    <w:rsid w:val="00FE3953"/>
    <w:rsid w:val="00FE3B27"/>
    <w:rsid w:val="00FE3CB4"/>
    <w:rsid w:val="00FE4EFD"/>
    <w:rsid w:val="00FE4F15"/>
    <w:rsid w:val="00FE50BD"/>
    <w:rsid w:val="00FE5EAC"/>
    <w:rsid w:val="00FE5F4C"/>
    <w:rsid w:val="00FE6E38"/>
    <w:rsid w:val="00FE7107"/>
    <w:rsid w:val="00FE74CE"/>
    <w:rsid w:val="00FE7C96"/>
    <w:rsid w:val="00FF0ACB"/>
    <w:rsid w:val="00FF14F6"/>
    <w:rsid w:val="00FF1B37"/>
    <w:rsid w:val="00FF266D"/>
    <w:rsid w:val="00FF2AFA"/>
    <w:rsid w:val="00FF32B4"/>
    <w:rsid w:val="00FF3984"/>
    <w:rsid w:val="00FF3D26"/>
    <w:rsid w:val="00FF3F65"/>
    <w:rsid w:val="00FF4416"/>
    <w:rsid w:val="00FF4691"/>
    <w:rsid w:val="00FF4692"/>
    <w:rsid w:val="00FF4A3B"/>
    <w:rsid w:val="00FF4AD1"/>
    <w:rsid w:val="00FF4CBE"/>
    <w:rsid w:val="00FF5181"/>
    <w:rsid w:val="00FF54FF"/>
    <w:rsid w:val="00FF553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DD034"/>
  <w14:defaultImageDpi w14:val="32767"/>
  <w15:chartTrackingRefBased/>
  <w15:docId w15:val="{5B3C7413-20DD-CC40-9DE5-4145654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Library/Group%20Containers/UBF8T346G9.Office/User%20Content.localized/Templates.localized/SS%20Lesson%202%20-%20Deceptions%20of%20the%20Devil%20-%20Rea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2 - Deceptions of the Devil - Reaping.dotx</Template>
  <TotalTime>83</TotalTime>
  <Pages>2</Pages>
  <Words>1762</Words>
  <Characters>8992</Characters>
  <Application>Microsoft Office Word</Application>
  <DocSecurity>0</DocSecurity>
  <Lines>4496</Lines>
  <Paragraphs>1792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Harris</dc:creator>
  <cp:keywords/>
  <dc:description/>
  <cp:lastModifiedBy>Janine Harris</cp:lastModifiedBy>
  <cp:revision>16</cp:revision>
  <cp:lastPrinted>2021-09-03T21:58:00Z</cp:lastPrinted>
  <dcterms:created xsi:type="dcterms:W3CDTF">2021-09-24T14:54:00Z</dcterms:created>
  <dcterms:modified xsi:type="dcterms:W3CDTF">2021-09-24T17:45:00Z</dcterms:modified>
</cp:coreProperties>
</file>