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DDD8F" w14:textId="48880877" w:rsidR="00D379C8" w:rsidRPr="009A191B" w:rsidRDefault="00021D9D" w:rsidP="009A191B">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OMNISCIENT</w:t>
      </w:r>
      <w:r w:rsidR="00BF5912">
        <w:rPr>
          <w:rFonts w:ascii="Times New Roman" w:hAnsi="Times New Roman" w:cs="Times New Roman"/>
          <w:b/>
          <w:color w:val="000000" w:themeColor="text1"/>
        </w:rPr>
        <w:t xml:space="preserve"> GOD</w:t>
      </w:r>
    </w:p>
    <w:p w14:paraId="48498373" w14:textId="5DBCCA00"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021D9D">
        <w:rPr>
          <w:rFonts w:ascii="Times New Roman" w:hAnsi="Times New Roman" w:cs="Times New Roman"/>
          <w:color w:val="000000" w:themeColor="text1"/>
        </w:rPr>
        <w:t>7</w:t>
      </w:r>
    </w:p>
    <w:p w14:paraId="4744BE13" w14:textId="5C5CDB6E" w:rsidR="008C25B5" w:rsidRPr="00944EBF" w:rsidRDefault="007007F0" w:rsidP="008C25B5">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The Attributes of God</w:t>
      </w:r>
    </w:p>
    <w:p w14:paraId="333CBCF0" w14:textId="03CCDD6B" w:rsidR="006C01AD" w:rsidRPr="00944EBF" w:rsidRDefault="008421E7" w:rsidP="00325823">
      <w:pPr>
        <w:jc w:val="center"/>
        <w:outlineLvl w:val="0"/>
        <w:rPr>
          <w:rFonts w:ascii="Times New Roman" w:hAnsi="Times New Roman" w:cs="Times New Roman"/>
          <w:iCs/>
          <w:color w:val="000000" w:themeColor="text1"/>
        </w:rPr>
      </w:pPr>
      <w:r>
        <w:rPr>
          <w:rFonts w:ascii="Times New Roman" w:hAnsi="Times New Roman" w:cs="Times New Roman"/>
          <w:iCs/>
          <w:color w:val="000000" w:themeColor="text1"/>
        </w:rPr>
        <w:t>John 16</w:t>
      </w:r>
      <w:r w:rsidR="00437A04">
        <w:rPr>
          <w:rFonts w:ascii="Times New Roman" w:hAnsi="Times New Roman" w:cs="Times New Roman"/>
          <w:iCs/>
          <w:color w:val="000000" w:themeColor="text1"/>
        </w:rPr>
        <w:t>:30</w:t>
      </w:r>
    </w:p>
    <w:p w14:paraId="3C291B74" w14:textId="72EADAE8" w:rsidR="00897755" w:rsidRPr="006E3AAF" w:rsidRDefault="008D21AB" w:rsidP="006E3AAF">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7/</w:t>
      </w:r>
      <w:r w:rsidR="00021D9D">
        <w:rPr>
          <w:rFonts w:ascii="Times New Roman" w:hAnsi="Times New Roman" w:cs="Times New Roman"/>
          <w:color w:val="000000" w:themeColor="text1"/>
        </w:rPr>
        <w:t>11</w:t>
      </w:r>
      <w:r w:rsidR="00D70DB3">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w:t>
      </w:r>
      <w:r w:rsidR="00CA37CE">
        <w:rPr>
          <w:rFonts w:ascii="Times New Roman" w:hAnsi="Times New Roman" w:cs="Times New Roman"/>
          <w:color w:val="000000" w:themeColor="text1"/>
        </w:rPr>
        <w:t>1</w:t>
      </w:r>
    </w:p>
    <w:p w14:paraId="100F09EF" w14:textId="77777777" w:rsidR="00173CDE" w:rsidRPr="00CC27C7" w:rsidRDefault="00173CDE" w:rsidP="002B56AA">
      <w:pPr>
        <w:rPr>
          <w:rFonts w:ascii="Times New Roman" w:hAnsi="Times New Roman" w:cs="Times New Roman"/>
          <w:color w:val="000000" w:themeColor="text1"/>
          <w:sz w:val="32"/>
          <w:szCs w:val="32"/>
        </w:rPr>
      </w:pPr>
    </w:p>
    <w:p w14:paraId="695EF805" w14:textId="389AE391" w:rsidR="000D4854" w:rsidRPr="00194B1C" w:rsidRDefault="00897755" w:rsidP="008675A1">
      <w:pPr>
        <w:jc w:val="both"/>
        <w:rPr>
          <w:rFonts w:ascii="Times New Roman" w:hAnsi="Times New Roman" w:cs="Times New Roman"/>
          <w:color w:val="000000" w:themeColor="text1"/>
          <w:sz w:val="20"/>
          <w:szCs w:val="20"/>
          <w:u w:val="single"/>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F87626">
        <w:rPr>
          <w:rFonts w:ascii="Times New Roman" w:hAnsi="Times New Roman" w:cs="Times New Roman"/>
          <w:color w:val="000000" w:themeColor="text1"/>
          <w:sz w:val="20"/>
          <w:szCs w:val="20"/>
        </w:rPr>
        <w:t>As we move into our seventh lesson of this series, we are going to consider the omniscience of the Lord.</w:t>
      </w:r>
      <w:r w:rsidR="00E33B90">
        <w:rPr>
          <w:rFonts w:ascii="Times New Roman" w:hAnsi="Times New Roman" w:cs="Times New Roman"/>
          <w:color w:val="000000" w:themeColor="text1"/>
          <w:sz w:val="20"/>
          <w:szCs w:val="20"/>
        </w:rPr>
        <w:t xml:space="preserve"> </w:t>
      </w:r>
      <w:r w:rsidR="00F87626">
        <w:rPr>
          <w:rFonts w:ascii="Times New Roman" w:hAnsi="Times New Roman" w:cs="Times New Roman"/>
          <w:color w:val="000000" w:themeColor="text1"/>
          <w:sz w:val="20"/>
          <w:szCs w:val="20"/>
        </w:rPr>
        <w:t>We have already looked at His self-existence, immutability, omnipresence, omnipotence, self-sufficiency, and His jealousy. Let’s quickly review the main observation of last week’s lesson on His jealousy before we move on to considering His omniscience. We recognized that the Lord’s jealousy is because of His love and faithfulness, and it’s also a result of His righteousness and Holy name. We also recognized that His jealousy causes great fury</w:t>
      </w:r>
      <w:r w:rsidR="00E33B90">
        <w:rPr>
          <w:rFonts w:ascii="Times New Roman" w:hAnsi="Times New Roman" w:cs="Times New Roman"/>
          <w:color w:val="000000" w:themeColor="text1"/>
          <w:sz w:val="20"/>
          <w:szCs w:val="20"/>
        </w:rPr>
        <w:t xml:space="preserve"> </w:t>
      </w:r>
      <w:r w:rsidR="00F87626">
        <w:rPr>
          <w:rFonts w:ascii="Times New Roman" w:hAnsi="Times New Roman" w:cs="Times New Roman"/>
          <w:color w:val="000000" w:themeColor="text1"/>
          <w:sz w:val="20"/>
          <w:szCs w:val="20"/>
        </w:rPr>
        <w:t xml:space="preserve">that He must act upon. Lastly, we saw that the Lord will use jealousy on His children as a means to draw them back to Him. Ultimately, our conclusion on the Lord’s jealousy is that it is just and unlike the jealousies of this world. Regarding the omniscience of God, we must first define this word before we can study it. Omniscience is simply the state of knowing everything. </w:t>
      </w:r>
      <w:r w:rsidR="00763452">
        <w:rPr>
          <w:rFonts w:ascii="Times New Roman" w:hAnsi="Times New Roman" w:cs="Times New Roman"/>
          <w:color w:val="000000" w:themeColor="text1"/>
          <w:sz w:val="20"/>
          <w:szCs w:val="20"/>
        </w:rPr>
        <w:t>Of course, while there may be some in this world who would project to have this attribute, we know that it cannot belong to anyone other than the Lord Himself.</w:t>
      </w:r>
      <w:r w:rsidR="00194B1C">
        <w:rPr>
          <w:rFonts w:ascii="Times New Roman" w:hAnsi="Times New Roman" w:cs="Times New Roman"/>
          <w:color w:val="000000" w:themeColor="text1"/>
          <w:sz w:val="20"/>
          <w:szCs w:val="20"/>
        </w:rPr>
        <w:t xml:space="preserve"> The knowledge of the Lord is infinite in its capacity just as many other of His attributes are. </w:t>
      </w:r>
      <w:r w:rsidR="00F035CB">
        <w:rPr>
          <w:rFonts w:ascii="Times New Roman" w:hAnsi="Times New Roman" w:cs="Times New Roman"/>
          <w:color w:val="000000" w:themeColor="text1"/>
          <w:sz w:val="20"/>
          <w:szCs w:val="20"/>
        </w:rPr>
        <w:t>You can search throughout all of the far reaches of both space and time, and you will never find anything that the Lord is unaware of. Let’s further consider some thoughts about His omniscience.</w:t>
      </w:r>
    </w:p>
    <w:p w14:paraId="1D2AB07B" w14:textId="77777777" w:rsidR="00344E02" w:rsidRPr="00344E02" w:rsidRDefault="00344E02" w:rsidP="00344E02">
      <w:pPr>
        <w:pStyle w:val="ListParagraph"/>
        <w:ind w:left="1080"/>
        <w:jc w:val="both"/>
        <w:rPr>
          <w:rFonts w:ascii="Times New Roman" w:hAnsi="Times New Roman" w:cs="Times New Roman"/>
          <w:color w:val="000000" w:themeColor="text1"/>
          <w:sz w:val="20"/>
          <w:szCs w:val="20"/>
        </w:rPr>
      </w:pPr>
    </w:p>
    <w:p w14:paraId="521B7B73" w14:textId="5248480B" w:rsidR="004F62AA" w:rsidRPr="00C42AB3" w:rsidRDefault="009043C9" w:rsidP="004753B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b/>
          <w:bCs/>
          <w:color w:val="000000" w:themeColor="text1"/>
          <w:sz w:val="20"/>
          <w:szCs w:val="20"/>
        </w:rPr>
        <w:t>THE OMNISCIENCE OF THE LORD REVEALS TO US THAT HE IS THE TEACHER.</w:t>
      </w:r>
    </w:p>
    <w:p w14:paraId="3D082715" w14:textId="77777777" w:rsidR="00C42AB3" w:rsidRPr="00C42AB3" w:rsidRDefault="00C42AB3" w:rsidP="00C42AB3">
      <w:pPr>
        <w:pStyle w:val="ListParagraph"/>
        <w:jc w:val="both"/>
        <w:rPr>
          <w:rFonts w:ascii="Times New Roman" w:hAnsi="Times New Roman" w:cs="Times New Roman"/>
          <w:color w:val="000000" w:themeColor="text1"/>
          <w:sz w:val="12"/>
          <w:szCs w:val="12"/>
        </w:rPr>
      </w:pPr>
    </w:p>
    <w:p w14:paraId="035BCAB1" w14:textId="17C0F9F3" w:rsidR="004F62AA" w:rsidRPr="008951EA" w:rsidRDefault="004F62AA" w:rsidP="00CD7071">
      <w:pPr>
        <w:pStyle w:val="ListParagraph"/>
        <w:numPr>
          <w:ilvl w:val="0"/>
          <w:numId w:val="48"/>
        </w:numPr>
        <w:jc w:val="both"/>
        <w:rPr>
          <w:rFonts w:ascii="Times New Roman" w:hAnsi="Times New Roman" w:cs="Times New Roman"/>
          <w:color w:val="000000" w:themeColor="text1"/>
          <w:sz w:val="12"/>
          <w:szCs w:val="12"/>
        </w:rPr>
      </w:pPr>
      <w:r w:rsidRPr="008951EA">
        <w:rPr>
          <w:rFonts w:ascii="Times New Roman" w:hAnsi="Times New Roman" w:cs="Times New Roman"/>
          <w:b/>
          <w:color w:val="000000" w:themeColor="text1"/>
          <w:sz w:val="20"/>
          <w:szCs w:val="20"/>
        </w:rPr>
        <w:t xml:space="preserve">Notice </w:t>
      </w:r>
      <w:r w:rsidR="00D813DC">
        <w:rPr>
          <w:rFonts w:ascii="Times New Roman" w:hAnsi="Times New Roman" w:cs="Times New Roman"/>
          <w:b/>
          <w:color w:val="000000" w:themeColor="text1"/>
          <w:sz w:val="20"/>
          <w:szCs w:val="20"/>
        </w:rPr>
        <w:t>that</w:t>
      </w:r>
      <w:r w:rsidR="00725839">
        <w:rPr>
          <w:rFonts w:ascii="Times New Roman" w:hAnsi="Times New Roman" w:cs="Times New Roman"/>
          <w:b/>
          <w:color w:val="000000" w:themeColor="text1"/>
          <w:sz w:val="20"/>
          <w:szCs w:val="20"/>
        </w:rPr>
        <w:t xml:space="preserve"> </w:t>
      </w:r>
      <w:r w:rsidR="008D6236">
        <w:rPr>
          <w:rFonts w:ascii="Times New Roman" w:hAnsi="Times New Roman" w:cs="Times New Roman"/>
          <w:b/>
          <w:color w:val="000000" w:themeColor="text1"/>
          <w:sz w:val="20"/>
          <w:szCs w:val="20"/>
        </w:rPr>
        <w:t>there is no knowledge that anyone can teach the Lord</w:t>
      </w:r>
      <w:r w:rsidR="009F2838">
        <w:rPr>
          <w:rFonts w:ascii="Times New Roman" w:hAnsi="Times New Roman" w:cs="Times New Roman"/>
          <w:b/>
          <w:color w:val="000000" w:themeColor="text1"/>
          <w:sz w:val="20"/>
          <w:szCs w:val="20"/>
        </w:rPr>
        <w:t xml:space="preserve"> </w:t>
      </w:r>
      <w:r w:rsidR="00517243">
        <w:rPr>
          <w:rFonts w:ascii="Times New Roman" w:hAnsi="Times New Roman" w:cs="Times New Roman"/>
          <w:b/>
          <w:color w:val="000000" w:themeColor="text1"/>
          <w:sz w:val="20"/>
          <w:szCs w:val="20"/>
        </w:rPr>
        <w:t>(</w:t>
      </w:r>
      <w:r w:rsidR="00BA59C6">
        <w:rPr>
          <w:rFonts w:ascii="Times New Roman" w:hAnsi="Times New Roman" w:cs="Times New Roman"/>
          <w:b/>
          <w:color w:val="000000" w:themeColor="text1"/>
          <w:sz w:val="20"/>
          <w:szCs w:val="20"/>
        </w:rPr>
        <w:t xml:space="preserve">Job 21:22; </w:t>
      </w:r>
      <w:r w:rsidR="00491BD6">
        <w:rPr>
          <w:rFonts w:ascii="Times New Roman" w:hAnsi="Times New Roman" w:cs="Times New Roman"/>
          <w:b/>
          <w:color w:val="000000" w:themeColor="text1"/>
          <w:sz w:val="20"/>
          <w:szCs w:val="20"/>
        </w:rPr>
        <w:t xml:space="preserve">Isaiah 40:13-14; </w:t>
      </w:r>
      <w:r w:rsidR="00BA59C6">
        <w:rPr>
          <w:rFonts w:ascii="Times New Roman" w:hAnsi="Times New Roman" w:cs="Times New Roman"/>
          <w:b/>
          <w:color w:val="000000" w:themeColor="text1"/>
          <w:sz w:val="20"/>
          <w:szCs w:val="20"/>
        </w:rPr>
        <w:t>Luke 2:41-52</w:t>
      </w:r>
      <w:r w:rsidR="009F2838">
        <w:rPr>
          <w:rFonts w:ascii="Times New Roman" w:hAnsi="Times New Roman" w:cs="Times New Roman"/>
          <w:b/>
          <w:color w:val="000000" w:themeColor="text1"/>
          <w:sz w:val="20"/>
          <w:szCs w:val="20"/>
        </w:rPr>
        <w:t>).</w:t>
      </w:r>
      <w:r w:rsidR="009F2838">
        <w:rPr>
          <w:rFonts w:ascii="Times New Roman" w:hAnsi="Times New Roman" w:cs="Times New Roman"/>
          <w:bCs/>
          <w:color w:val="000000" w:themeColor="text1"/>
          <w:sz w:val="20"/>
          <w:szCs w:val="20"/>
        </w:rPr>
        <w:t xml:space="preserve"> </w:t>
      </w:r>
      <w:r w:rsidR="00BA59C6">
        <w:rPr>
          <w:rFonts w:ascii="Times New Roman" w:hAnsi="Times New Roman" w:cs="Times New Roman"/>
          <w:bCs/>
          <w:color w:val="000000" w:themeColor="text1"/>
          <w:sz w:val="20"/>
          <w:szCs w:val="20"/>
        </w:rPr>
        <w:t>The question is asked in the book of Job. Shall any teach God knowledge? This is obviously a rhetorical question, as there is no knowledge that anyone can teach the all-knowing God. The New Testament shows this out during the earthly ministry of Jesus Christ. His parents found Him as a child teaching learned and aged religious men. These men were astounded at His knowledge. How could a child know so much about the Word of God?</w:t>
      </w:r>
      <w:r w:rsidR="005E0153">
        <w:rPr>
          <w:rFonts w:ascii="Times New Roman" w:hAnsi="Times New Roman" w:cs="Times New Roman"/>
          <w:bCs/>
          <w:color w:val="000000" w:themeColor="text1"/>
          <w:sz w:val="20"/>
          <w:szCs w:val="20"/>
        </w:rPr>
        <w:t xml:space="preserve"> The Lord never needed any person to teach Him anything during His earthly ministry. As people, we are always learning and growing in knowledge. Time and experience are necessary for this to take place for us. There’s only so much that we can learn in any given day. The Lord is eternal. He does not have to gain knowledge over time, but if He did, then we know that He’s had all of eternity to garner any and all knowledge! We also know that God is self-sufficient. He is not reliant upon anyone for anything. This applies to knowledge as much as it applies to anything else. There is no one that could ever be qualified to teach God anything!</w:t>
      </w:r>
    </w:p>
    <w:p w14:paraId="737B8898" w14:textId="77777777" w:rsidR="008951EA" w:rsidRPr="008951EA" w:rsidRDefault="008951EA" w:rsidP="008951EA">
      <w:pPr>
        <w:ind w:left="720"/>
        <w:jc w:val="both"/>
        <w:rPr>
          <w:rFonts w:ascii="Times New Roman" w:hAnsi="Times New Roman" w:cs="Times New Roman"/>
          <w:color w:val="000000" w:themeColor="text1"/>
          <w:sz w:val="12"/>
          <w:szCs w:val="12"/>
        </w:rPr>
      </w:pPr>
    </w:p>
    <w:p w14:paraId="65341412" w14:textId="32BE3B25" w:rsidR="004F62AA" w:rsidRDefault="004F62AA" w:rsidP="004F62AA">
      <w:pPr>
        <w:pStyle w:val="ListParagraph"/>
        <w:numPr>
          <w:ilvl w:val="0"/>
          <w:numId w:val="48"/>
        </w:numPr>
        <w:jc w:val="both"/>
        <w:rPr>
          <w:rFonts w:ascii="Times New Roman" w:hAnsi="Times New Roman" w:cs="Times New Roman"/>
          <w:sz w:val="20"/>
          <w:szCs w:val="20"/>
        </w:rPr>
      </w:pPr>
      <w:r>
        <w:rPr>
          <w:rFonts w:ascii="Times New Roman" w:hAnsi="Times New Roman" w:cs="Times New Roman"/>
          <w:b/>
          <w:color w:val="000000" w:themeColor="text1"/>
          <w:sz w:val="20"/>
          <w:szCs w:val="20"/>
        </w:rPr>
        <w:t>Notice that</w:t>
      </w:r>
      <w:r w:rsidR="002F3AD0">
        <w:rPr>
          <w:rFonts w:ascii="Times New Roman" w:hAnsi="Times New Roman" w:cs="Times New Roman"/>
          <w:b/>
          <w:color w:val="000000" w:themeColor="text1"/>
          <w:sz w:val="20"/>
          <w:szCs w:val="20"/>
        </w:rPr>
        <w:t xml:space="preserve"> </w:t>
      </w:r>
      <w:r w:rsidR="005E0153">
        <w:rPr>
          <w:rFonts w:ascii="Times New Roman" w:hAnsi="Times New Roman" w:cs="Times New Roman"/>
          <w:b/>
          <w:color w:val="000000" w:themeColor="text1"/>
          <w:sz w:val="20"/>
          <w:szCs w:val="20"/>
        </w:rPr>
        <w:t>God is the teacher of knowledge to man</w:t>
      </w:r>
      <w:r w:rsidR="00553B08">
        <w:rPr>
          <w:rFonts w:ascii="Times New Roman" w:hAnsi="Times New Roman" w:cs="Times New Roman"/>
          <w:b/>
          <w:color w:val="000000" w:themeColor="text1"/>
          <w:sz w:val="20"/>
          <w:szCs w:val="20"/>
        </w:rPr>
        <w:t xml:space="preserve"> </w:t>
      </w:r>
      <w:r w:rsidR="003318A5">
        <w:rPr>
          <w:rFonts w:ascii="Times New Roman" w:hAnsi="Times New Roman" w:cs="Times New Roman"/>
          <w:b/>
          <w:color w:val="000000" w:themeColor="text1"/>
          <w:sz w:val="20"/>
          <w:szCs w:val="20"/>
        </w:rPr>
        <w:t>(</w:t>
      </w:r>
      <w:r w:rsidR="005E0153">
        <w:rPr>
          <w:rFonts w:ascii="Times New Roman" w:hAnsi="Times New Roman" w:cs="Times New Roman"/>
          <w:b/>
          <w:color w:val="000000" w:themeColor="text1"/>
          <w:sz w:val="20"/>
          <w:szCs w:val="20"/>
        </w:rPr>
        <w:t xml:space="preserve">Job 36:22: Psalm 25:4-5, 25:8-9, 27:11, 86:11, 94:10; </w:t>
      </w:r>
      <w:r w:rsidR="00A60C78">
        <w:rPr>
          <w:rFonts w:ascii="Times New Roman" w:hAnsi="Times New Roman" w:cs="Times New Roman"/>
          <w:b/>
          <w:color w:val="000000" w:themeColor="text1"/>
          <w:sz w:val="20"/>
          <w:szCs w:val="20"/>
        </w:rPr>
        <w:t>Prov</w:t>
      </w:r>
      <w:r w:rsidR="006D2757">
        <w:rPr>
          <w:rFonts w:ascii="Times New Roman" w:hAnsi="Times New Roman" w:cs="Times New Roman"/>
          <w:b/>
          <w:color w:val="000000" w:themeColor="text1"/>
          <w:sz w:val="20"/>
          <w:szCs w:val="20"/>
        </w:rPr>
        <w:t>.</w:t>
      </w:r>
      <w:r w:rsidR="00A60C78">
        <w:rPr>
          <w:rFonts w:ascii="Times New Roman" w:hAnsi="Times New Roman" w:cs="Times New Roman"/>
          <w:b/>
          <w:color w:val="000000" w:themeColor="text1"/>
          <w:sz w:val="20"/>
          <w:szCs w:val="20"/>
        </w:rPr>
        <w:t xml:space="preserve"> 2:6; </w:t>
      </w:r>
      <w:r w:rsidR="005E0153">
        <w:rPr>
          <w:rFonts w:ascii="Times New Roman" w:hAnsi="Times New Roman" w:cs="Times New Roman"/>
          <w:b/>
          <w:color w:val="000000" w:themeColor="text1"/>
          <w:sz w:val="20"/>
          <w:szCs w:val="20"/>
        </w:rPr>
        <w:t>Isaiah 2:3, 28:9-26; Matt</w:t>
      </w:r>
      <w:r w:rsidR="006D2757">
        <w:rPr>
          <w:rFonts w:ascii="Times New Roman" w:hAnsi="Times New Roman" w:cs="Times New Roman"/>
          <w:b/>
          <w:color w:val="000000" w:themeColor="text1"/>
          <w:sz w:val="20"/>
          <w:szCs w:val="20"/>
        </w:rPr>
        <w:t>.</w:t>
      </w:r>
      <w:r w:rsidR="005E0153">
        <w:rPr>
          <w:rFonts w:ascii="Times New Roman" w:hAnsi="Times New Roman" w:cs="Times New Roman"/>
          <w:b/>
          <w:color w:val="000000" w:themeColor="text1"/>
          <w:sz w:val="20"/>
          <w:szCs w:val="20"/>
        </w:rPr>
        <w:t xml:space="preserve"> 22:16, 26:55</w:t>
      </w:r>
      <w:r w:rsidR="006D2757">
        <w:rPr>
          <w:rFonts w:ascii="Times New Roman" w:hAnsi="Times New Roman" w:cs="Times New Roman"/>
          <w:b/>
          <w:color w:val="000000" w:themeColor="text1"/>
          <w:sz w:val="20"/>
          <w:szCs w:val="20"/>
        </w:rPr>
        <w:t>; Jn. 16:30</w:t>
      </w:r>
      <w:r w:rsidR="00BD0586">
        <w:rPr>
          <w:rFonts w:ascii="Times New Roman" w:hAnsi="Times New Roman" w:cs="Times New Roman"/>
          <w:b/>
          <w:color w:val="000000" w:themeColor="text1"/>
          <w:sz w:val="20"/>
          <w:szCs w:val="20"/>
        </w:rPr>
        <w:t>).</w:t>
      </w:r>
      <w:r w:rsidR="00A015F1">
        <w:rPr>
          <w:rFonts w:ascii="Times New Roman" w:hAnsi="Times New Roman" w:cs="Times New Roman"/>
          <w:b/>
          <w:color w:val="000000" w:themeColor="text1"/>
          <w:sz w:val="20"/>
          <w:szCs w:val="20"/>
        </w:rPr>
        <w:t xml:space="preserve"> </w:t>
      </w:r>
      <w:r w:rsidR="00A60C78">
        <w:rPr>
          <w:rFonts w:ascii="Times New Roman" w:hAnsi="Times New Roman" w:cs="Times New Roman"/>
          <w:bCs/>
          <w:color w:val="000000" w:themeColor="text1"/>
          <w:sz w:val="20"/>
          <w:szCs w:val="20"/>
        </w:rPr>
        <w:t>What knowledge would man have without it coming from the Lord? Who taught Adam all that He needed to know about how to live in this world? Surely, Adam did not garner all of the needed knowledge through experience, for nothing had ever been done before by any other man. It was the Lord. The knowledge of good and evil came from the tree that the Lord planted. He did not desire for Adam and Eve to have that knowledge, but it was ultimately His knowledge nonetheless. Thus, God is the ultimate source of knowledge. As believers, I wonder why we do not more frequently go to the One who knows all things? When it comes to getting instruction from teachers on this earth, we try to seek out those who have information. I’m not going to ask someone a question about my car who has no knowledge whatsoever about that vehicle. The Lord has given knowledge to man from the beginning of time, and He still desires to give us His knowledge today. That’s why He left us with His Word.</w:t>
      </w:r>
      <w:r w:rsidR="00F41DE4">
        <w:rPr>
          <w:rFonts w:ascii="Times New Roman" w:hAnsi="Times New Roman" w:cs="Times New Roman"/>
          <w:bCs/>
          <w:color w:val="000000" w:themeColor="text1"/>
          <w:sz w:val="20"/>
          <w:szCs w:val="20"/>
        </w:rPr>
        <w:t xml:space="preserve"> Further, He’ll give us wisdom for that knowledge if we ask.</w:t>
      </w:r>
    </w:p>
    <w:p w14:paraId="19F2E343" w14:textId="77777777" w:rsidR="00FD664C" w:rsidRPr="00AC78BF" w:rsidRDefault="00FD664C" w:rsidP="00FD664C">
      <w:pPr>
        <w:pStyle w:val="ListParagraph"/>
        <w:ind w:left="1080"/>
        <w:jc w:val="both"/>
        <w:rPr>
          <w:rFonts w:ascii="Times New Roman" w:hAnsi="Times New Roman" w:cs="Times New Roman"/>
          <w:color w:val="000000" w:themeColor="text1"/>
          <w:sz w:val="20"/>
          <w:szCs w:val="20"/>
        </w:rPr>
      </w:pPr>
    </w:p>
    <w:p w14:paraId="437E0EAE" w14:textId="27896F82" w:rsidR="00BF22DE" w:rsidRPr="0036504F" w:rsidRDefault="0036131A" w:rsidP="00BF22D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F41DE4">
        <w:rPr>
          <w:rFonts w:ascii="Times New Roman" w:hAnsi="Times New Roman" w:cs="Times New Roman"/>
          <w:b/>
          <w:bCs/>
          <w:color w:val="000000" w:themeColor="text1"/>
          <w:sz w:val="20"/>
          <w:szCs w:val="20"/>
        </w:rPr>
        <w:t xml:space="preserve">OMNISCIENCE OF THE LORD </w:t>
      </w:r>
      <w:r w:rsidR="00491BD6">
        <w:rPr>
          <w:rFonts w:ascii="Times New Roman" w:hAnsi="Times New Roman" w:cs="Times New Roman"/>
          <w:b/>
          <w:bCs/>
          <w:color w:val="000000" w:themeColor="text1"/>
          <w:sz w:val="20"/>
          <w:szCs w:val="20"/>
        </w:rPr>
        <w:t>REGARDS KNOWLEDGE OF EVERY INDIVIDUAL.</w:t>
      </w:r>
    </w:p>
    <w:p w14:paraId="6401027B" w14:textId="77777777" w:rsidR="000E1CC9" w:rsidRPr="00BF278F" w:rsidRDefault="000E1CC9" w:rsidP="000E1CC9">
      <w:pPr>
        <w:pStyle w:val="ListParagraph"/>
        <w:jc w:val="both"/>
        <w:rPr>
          <w:rFonts w:ascii="Times New Roman" w:hAnsi="Times New Roman" w:cs="Times New Roman"/>
          <w:color w:val="000000" w:themeColor="text1"/>
          <w:sz w:val="12"/>
          <w:szCs w:val="12"/>
        </w:rPr>
      </w:pPr>
    </w:p>
    <w:p w14:paraId="34556105" w14:textId="53458E85" w:rsidR="00B97B6D" w:rsidRPr="00484665" w:rsidRDefault="00BF22DE" w:rsidP="008E3CC3">
      <w:pPr>
        <w:pStyle w:val="ListParagraph"/>
        <w:numPr>
          <w:ilvl w:val="0"/>
          <w:numId w:val="49"/>
        </w:numPr>
        <w:jc w:val="both"/>
        <w:rPr>
          <w:rFonts w:ascii="Times New Roman" w:hAnsi="Times New Roman" w:cs="Times New Roman"/>
          <w:b/>
          <w:color w:val="000000" w:themeColor="text1"/>
          <w:sz w:val="20"/>
          <w:szCs w:val="20"/>
        </w:rPr>
      </w:pPr>
      <w:r w:rsidRPr="00484665">
        <w:rPr>
          <w:rFonts w:ascii="Times New Roman" w:hAnsi="Times New Roman" w:cs="Times New Roman"/>
          <w:b/>
          <w:bCs/>
          <w:color w:val="000000" w:themeColor="text1"/>
          <w:sz w:val="20"/>
          <w:szCs w:val="20"/>
        </w:rPr>
        <w:t xml:space="preserve">Notice that </w:t>
      </w:r>
      <w:r w:rsidR="00491BD6" w:rsidRPr="00484665">
        <w:rPr>
          <w:rFonts w:ascii="Times New Roman" w:hAnsi="Times New Roman" w:cs="Times New Roman"/>
          <w:b/>
          <w:bCs/>
          <w:color w:val="000000" w:themeColor="text1"/>
          <w:sz w:val="20"/>
          <w:szCs w:val="20"/>
        </w:rPr>
        <w:t xml:space="preserve">the Lord has knowledge of the actions and even the thoughts of every person </w:t>
      </w:r>
      <w:r w:rsidRPr="00484665">
        <w:rPr>
          <w:rFonts w:ascii="Times New Roman" w:hAnsi="Times New Roman" w:cs="Times New Roman"/>
          <w:b/>
          <w:bCs/>
          <w:color w:val="000000" w:themeColor="text1"/>
          <w:sz w:val="20"/>
          <w:szCs w:val="20"/>
        </w:rPr>
        <w:t>(</w:t>
      </w:r>
      <w:r w:rsidR="00491BD6" w:rsidRPr="00484665">
        <w:rPr>
          <w:rFonts w:ascii="Times New Roman" w:hAnsi="Times New Roman" w:cs="Times New Roman"/>
          <w:b/>
          <w:bCs/>
          <w:color w:val="000000" w:themeColor="text1"/>
          <w:sz w:val="20"/>
          <w:szCs w:val="20"/>
        </w:rPr>
        <w:t xml:space="preserve">Psalm 33:13-15, 94:11; Isaiah 66:18; Matthew 9:4; </w:t>
      </w:r>
      <w:r w:rsidR="006D2757">
        <w:rPr>
          <w:rFonts w:ascii="Times New Roman" w:hAnsi="Times New Roman" w:cs="Times New Roman"/>
          <w:b/>
          <w:bCs/>
          <w:color w:val="000000" w:themeColor="text1"/>
          <w:sz w:val="20"/>
          <w:szCs w:val="20"/>
        </w:rPr>
        <w:t>Romans 11:33</w:t>
      </w:r>
      <w:r w:rsidR="00491BD6" w:rsidRPr="00484665">
        <w:rPr>
          <w:rFonts w:ascii="Times New Roman" w:hAnsi="Times New Roman" w:cs="Times New Roman"/>
          <w:b/>
          <w:bCs/>
          <w:color w:val="000000" w:themeColor="text1"/>
          <w:sz w:val="20"/>
          <w:szCs w:val="20"/>
        </w:rPr>
        <w:t>; Hebrews 4:13</w:t>
      </w:r>
      <w:r w:rsidR="0036131A" w:rsidRPr="00484665">
        <w:rPr>
          <w:rFonts w:ascii="Times New Roman" w:hAnsi="Times New Roman" w:cs="Times New Roman"/>
          <w:b/>
          <w:bCs/>
          <w:color w:val="000000" w:themeColor="text1"/>
          <w:sz w:val="20"/>
          <w:szCs w:val="20"/>
        </w:rPr>
        <w:t xml:space="preserve">). </w:t>
      </w:r>
      <w:r w:rsidR="00491BD6" w:rsidRPr="00484665">
        <w:rPr>
          <w:rFonts w:ascii="Times New Roman" w:hAnsi="Times New Roman" w:cs="Times New Roman"/>
          <w:color w:val="000000" w:themeColor="text1"/>
          <w:sz w:val="20"/>
          <w:szCs w:val="20"/>
        </w:rPr>
        <w:t>The Lord’s knowledge stretches to every individual to ever live on this earth. None of our actions are hidden from the Lord. He sees everything. He knows everything. The Bible tells us that He even knows the thoughts that we have. We do not have to even voice those thoughts for Him to know them. I believe the Lord even knows our feelings. Things from our heart that maybe our minds have not even processed yet as thoughts. There is nothing truly hidden from Him who reigns above. While this truth is obvious to us when we consider that He is an all-knowing God, the most amazing part about God’s knowledge is that He actually regards the information that He has. There are many things that we gain knowledge of that we have little regard for. We forget many things that our mind considers to be of little importance. Yet, the</w:t>
      </w:r>
      <w:r w:rsidR="00484665" w:rsidRPr="00484665">
        <w:rPr>
          <w:rFonts w:ascii="Times New Roman" w:hAnsi="Times New Roman" w:cs="Times New Roman"/>
          <w:color w:val="000000" w:themeColor="text1"/>
          <w:sz w:val="20"/>
          <w:szCs w:val="20"/>
        </w:rPr>
        <w:t xml:space="preserve"> richness of the Lord’s knowledge is great. He regards all of the information that He has on mankind.</w:t>
      </w:r>
      <w:r w:rsidR="00B237C1" w:rsidRPr="00484665">
        <w:rPr>
          <w:rFonts w:ascii="Times New Roman" w:hAnsi="Times New Roman" w:cs="Times New Roman"/>
          <w:color w:val="000000" w:themeColor="text1"/>
          <w:sz w:val="20"/>
          <w:szCs w:val="20"/>
        </w:rPr>
        <w:t xml:space="preserve"> </w:t>
      </w:r>
    </w:p>
    <w:p w14:paraId="520222D5" w14:textId="36FF35FF" w:rsidR="00484665" w:rsidRDefault="00484665" w:rsidP="00484665">
      <w:pPr>
        <w:pStyle w:val="ListParagraph"/>
        <w:ind w:left="1080"/>
        <w:jc w:val="both"/>
        <w:rPr>
          <w:rFonts w:ascii="Times New Roman" w:hAnsi="Times New Roman" w:cs="Times New Roman"/>
          <w:b/>
          <w:bCs/>
          <w:color w:val="000000" w:themeColor="text1"/>
          <w:sz w:val="20"/>
          <w:szCs w:val="20"/>
        </w:rPr>
      </w:pPr>
    </w:p>
    <w:p w14:paraId="77C751B3" w14:textId="77777777" w:rsidR="00484665" w:rsidRPr="00484665" w:rsidRDefault="00484665" w:rsidP="00484665">
      <w:pPr>
        <w:pStyle w:val="ListParagraph"/>
        <w:ind w:left="1080"/>
        <w:jc w:val="both"/>
        <w:rPr>
          <w:rFonts w:ascii="Times New Roman" w:hAnsi="Times New Roman" w:cs="Times New Roman"/>
          <w:b/>
          <w:color w:val="000000" w:themeColor="text1"/>
          <w:sz w:val="20"/>
          <w:szCs w:val="20"/>
        </w:rPr>
      </w:pPr>
    </w:p>
    <w:p w14:paraId="0C517CA8" w14:textId="7301B220" w:rsidR="00B765C5" w:rsidRPr="00B765C5" w:rsidRDefault="008A0B09" w:rsidP="00B765C5">
      <w:pPr>
        <w:pStyle w:val="ListParagraph"/>
        <w:numPr>
          <w:ilvl w:val="0"/>
          <w:numId w:val="49"/>
        </w:numPr>
        <w:jc w:val="both"/>
        <w:rPr>
          <w:rFonts w:ascii="Times New Roman" w:hAnsi="Times New Roman" w:cs="Times New Roman"/>
          <w:color w:val="000000" w:themeColor="text1"/>
          <w:sz w:val="16"/>
          <w:szCs w:val="16"/>
        </w:rPr>
      </w:pPr>
      <w:r w:rsidRPr="00B765C5">
        <w:rPr>
          <w:rFonts w:ascii="Times New Roman" w:hAnsi="Times New Roman" w:cs="Times New Roman"/>
          <w:b/>
          <w:color w:val="000000" w:themeColor="text1"/>
          <w:sz w:val="20"/>
          <w:szCs w:val="20"/>
        </w:rPr>
        <w:t xml:space="preserve">Notice </w:t>
      </w:r>
      <w:r w:rsidR="008B2C95" w:rsidRPr="00B765C5">
        <w:rPr>
          <w:rFonts w:ascii="Times New Roman" w:hAnsi="Times New Roman" w:cs="Times New Roman"/>
          <w:b/>
          <w:color w:val="000000" w:themeColor="text1"/>
          <w:sz w:val="20"/>
          <w:szCs w:val="20"/>
        </w:rPr>
        <w:t xml:space="preserve">that </w:t>
      </w:r>
      <w:r w:rsidR="004F542C">
        <w:rPr>
          <w:rFonts w:ascii="Times New Roman" w:hAnsi="Times New Roman" w:cs="Times New Roman"/>
          <w:b/>
          <w:color w:val="000000" w:themeColor="text1"/>
          <w:sz w:val="20"/>
          <w:szCs w:val="20"/>
        </w:rPr>
        <w:t>the Lord</w:t>
      </w:r>
      <w:r w:rsidR="006D2757">
        <w:rPr>
          <w:rFonts w:ascii="Times New Roman" w:hAnsi="Times New Roman" w:cs="Times New Roman"/>
          <w:b/>
          <w:color w:val="000000" w:themeColor="text1"/>
          <w:sz w:val="20"/>
          <w:szCs w:val="20"/>
        </w:rPr>
        <w:t xml:space="preserve"> takes special interest in the wellbeing of mankind</w:t>
      </w:r>
      <w:r w:rsidR="004F542C">
        <w:rPr>
          <w:rFonts w:ascii="Times New Roman" w:hAnsi="Times New Roman" w:cs="Times New Roman"/>
          <w:b/>
          <w:color w:val="000000" w:themeColor="text1"/>
          <w:sz w:val="20"/>
          <w:szCs w:val="20"/>
        </w:rPr>
        <w:t xml:space="preserve"> </w:t>
      </w:r>
      <w:r w:rsidR="006717C9" w:rsidRPr="00B765C5">
        <w:rPr>
          <w:rFonts w:ascii="Times New Roman" w:hAnsi="Times New Roman" w:cs="Times New Roman"/>
          <w:b/>
          <w:color w:val="000000" w:themeColor="text1"/>
          <w:sz w:val="20"/>
          <w:szCs w:val="20"/>
        </w:rPr>
        <w:t>(</w:t>
      </w:r>
      <w:r w:rsidR="006D2757">
        <w:rPr>
          <w:rFonts w:ascii="Times New Roman" w:hAnsi="Times New Roman" w:cs="Times New Roman"/>
          <w:b/>
          <w:color w:val="000000" w:themeColor="text1"/>
          <w:sz w:val="20"/>
          <w:szCs w:val="20"/>
        </w:rPr>
        <w:t>Psalm 44:21, 139:1-3</w:t>
      </w:r>
      <w:r w:rsidR="00830526">
        <w:rPr>
          <w:rFonts w:ascii="Times New Roman" w:hAnsi="Times New Roman" w:cs="Times New Roman"/>
          <w:b/>
          <w:color w:val="000000" w:themeColor="text1"/>
          <w:sz w:val="20"/>
          <w:szCs w:val="20"/>
        </w:rPr>
        <w:t>, 147:4-5;</w:t>
      </w:r>
      <w:r w:rsidR="006D2757">
        <w:rPr>
          <w:rFonts w:ascii="Times New Roman" w:hAnsi="Times New Roman" w:cs="Times New Roman"/>
          <w:b/>
          <w:color w:val="000000" w:themeColor="text1"/>
          <w:sz w:val="20"/>
          <w:szCs w:val="20"/>
        </w:rPr>
        <w:t xml:space="preserve"> 1 Chronicles 28:9; Matthew 10:29-39; Luke 12:1-7; 1 John 3:20</w:t>
      </w:r>
      <w:r w:rsidR="00E0055F" w:rsidRPr="00B765C5">
        <w:rPr>
          <w:rFonts w:ascii="Times New Roman" w:hAnsi="Times New Roman" w:cs="Times New Roman"/>
          <w:b/>
          <w:color w:val="000000" w:themeColor="text1"/>
          <w:sz w:val="20"/>
          <w:szCs w:val="20"/>
        </w:rPr>
        <w:t xml:space="preserve">). </w:t>
      </w:r>
      <w:r w:rsidR="006D2757">
        <w:rPr>
          <w:rFonts w:ascii="Times New Roman" w:hAnsi="Times New Roman" w:cs="Times New Roman"/>
          <w:bCs/>
          <w:color w:val="000000" w:themeColor="text1"/>
          <w:sz w:val="20"/>
          <w:szCs w:val="20"/>
        </w:rPr>
        <w:t>The Bible speaks of the Lord searching our hearts. This doesn’t mean that He is looking for something that He did not previously know. It is emphasizing the regard that the Lord has for mankind. He has the knowledge of man, but He intentionally looks at that knowledge and acts upon it. He takes a special interest in mankind. He regards us more than the animals that He created in this world. That was the Lord Jesus Christ’s message for His disciples. The Lord knows every hair on each person’s head. He sees when the sparrow falls, but He regards what He sees with man more than what He sees and knows of the sparrow. We should be grateful daily when we consider that an all-knowing God has chosen to give any of His attention to the knowledge that He has of mankind. Of course, the wicked man should also be frightened at the thought of the Lord’s special interest in His knowledge of mankind. Additionally, every believer should somberly remember each day that the Lord is seeking out our actions. His eyes are ever watching.</w:t>
      </w:r>
    </w:p>
    <w:p w14:paraId="003BAC66" w14:textId="77777777" w:rsidR="00B765C5" w:rsidRPr="00B765C5" w:rsidRDefault="00B765C5" w:rsidP="00B765C5">
      <w:pPr>
        <w:pStyle w:val="ListParagraph"/>
        <w:ind w:left="1080"/>
        <w:jc w:val="both"/>
        <w:rPr>
          <w:rFonts w:ascii="Times New Roman" w:hAnsi="Times New Roman" w:cs="Times New Roman"/>
          <w:color w:val="000000" w:themeColor="text1"/>
          <w:sz w:val="20"/>
          <w:szCs w:val="20"/>
        </w:rPr>
      </w:pPr>
    </w:p>
    <w:p w14:paraId="4BBCDE7B" w14:textId="0238A6CA" w:rsidR="008C175E" w:rsidRPr="003A2925" w:rsidRDefault="005F0DEF"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6D2757">
        <w:rPr>
          <w:rFonts w:ascii="Times New Roman" w:hAnsi="Times New Roman" w:cs="Times New Roman"/>
          <w:b/>
          <w:bCs/>
          <w:color w:val="000000" w:themeColor="text1"/>
          <w:sz w:val="20"/>
          <w:szCs w:val="20"/>
        </w:rPr>
        <w:t xml:space="preserve">OMNISCIENCE OF THE LORD </w:t>
      </w:r>
      <w:r w:rsidR="00E27E7E">
        <w:rPr>
          <w:rFonts w:ascii="Times New Roman" w:hAnsi="Times New Roman" w:cs="Times New Roman"/>
          <w:b/>
          <w:bCs/>
          <w:color w:val="000000" w:themeColor="text1"/>
          <w:sz w:val="20"/>
          <w:szCs w:val="20"/>
        </w:rPr>
        <w:t>REACHES EVEN TO EVENTS YET TO COME.</w:t>
      </w:r>
    </w:p>
    <w:p w14:paraId="27AFF3D8" w14:textId="77777777" w:rsidR="008C175E" w:rsidRPr="003A2925" w:rsidRDefault="008C175E" w:rsidP="008C175E">
      <w:pPr>
        <w:pStyle w:val="ListParagraph"/>
        <w:jc w:val="both"/>
        <w:rPr>
          <w:rFonts w:ascii="Times New Roman" w:hAnsi="Times New Roman" w:cs="Times New Roman"/>
          <w:b/>
          <w:bCs/>
          <w:color w:val="000000" w:themeColor="text1"/>
          <w:sz w:val="12"/>
          <w:szCs w:val="12"/>
        </w:rPr>
      </w:pPr>
    </w:p>
    <w:p w14:paraId="242A732C" w14:textId="23BE83AF" w:rsidR="008C175E" w:rsidRDefault="008C175E" w:rsidP="008C175E">
      <w:pPr>
        <w:pStyle w:val="ListParagraph"/>
        <w:numPr>
          <w:ilvl w:val="0"/>
          <w:numId w:val="45"/>
        </w:numPr>
        <w:jc w:val="both"/>
        <w:rPr>
          <w:rFonts w:ascii="Times New Roman" w:hAnsi="Times New Roman" w:cs="Times New Roman"/>
          <w:color w:val="000000" w:themeColor="text1"/>
          <w:sz w:val="20"/>
          <w:szCs w:val="20"/>
        </w:rPr>
      </w:pPr>
      <w:r w:rsidRPr="00241E35">
        <w:rPr>
          <w:rFonts w:ascii="Times New Roman" w:hAnsi="Times New Roman" w:cs="Times New Roman"/>
          <w:b/>
          <w:bCs/>
          <w:color w:val="000000" w:themeColor="text1"/>
          <w:sz w:val="20"/>
          <w:szCs w:val="20"/>
        </w:rPr>
        <w:t xml:space="preserve">Notice </w:t>
      </w:r>
      <w:r w:rsidR="003E28B7">
        <w:rPr>
          <w:rFonts w:ascii="Times New Roman" w:hAnsi="Times New Roman" w:cs="Times New Roman"/>
          <w:b/>
          <w:bCs/>
          <w:color w:val="000000" w:themeColor="text1"/>
          <w:sz w:val="20"/>
          <w:szCs w:val="20"/>
        </w:rPr>
        <w:t>that</w:t>
      </w:r>
      <w:r w:rsidR="002953B0">
        <w:rPr>
          <w:rFonts w:ascii="Times New Roman" w:hAnsi="Times New Roman" w:cs="Times New Roman"/>
          <w:b/>
          <w:bCs/>
          <w:color w:val="000000" w:themeColor="text1"/>
          <w:sz w:val="20"/>
          <w:szCs w:val="20"/>
        </w:rPr>
        <w:t xml:space="preserve"> </w:t>
      </w:r>
      <w:r w:rsidR="00830526">
        <w:rPr>
          <w:rFonts w:ascii="Times New Roman" w:hAnsi="Times New Roman" w:cs="Times New Roman"/>
          <w:b/>
          <w:bCs/>
          <w:color w:val="000000" w:themeColor="text1"/>
          <w:sz w:val="20"/>
          <w:szCs w:val="20"/>
        </w:rPr>
        <w:t>the Lord has known the end from the beginning</w:t>
      </w:r>
      <w:r w:rsidR="00807A50">
        <w:rPr>
          <w:rFonts w:ascii="Times New Roman" w:hAnsi="Times New Roman" w:cs="Times New Roman"/>
          <w:b/>
          <w:bCs/>
          <w:color w:val="000000" w:themeColor="text1"/>
          <w:sz w:val="20"/>
          <w:szCs w:val="20"/>
        </w:rPr>
        <w:t xml:space="preserve"> </w:t>
      </w:r>
      <w:r w:rsidRPr="00241E35">
        <w:rPr>
          <w:rFonts w:ascii="Times New Roman" w:hAnsi="Times New Roman" w:cs="Times New Roman"/>
          <w:b/>
          <w:bCs/>
          <w:color w:val="000000" w:themeColor="text1"/>
          <w:sz w:val="20"/>
          <w:szCs w:val="20"/>
        </w:rPr>
        <w:t>(</w:t>
      </w:r>
      <w:r w:rsidR="00830526">
        <w:rPr>
          <w:rFonts w:ascii="Times New Roman" w:hAnsi="Times New Roman" w:cs="Times New Roman"/>
          <w:b/>
          <w:bCs/>
          <w:color w:val="000000" w:themeColor="text1"/>
          <w:sz w:val="20"/>
          <w:szCs w:val="20"/>
        </w:rPr>
        <w:t>Deuteronomy 18:</w:t>
      </w:r>
      <w:r w:rsidR="006F1FAE">
        <w:rPr>
          <w:rFonts w:ascii="Times New Roman" w:hAnsi="Times New Roman" w:cs="Times New Roman"/>
          <w:b/>
          <w:bCs/>
          <w:color w:val="000000" w:themeColor="text1"/>
          <w:sz w:val="20"/>
          <w:szCs w:val="20"/>
        </w:rPr>
        <w:t>20-</w:t>
      </w:r>
      <w:r w:rsidR="00830526">
        <w:rPr>
          <w:rFonts w:ascii="Times New Roman" w:hAnsi="Times New Roman" w:cs="Times New Roman"/>
          <w:b/>
          <w:bCs/>
          <w:color w:val="000000" w:themeColor="text1"/>
          <w:sz w:val="20"/>
          <w:szCs w:val="20"/>
        </w:rPr>
        <w:t>22; Psalm 139:4-16; Isaiah 46:</w:t>
      </w:r>
      <w:r w:rsidR="006F1FAE">
        <w:rPr>
          <w:rFonts w:ascii="Times New Roman" w:hAnsi="Times New Roman" w:cs="Times New Roman"/>
          <w:b/>
          <w:bCs/>
          <w:color w:val="000000" w:themeColor="text1"/>
          <w:sz w:val="20"/>
          <w:szCs w:val="20"/>
        </w:rPr>
        <w:t>9-</w:t>
      </w:r>
      <w:r w:rsidR="00830526">
        <w:rPr>
          <w:rFonts w:ascii="Times New Roman" w:hAnsi="Times New Roman" w:cs="Times New Roman"/>
          <w:b/>
          <w:bCs/>
          <w:color w:val="000000" w:themeColor="text1"/>
          <w:sz w:val="20"/>
          <w:szCs w:val="20"/>
        </w:rPr>
        <w:t>10</w:t>
      </w:r>
      <w:r w:rsidR="00AC2CF4">
        <w:rPr>
          <w:rFonts w:ascii="Times New Roman" w:hAnsi="Times New Roman" w:cs="Times New Roman"/>
          <w:b/>
          <w:bCs/>
          <w:color w:val="000000" w:themeColor="text1"/>
          <w:sz w:val="20"/>
          <w:szCs w:val="20"/>
        </w:rPr>
        <w:t xml:space="preserve">). </w:t>
      </w:r>
      <w:r w:rsidR="00CD30D6">
        <w:rPr>
          <w:rFonts w:ascii="Times New Roman" w:hAnsi="Times New Roman" w:cs="Times New Roman"/>
          <w:bCs/>
          <w:color w:val="000000" w:themeColor="text1"/>
          <w:sz w:val="20"/>
          <w:szCs w:val="20"/>
        </w:rPr>
        <w:t>It is a marvelous and wonderful thing to know all that which is already in existence, but it is even more amazing to know even that which is yet to exist. Yet, that is the knowledge of the Lord God. He knows what was, what is, and what is yet to be. He does not have to process information as He receives it. He has had all of this information for all of eternity. Just think, you have existed in the mind of God forever! That is just an amazing and unfathomable thing for us to consider. Men marvel when someone is able to correctly predict some aspect of the future</w:t>
      </w:r>
      <w:r w:rsidR="006F1FAE">
        <w:rPr>
          <w:rFonts w:ascii="Times New Roman" w:hAnsi="Times New Roman" w:cs="Times New Roman"/>
          <w:bCs/>
          <w:color w:val="000000" w:themeColor="text1"/>
          <w:sz w:val="20"/>
          <w:szCs w:val="20"/>
        </w:rPr>
        <w:t>. These predictions are based on educated guesses, unless it is a prophetic revelation given from above. All of these predictions are short-term, though, compared to what the Lord could predict. God could have predicted perfectly what would happen today a billion years ago! It is not a prediction for God. It is simply fact. It is knowledge. It is HIS knowledge. No matter what happens this week, there is absolutely nothing that will happen that hasn’t already happened in the mind of God.</w:t>
      </w:r>
    </w:p>
    <w:p w14:paraId="0B912053" w14:textId="77777777" w:rsidR="008C175E" w:rsidRPr="00241E35" w:rsidRDefault="008C175E" w:rsidP="008C175E">
      <w:pPr>
        <w:pStyle w:val="ListParagraph"/>
        <w:ind w:left="1080"/>
        <w:jc w:val="both"/>
        <w:rPr>
          <w:rFonts w:ascii="Times New Roman" w:hAnsi="Times New Roman" w:cs="Times New Roman"/>
          <w:color w:val="000000" w:themeColor="text1"/>
          <w:sz w:val="12"/>
          <w:szCs w:val="12"/>
        </w:rPr>
      </w:pPr>
    </w:p>
    <w:p w14:paraId="5991D29D" w14:textId="455D5A7F" w:rsidR="008C175E" w:rsidRPr="005200BD" w:rsidRDefault="008C175E" w:rsidP="00314E80">
      <w:pPr>
        <w:pStyle w:val="ListParagraph"/>
        <w:numPr>
          <w:ilvl w:val="0"/>
          <w:numId w:val="45"/>
        </w:numPr>
        <w:jc w:val="both"/>
        <w:rPr>
          <w:rFonts w:ascii="Times New Roman" w:hAnsi="Times New Roman" w:cs="Times New Roman"/>
          <w:b/>
          <w:bCs/>
          <w:color w:val="000000" w:themeColor="text1"/>
          <w:sz w:val="16"/>
          <w:szCs w:val="16"/>
        </w:rPr>
      </w:pPr>
      <w:r w:rsidRPr="005200BD">
        <w:rPr>
          <w:rFonts w:ascii="Times New Roman" w:hAnsi="Times New Roman" w:cs="Times New Roman"/>
          <w:b/>
          <w:bCs/>
          <w:color w:val="000000" w:themeColor="text1"/>
          <w:sz w:val="20"/>
          <w:szCs w:val="20"/>
        </w:rPr>
        <w:t xml:space="preserve">Notice </w:t>
      </w:r>
      <w:r w:rsidR="00A17485">
        <w:rPr>
          <w:rFonts w:ascii="Times New Roman" w:hAnsi="Times New Roman" w:cs="Times New Roman"/>
          <w:b/>
          <w:bCs/>
          <w:color w:val="000000" w:themeColor="text1"/>
          <w:sz w:val="20"/>
          <w:szCs w:val="20"/>
        </w:rPr>
        <w:t xml:space="preserve">that </w:t>
      </w:r>
      <w:r w:rsidR="00B23C58">
        <w:rPr>
          <w:rFonts w:ascii="Times New Roman" w:hAnsi="Times New Roman" w:cs="Times New Roman"/>
          <w:b/>
          <w:bCs/>
          <w:color w:val="000000" w:themeColor="text1"/>
          <w:sz w:val="20"/>
          <w:szCs w:val="20"/>
        </w:rPr>
        <w:t xml:space="preserve">the </w:t>
      </w:r>
      <w:r w:rsidR="006F1FAE">
        <w:rPr>
          <w:rFonts w:ascii="Times New Roman" w:hAnsi="Times New Roman" w:cs="Times New Roman"/>
          <w:b/>
          <w:bCs/>
          <w:color w:val="000000" w:themeColor="text1"/>
          <w:sz w:val="20"/>
          <w:szCs w:val="20"/>
        </w:rPr>
        <w:t xml:space="preserve">knowledge of the Lord makes His purposes and plans for the future certain </w:t>
      </w:r>
      <w:r w:rsidRPr="005200BD">
        <w:rPr>
          <w:rFonts w:ascii="Times New Roman" w:hAnsi="Times New Roman" w:cs="Times New Roman"/>
          <w:b/>
          <w:bCs/>
          <w:color w:val="000000" w:themeColor="text1"/>
          <w:sz w:val="20"/>
          <w:szCs w:val="20"/>
        </w:rPr>
        <w:t>(</w:t>
      </w:r>
      <w:r w:rsidR="006F1FAE">
        <w:rPr>
          <w:rFonts w:ascii="Times New Roman" w:hAnsi="Times New Roman" w:cs="Times New Roman"/>
          <w:b/>
          <w:bCs/>
          <w:color w:val="000000" w:themeColor="text1"/>
          <w:sz w:val="20"/>
          <w:szCs w:val="20"/>
        </w:rPr>
        <w:t xml:space="preserve">Jeremiah 29:11; Proverbs 19:21; Isaiah 46:10, 55:8; Psalm 33:11; Ephesians 1:11; Romans 8:28). </w:t>
      </w:r>
      <w:r w:rsidR="00D9695E" w:rsidRPr="005200BD">
        <w:rPr>
          <w:rFonts w:ascii="Times New Roman" w:hAnsi="Times New Roman" w:cs="Times New Roman"/>
          <w:b/>
          <w:bCs/>
          <w:color w:val="000000" w:themeColor="text1"/>
          <w:sz w:val="20"/>
          <w:szCs w:val="20"/>
        </w:rPr>
        <w:t xml:space="preserve"> </w:t>
      </w:r>
      <w:r w:rsidR="006F1FAE">
        <w:rPr>
          <w:rFonts w:ascii="Times New Roman" w:hAnsi="Times New Roman" w:cs="Times New Roman"/>
          <w:color w:val="000000" w:themeColor="text1"/>
          <w:sz w:val="20"/>
          <w:szCs w:val="20"/>
        </w:rPr>
        <w:t xml:space="preserve">The omniscience of God combined with His omnipotence make all of the Lord’s purposes and plans sure. The Lord has never doubted whether His will would be accomplished. He knows His plans that He has for His people. He knows that His thoughts and ways are so far above anyone or anything else. Even for man in our weak condition compared to God, knowledge of all future events would help us tremendously in accomplishing all that we set out to do. </w:t>
      </w:r>
      <w:r w:rsidR="00F81422">
        <w:rPr>
          <w:rFonts w:ascii="Times New Roman" w:hAnsi="Times New Roman" w:cs="Times New Roman"/>
          <w:color w:val="000000" w:themeColor="text1"/>
          <w:sz w:val="20"/>
          <w:szCs w:val="20"/>
        </w:rPr>
        <w:t>Of course, as believers, the Lord has given us some of the knowledge of the future. We know the end before it actually happens. That information should be helpful to us as we serve the Lord. Take confidence, fellow believer. God’s purpose is sure and steadfast. We know that He will do all that He has said. His knowledge guarantees it.</w:t>
      </w:r>
    </w:p>
    <w:p w14:paraId="4A49AF4B" w14:textId="77777777" w:rsidR="005200BD" w:rsidRPr="005200BD" w:rsidRDefault="005200BD" w:rsidP="005200BD">
      <w:pPr>
        <w:jc w:val="both"/>
        <w:rPr>
          <w:rFonts w:ascii="Times New Roman" w:hAnsi="Times New Roman" w:cs="Times New Roman"/>
          <w:b/>
          <w:bCs/>
          <w:color w:val="000000" w:themeColor="text1"/>
          <w:sz w:val="16"/>
          <w:szCs w:val="16"/>
        </w:rPr>
      </w:pPr>
    </w:p>
    <w:p w14:paraId="07D6BD6C" w14:textId="29606FF0" w:rsidR="008C175E" w:rsidRPr="0036504F" w:rsidRDefault="00E55A81" w:rsidP="008C175E">
      <w:pPr>
        <w:pStyle w:val="ListParagraph"/>
        <w:numPr>
          <w:ilvl w:val="0"/>
          <w:numId w:val="1"/>
        </w:numPr>
        <w:jc w:val="both"/>
        <w:rPr>
          <w:rFonts w:ascii="Times New Roman" w:hAnsi="Times New Roman" w:cs="Times New Roman"/>
          <w:b/>
          <w:bCs/>
          <w:color w:val="000000" w:themeColor="text1"/>
          <w:sz w:val="12"/>
          <w:szCs w:val="12"/>
        </w:rPr>
      </w:pPr>
      <w:r>
        <w:rPr>
          <w:rFonts w:ascii="Times New Roman" w:hAnsi="Times New Roman" w:cs="Times New Roman"/>
          <w:b/>
          <w:bCs/>
          <w:color w:val="000000" w:themeColor="text1"/>
          <w:sz w:val="20"/>
          <w:szCs w:val="20"/>
        </w:rPr>
        <w:t xml:space="preserve">THE </w:t>
      </w:r>
      <w:r w:rsidR="009544E5">
        <w:rPr>
          <w:rFonts w:ascii="Times New Roman" w:hAnsi="Times New Roman" w:cs="Times New Roman"/>
          <w:b/>
          <w:bCs/>
          <w:color w:val="000000" w:themeColor="text1"/>
          <w:sz w:val="20"/>
          <w:szCs w:val="20"/>
        </w:rPr>
        <w:t>OMNISCIENCE OF THE LORD RELINQUISHES SOME KNOWLEDGE PURPOSEFULLY.</w:t>
      </w:r>
    </w:p>
    <w:p w14:paraId="542D7E4C" w14:textId="77777777" w:rsidR="008C175E" w:rsidRPr="0052712A" w:rsidRDefault="008C175E" w:rsidP="008C175E">
      <w:pPr>
        <w:pStyle w:val="ListParagraph"/>
        <w:ind w:left="360"/>
        <w:jc w:val="both"/>
        <w:rPr>
          <w:rFonts w:ascii="Times New Roman" w:hAnsi="Times New Roman" w:cs="Times New Roman"/>
          <w:color w:val="000000" w:themeColor="text1"/>
          <w:sz w:val="12"/>
          <w:szCs w:val="12"/>
        </w:rPr>
      </w:pPr>
    </w:p>
    <w:p w14:paraId="3D4A9258" w14:textId="26B16E5A" w:rsidR="008C175E" w:rsidRPr="00993D4A" w:rsidRDefault="008C175E" w:rsidP="00202590">
      <w:pPr>
        <w:pStyle w:val="ListParagraph"/>
        <w:numPr>
          <w:ilvl w:val="0"/>
          <w:numId w:val="46"/>
        </w:numPr>
        <w:jc w:val="both"/>
        <w:rPr>
          <w:rFonts w:ascii="Times New Roman" w:hAnsi="Times New Roman" w:cs="Times New Roman"/>
          <w:b/>
          <w:bCs/>
          <w:color w:val="000000" w:themeColor="text1"/>
          <w:sz w:val="12"/>
          <w:szCs w:val="12"/>
        </w:rPr>
      </w:pPr>
      <w:r w:rsidRPr="00993D4A">
        <w:rPr>
          <w:rFonts w:ascii="Times New Roman" w:hAnsi="Times New Roman" w:cs="Times New Roman"/>
          <w:b/>
          <w:bCs/>
          <w:color w:val="000000" w:themeColor="text1"/>
          <w:sz w:val="20"/>
          <w:szCs w:val="20"/>
        </w:rPr>
        <w:t xml:space="preserve">Notice </w:t>
      </w:r>
      <w:r w:rsidR="00993D4A" w:rsidRPr="00993D4A">
        <w:rPr>
          <w:rFonts w:ascii="Times New Roman" w:hAnsi="Times New Roman" w:cs="Times New Roman"/>
          <w:b/>
          <w:bCs/>
          <w:color w:val="000000" w:themeColor="text1"/>
          <w:sz w:val="20"/>
          <w:szCs w:val="20"/>
        </w:rPr>
        <w:t xml:space="preserve">that </w:t>
      </w:r>
      <w:r w:rsidR="00A7481F">
        <w:rPr>
          <w:rFonts w:ascii="Times New Roman" w:hAnsi="Times New Roman" w:cs="Times New Roman"/>
          <w:b/>
          <w:bCs/>
          <w:color w:val="000000" w:themeColor="text1"/>
          <w:sz w:val="20"/>
          <w:szCs w:val="20"/>
        </w:rPr>
        <w:t xml:space="preserve">the Lord </w:t>
      </w:r>
      <w:r w:rsidR="009544E5">
        <w:rPr>
          <w:rFonts w:ascii="Times New Roman" w:hAnsi="Times New Roman" w:cs="Times New Roman"/>
          <w:b/>
          <w:bCs/>
          <w:color w:val="000000" w:themeColor="text1"/>
          <w:sz w:val="20"/>
          <w:szCs w:val="20"/>
        </w:rPr>
        <w:t>chooses not to regard the knowledge of the redeemed sinner</w:t>
      </w:r>
      <w:r w:rsidR="00A7481F">
        <w:rPr>
          <w:rFonts w:ascii="Times New Roman" w:hAnsi="Times New Roman" w:cs="Times New Roman"/>
          <w:b/>
          <w:bCs/>
          <w:color w:val="000000" w:themeColor="text1"/>
          <w:sz w:val="20"/>
          <w:szCs w:val="20"/>
        </w:rPr>
        <w:t xml:space="preserve"> (</w:t>
      </w:r>
      <w:r w:rsidR="00FE3953">
        <w:rPr>
          <w:rFonts w:ascii="Times New Roman" w:hAnsi="Times New Roman" w:cs="Times New Roman"/>
          <w:b/>
          <w:bCs/>
          <w:color w:val="000000" w:themeColor="text1"/>
          <w:sz w:val="20"/>
          <w:szCs w:val="20"/>
        </w:rPr>
        <w:t>Isaiah 43:25; Psalm 25:7, 103:12; Hebrews 8:12, 10:14-17</w:t>
      </w:r>
      <w:r w:rsidR="00A7481F">
        <w:rPr>
          <w:rFonts w:ascii="Times New Roman" w:hAnsi="Times New Roman" w:cs="Times New Roman"/>
          <w:b/>
          <w:bCs/>
          <w:color w:val="000000" w:themeColor="text1"/>
          <w:sz w:val="20"/>
          <w:szCs w:val="20"/>
        </w:rPr>
        <w:t>).</w:t>
      </w:r>
      <w:r w:rsidR="0081545D" w:rsidRPr="00993D4A">
        <w:rPr>
          <w:rFonts w:ascii="Times New Roman" w:hAnsi="Times New Roman" w:cs="Times New Roman"/>
          <w:b/>
          <w:bCs/>
          <w:color w:val="000000" w:themeColor="text1"/>
          <w:sz w:val="20"/>
          <w:szCs w:val="20"/>
        </w:rPr>
        <w:t xml:space="preserve"> </w:t>
      </w:r>
      <w:r w:rsidR="00FE3953">
        <w:rPr>
          <w:rFonts w:ascii="Times New Roman" w:hAnsi="Times New Roman" w:cs="Times New Roman"/>
          <w:color w:val="000000" w:themeColor="text1"/>
          <w:sz w:val="20"/>
          <w:szCs w:val="20"/>
        </w:rPr>
        <w:t xml:space="preserve">We cannot study the omniscience of God without pointing out this exciting truth. Despite the Lord’s all-knowing nature, there are some things that He has intentionally chosen to separate from His awareness. Primarily, those things are the forgiven sins of all of His children. I’m glad that when we get to Heaven, we do not have to look forward to the Lord reminding us of our sins. He has separated those sins from us. Additionally, He has separated those sins from Himself. He will remember them no more. The knowledge is there, but He has chosen to move it far from Him! He disregards it. </w:t>
      </w:r>
      <w:r w:rsidR="00E43B8A">
        <w:rPr>
          <w:rFonts w:ascii="Times New Roman" w:hAnsi="Times New Roman" w:cs="Times New Roman"/>
          <w:color w:val="000000" w:themeColor="text1"/>
          <w:sz w:val="20"/>
          <w:szCs w:val="20"/>
        </w:rPr>
        <w:t>Truly, who is man that God would remember him while also intentionally not remembering our sins? This is certainly an act that shows the grace and mercy of the Lord.</w:t>
      </w:r>
    </w:p>
    <w:p w14:paraId="54A44674" w14:textId="77777777" w:rsidR="00993D4A" w:rsidRPr="00993D4A" w:rsidRDefault="00993D4A" w:rsidP="00993D4A">
      <w:pPr>
        <w:pStyle w:val="ListParagraph"/>
        <w:ind w:left="1080"/>
        <w:jc w:val="both"/>
        <w:rPr>
          <w:rFonts w:ascii="Times New Roman" w:hAnsi="Times New Roman" w:cs="Times New Roman"/>
          <w:b/>
          <w:bCs/>
          <w:color w:val="000000" w:themeColor="text1"/>
          <w:sz w:val="12"/>
          <w:szCs w:val="12"/>
        </w:rPr>
      </w:pPr>
    </w:p>
    <w:p w14:paraId="1FD1CF69" w14:textId="599FD6F7" w:rsidR="00F81422" w:rsidRPr="006F1FAE" w:rsidRDefault="008C175E" w:rsidP="00B1444B">
      <w:pPr>
        <w:pStyle w:val="ListParagraph"/>
        <w:numPr>
          <w:ilvl w:val="0"/>
          <w:numId w:val="46"/>
        </w:numPr>
        <w:jc w:val="both"/>
        <w:rPr>
          <w:rFonts w:ascii="Times New Roman" w:hAnsi="Times New Roman" w:cs="Times New Roman"/>
          <w:color w:val="000000" w:themeColor="text1"/>
          <w:sz w:val="20"/>
          <w:szCs w:val="20"/>
        </w:rPr>
      </w:pPr>
      <w:r w:rsidRPr="00112B4F">
        <w:rPr>
          <w:rFonts w:ascii="Times New Roman" w:hAnsi="Times New Roman" w:cs="Times New Roman"/>
          <w:b/>
          <w:bCs/>
          <w:color w:val="000000" w:themeColor="text1"/>
          <w:sz w:val="20"/>
          <w:szCs w:val="20"/>
        </w:rPr>
        <w:t xml:space="preserve">Notice </w:t>
      </w:r>
      <w:r w:rsidR="0081545D" w:rsidRPr="00112B4F">
        <w:rPr>
          <w:rFonts w:ascii="Times New Roman" w:hAnsi="Times New Roman" w:cs="Times New Roman"/>
          <w:b/>
          <w:bCs/>
          <w:color w:val="000000" w:themeColor="text1"/>
          <w:sz w:val="20"/>
          <w:szCs w:val="20"/>
        </w:rPr>
        <w:t>that</w:t>
      </w:r>
      <w:r w:rsidR="009D2B80" w:rsidRPr="00112B4F">
        <w:rPr>
          <w:rFonts w:ascii="Times New Roman" w:hAnsi="Times New Roman" w:cs="Times New Roman"/>
          <w:b/>
          <w:bCs/>
          <w:color w:val="000000" w:themeColor="text1"/>
          <w:sz w:val="20"/>
          <w:szCs w:val="20"/>
        </w:rPr>
        <w:t xml:space="preserve"> </w:t>
      </w:r>
      <w:r w:rsidR="00A7481F" w:rsidRPr="00112B4F">
        <w:rPr>
          <w:rFonts w:ascii="Times New Roman" w:hAnsi="Times New Roman" w:cs="Times New Roman"/>
          <w:b/>
          <w:bCs/>
          <w:color w:val="000000" w:themeColor="text1"/>
          <w:sz w:val="20"/>
          <w:szCs w:val="20"/>
        </w:rPr>
        <w:t xml:space="preserve">the </w:t>
      </w:r>
      <w:r w:rsidR="00E43B8A" w:rsidRPr="00112B4F">
        <w:rPr>
          <w:rFonts w:ascii="Times New Roman" w:hAnsi="Times New Roman" w:cs="Times New Roman"/>
          <w:b/>
          <w:bCs/>
          <w:color w:val="000000" w:themeColor="text1"/>
          <w:sz w:val="20"/>
          <w:szCs w:val="20"/>
        </w:rPr>
        <w:t xml:space="preserve">Son of God voluntarily limited His knowledge of His second coming </w:t>
      </w:r>
      <w:r w:rsidR="00B73D8B" w:rsidRPr="00112B4F">
        <w:rPr>
          <w:rFonts w:ascii="Times New Roman" w:hAnsi="Times New Roman" w:cs="Times New Roman"/>
          <w:b/>
          <w:bCs/>
          <w:color w:val="000000" w:themeColor="text1"/>
          <w:sz w:val="20"/>
          <w:szCs w:val="20"/>
        </w:rPr>
        <w:t>(</w:t>
      </w:r>
      <w:r w:rsidR="00E43B8A" w:rsidRPr="00112B4F">
        <w:rPr>
          <w:rFonts w:ascii="Times New Roman" w:hAnsi="Times New Roman" w:cs="Times New Roman"/>
          <w:b/>
          <w:bCs/>
          <w:color w:val="000000" w:themeColor="text1"/>
          <w:sz w:val="20"/>
          <w:szCs w:val="20"/>
        </w:rPr>
        <w:t>Matthew 24:36-44</w:t>
      </w:r>
      <w:r w:rsidR="00A7481F" w:rsidRPr="00112B4F">
        <w:rPr>
          <w:rFonts w:ascii="Times New Roman" w:hAnsi="Times New Roman" w:cs="Times New Roman"/>
          <w:b/>
          <w:bCs/>
          <w:color w:val="000000" w:themeColor="text1"/>
          <w:sz w:val="20"/>
          <w:szCs w:val="20"/>
        </w:rPr>
        <w:t>).</w:t>
      </w:r>
      <w:r w:rsidR="001B25FA" w:rsidRPr="00112B4F">
        <w:rPr>
          <w:rFonts w:ascii="Times New Roman" w:hAnsi="Times New Roman" w:cs="Times New Roman"/>
          <w:b/>
          <w:bCs/>
          <w:color w:val="000000" w:themeColor="text1"/>
          <w:sz w:val="20"/>
          <w:szCs w:val="20"/>
        </w:rPr>
        <w:t xml:space="preserve"> </w:t>
      </w:r>
      <w:r w:rsidR="00E43B8A" w:rsidRPr="00112B4F">
        <w:rPr>
          <w:rFonts w:ascii="Times New Roman" w:hAnsi="Times New Roman" w:cs="Times New Roman"/>
          <w:color w:val="000000" w:themeColor="text1"/>
          <w:sz w:val="20"/>
          <w:szCs w:val="20"/>
        </w:rPr>
        <w:t xml:space="preserve">The Lord Jesus Christ is God. The Father and the Son are one. They have the same attributes. Yet, there is one area of information that the Lord Jesus Christ intentionally did not have during His earthly ministry. That was the knowledge of when He would return again. He told His disciples that the only one with that information was the Father. Why didn’t the Lord have that information if He and the Father are one? </w:t>
      </w:r>
      <w:r w:rsidR="00112B4F" w:rsidRPr="00112B4F">
        <w:rPr>
          <w:rFonts w:ascii="Times New Roman" w:hAnsi="Times New Roman" w:cs="Times New Roman"/>
          <w:color w:val="000000" w:themeColor="text1"/>
          <w:sz w:val="20"/>
          <w:szCs w:val="20"/>
        </w:rPr>
        <w:t xml:space="preserve">I believe that the answer is found in the text. If mankind knew when that hour was coming, then it would alter our behavior, and it would diminish our work and faith. We are to be working diligently expecting for that hour to come at any moment and looking for it in faith. Thus, the Lord withheld that information from Himself during His earthly ministry. Even the angels, </w:t>
      </w:r>
      <w:r w:rsidR="00AD461B" w:rsidRPr="00112B4F">
        <w:rPr>
          <w:rFonts w:ascii="Times New Roman" w:hAnsi="Times New Roman" w:cs="Times New Roman"/>
          <w:color w:val="000000" w:themeColor="text1"/>
          <w:sz w:val="20"/>
          <w:szCs w:val="20"/>
        </w:rPr>
        <w:t>who</w:t>
      </w:r>
      <w:r w:rsidR="00112B4F" w:rsidRPr="00112B4F">
        <w:rPr>
          <w:rFonts w:ascii="Times New Roman" w:hAnsi="Times New Roman" w:cs="Times New Roman"/>
          <w:color w:val="000000" w:themeColor="text1"/>
          <w:sz w:val="20"/>
          <w:szCs w:val="20"/>
        </w:rPr>
        <w:t xml:space="preserve"> carry out the message of the Lord on the earth, were not given this information. It is sealed information which will be revealed at its proper time.</w:t>
      </w:r>
      <w:r w:rsidR="00E43B8A" w:rsidRPr="00112B4F">
        <w:rPr>
          <w:rFonts w:ascii="Times New Roman" w:hAnsi="Times New Roman" w:cs="Times New Roman"/>
          <w:color w:val="000000" w:themeColor="text1"/>
          <w:sz w:val="20"/>
          <w:szCs w:val="20"/>
        </w:rPr>
        <w:t xml:space="preserve"> </w:t>
      </w:r>
      <w:r w:rsidR="00112B4F">
        <w:rPr>
          <w:rFonts w:ascii="Times New Roman" w:hAnsi="Times New Roman" w:cs="Times New Roman"/>
          <w:color w:val="000000" w:themeColor="text1"/>
          <w:sz w:val="20"/>
          <w:szCs w:val="20"/>
        </w:rPr>
        <w:t>Let us look with diligence for that hour</w:t>
      </w:r>
      <w:r w:rsidR="00F40A70">
        <w:rPr>
          <w:rFonts w:ascii="Times New Roman" w:hAnsi="Times New Roman" w:cs="Times New Roman"/>
          <w:color w:val="000000" w:themeColor="text1"/>
          <w:sz w:val="20"/>
          <w:szCs w:val="20"/>
        </w:rPr>
        <w:t xml:space="preserve"> that cometh.</w:t>
      </w:r>
    </w:p>
    <w:sectPr w:rsidR="00F81422" w:rsidRPr="006F1FAE" w:rsidSect="00FA5009">
      <w:pgSz w:w="12240" w:h="15840"/>
      <w:pgMar w:top="821" w:right="1440" w:bottom="6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E3E93" w14:textId="77777777" w:rsidR="008A6BF6" w:rsidRDefault="008A6BF6" w:rsidP="00520799">
      <w:r>
        <w:separator/>
      </w:r>
    </w:p>
  </w:endnote>
  <w:endnote w:type="continuationSeparator" w:id="0">
    <w:p w14:paraId="07658E63" w14:textId="77777777" w:rsidR="008A6BF6" w:rsidRDefault="008A6BF6" w:rsidP="0052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2E548" w14:textId="77777777" w:rsidR="008A6BF6" w:rsidRDefault="008A6BF6" w:rsidP="00520799">
      <w:r>
        <w:separator/>
      </w:r>
    </w:p>
  </w:footnote>
  <w:footnote w:type="continuationSeparator" w:id="0">
    <w:p w14:paraId="703C4850" w14:textId="77777777" w:rsidR="008A6BF6" w:rsidRDefault="008A6BF6" w:rsidP="00520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30163D1A"/>
    <w:lvl w:ilvl="0" w:tplc="770A394E">
      <w:start w:val="1"/>
      <w:numFmt w:val="upperRoman"/>
      <w:lvlText w:val="%1."/>
      <w:lvlJc w:val="left"/>
      <w:pPr>
        <w:ind w:left="720" w:hanging="720"/>
      </w:pPr>
      <w:rPr>
        <w:rFonts w:hint="default"/>
        <w:b/>
        <w:bCs/>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23B15"/>
    <w:multiLevelType w:val="hybridMultilevel"/>
    <w:tmpl w:val="8F44888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6E1B3C"/>
    <w:multiLevelType w:val="hybridMultilevel"/>
    <w:tmpl w:val="0BF0347A"/>
    <w:lvl w:ilvl="0" w:tplc="947CC084">
      <w:start w:val="1"/>
      <w:numFmt w:val="upperLetter"/>
      <w:lvlText w:val="%1."/>
      <w:lvlJc w:val="left"/>
      <w:pPr>
        <w:ind w:left="1080" w:hanging="360"/>
      </w:pPr>
      <w:rPr>
        <w:rFonts w:hint="default"/>
        <w:b/>
        <w:bCs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AF58F6"/>
    <w:multiLevelType w:val="hybridMultilevel"/>
    <w:tmpl w:val="4D74E34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7AE2849"/>
    <w:multiLevelType w:val="hybridMultilevel"/>
    <w:tmpl w:val="B284DFAC"/>
    <w:lvl w:ilvl="0" w:tplc="DD5CC452">
      <w:start w:val="1"/>
      <w:numFmt w:val="bullet"/>
      <w:lvlText w:val=""/>
      <w:lvlJc w:val="left"/>
      <w:pPr>
        <w:ind w:left="1800" w:hanging="360"/>
      </w:pPr>
      <w:rPr>
        <w:rFonts w:ascii="Symbol" w:hAnsi="Symbol" w:cs="Symbol" w:hint="default"/>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12" w15:restartNumberingAfterBreak="0">
    <w:nsid w:val="18A8288F"/>
    <w:multiLevelType w:val="hybridMultilevel"/>
    <w:tmpl w:val="40DE09C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BE2A13"/>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1031D"/>
    <w:multiLevelType w:val="hybridMultilevel"/>
    <w:tmpl w:val="1C3EF934"/>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A7871DE"/>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0218A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3333DE9"/>
    <w:multiLevelType w:val="hybridMultilevel"/>
    <w:tmpl w:val="8834B402"/>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AD754B5"/>
    <w:multiLevelType w:val="hybridMultilevel"/>
    <w:tmpl w:val="4ABECA30"/>
    <w:lvl w:ilvl="0" w:tplc="04090001">
      <w:start w:val="1"/>
      <w:numFmt w:val="bullet"/>
      <w:lvlText w:val=""/>
      <w:lvlJc w:val="left"/>
      <w:pPr>
        <w:ind w:left="1080" w:hanging="360"/>
      </w:pPr>
      <w:rPr>
        <w:rFonts w:ascii="Symbol" w:hAnsi="Symbol"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D54632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B7E2D87"/>
    <w:multiLevelType w:val="hybridMultilevel"/>
    <w:tmpl w:val="48488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586139"/>
    <w:multiLevelType w:val="hybridMultilevel"/>
    <w:tmpl w:val="8B7CBEE0"/>
    <w:lvl w:ilvl="0" w:tplc="4DD4545A">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EB45D68"/>
    <w:multiLevelType w:val="hybridMultilevel"/>
    <w:tmpl w:val="799CB170"/>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BF3F7D"/>
    <w:multiLevelType w:val="hybridMultilevel"/>
    <w:tmpl w:val="CC72B50A"/>
    <w:lvl w:ilvl="0" w:tplc="D758E1F4">
      <w:start w:val="1"/>
      <w:numFmt w:val="upperLetter"/>
      <w:lvlText w:val="%1."/>
      <w:lvlJc w:val="left"/>
      <w:pPr>
        <w:ind w:left="1080" w:hanging="360"/>
      </w:pPr>
      <w:rPr>
        <w:rFonts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F266D3"/>
    <w:multiLevelType w:val="hybridMultilevel"/>
    <w:tmpl w:val="F13C28EA"/>
    <w:lvl w:ilvl="0" w:tplc="C514252E">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C33B69"/>
    <w:multiLevelType w:val="hybridMultilevel"/>
    <w:tmpl w:val="9C1413DC"/>
    <w:lvl w:ilvl="0" w:tplc="E7C07128">
      <w:start w:val="1"/>
      <w:numFmt w:val="upperLetter"/>
      <w:lvlText w:val="%1."/>
      <w:lvlJc w:val="left"/>
      <w:pPr>
        <w:ind w:left="1080" w:hanging="360"/>
      </w:pPr>
      <w:rPr>
        <w:rFonts w:hint="default"/>
        <w:b/>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DF2DEF"/>
    <w:multiLevelType w:val="hybridMultilevel"/>
    <w:tmpl w:val="69D20D34"/>
    <w:lvl w:ilvl="0" w:tplc="D6089970">
      <w:start w:val="1"/>
      <w:numFmt w:val="upperLetter"/>
      <w:lvlText w:val="%1."/>
      <w:lvlJc w:val="left"/>
      <w:pPr>
        <w:ind w:left="1080" w:hanging="360"/>
      </w:pPr>
      <w:rPr>
        <w:rFonts w:hint="default"/>
        <w:b/>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B134B69"/>
    <w:multiLevelType w:val="hybridMultilevel"/>
    <w:tmpl w:val="744297D2"/>
    <w:lvl w:ilvl="0" w:tplc="E78204D8">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D6E2D05"/>
    <w:multiLevelType w:val="hybridMultilevel"/>
    <w:tmpl w:val="AF2CD74A"/>
    <w:lvl w:ilvl="0" w:tplc="B8DA1800">
      <w:start w:val="1"/>
      <w:numFmt w:val="upperLetter"/>
      <w:lvlText w:val="%1."/>
      <w:lvlJc w:val="left"/>
      <w:pPr>
        <w:ind w:left="1080" w:hanging="360"/>
      </w:pPr>
      <w:rPr>
        <w:rFonts w:hint="default"/>
        <w:b/>
        <w:bCs/>
        <w:sz w:val="20"/>
        <w:szCs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6"/>
  </w:num>
  <w:num w:numId="3">
    <w:abstractNumId w:val="23"/>
  </w:num>
  <w:num w:numId="4">
    <w:abstractNumId w:val="42"/>
  </w:num>
  <w:num w:numId="5">
    <w:abstractNumId w:val="17"/>
  </w:num>
  <w:num w:numId="6">
    <w:abstractNumId w:val="25"/>
  </w:num>
  <w:num w:numId="7">
    <w:abstractNumId w:val="26"/>
  </w:num>
  <w:num w:numId="8">
    <w:abstractNumId w:val="7"/>
  </w:num>
  <w:num w:numId="9">
    <w:abstractNumId w:val="48"/>
  </w:num>
  <w:num w:numId="10">
    <w:abstractNumId w:val="30"/>
  </w:num>
  <w:num w:numId="11">
    <w:abstractNumId w:val="36"/>
  </w:num>
  <w:num w:numId="12">
    <w:abstractNumId w:val="18"/>
  </w:num>
  <w:num w:numId="13">
    <w:abstractNumId w:val="0"/>
  </w:num>
  <w:num w:numId="14">
    <w:abstractNumId w:val="3"/>
  </w:num>
  <w:num w:numId="15">
    <w:abstractNumId w:val="5"/>
  </w:num>
  <w:num w:numId="16">
    <w:abstractNumId w:val="21"/>
  </w:num>
  <w:num w:numId="17">
    <w:abstractNumId w:val="19"/>
  </w:num>
  <w:num w:numId="18">
    <w:abstractNumId w:val="33"/>
  </w:num>
  <w:num w:numId="19">
    <w:abstractNumId w:val="13"/>
  </w:num>
  <w:num w:numId="20">
    <w:abstractNumId w:val="44"/>
  </w:num>
  <w:num w:numId="21">
    <w:abstractNumId w:val="29"/>
  </w:num>
  <w:num w:numId="22">
    <w:abstractNumId w:val="45"/>
  </w:num>
  <w:num w:numId="23">
    <w:abstractNumId w:val="10"/>
  </w:num>
  <w:num w:numId="24">
    <w:abstractNumId w:val="2"/>
  </w:num>
  <w:num w:numId="25">
    <w:abstractNumId w:val="38"/>
  </w:num>
  <w:num w:numId="26">
    <w:abstractNumId w:val="1"/>
  </w:num>
  <w:num w:numId="27">
    <w:abstractNumId w:val="27"/>
  </w:num>
  <w:num w:numId="28">
    <w:abstractNumId w:val="24"/>
  </w:num>
  <w:num w:numId="29">
    <w:abstractNumId w:val="49"/>
  </w:num>
  <w:num w:numId="30">
    <w:abstractNumId w:val="11"/>
  </w:num>
  <w:num w:numId="31">
    <w:abstractNumId w:val="8"/>
  </w:num>
  <w:num w:numId="32">
    <w:abstractNumId w:val="47"/>
  </w:num>
  <w:num w:numId="33">
    <w:abstractNumId w:val="39"/>
  </w:num>
  <w:num w:numId="34">
    <w:abstractNumId w:val="20"/>
  </w:num>
  <w:num w:numId="35">
    <w:abstractNumId w:val="22"/>
  </w:num>
  <w:num w:numId="36">
    <w:abstractNumId w:val="14"/>
  </w:num>
  <w:num w:numId="37">
    <w:abstractNumId w:val="43"/>
  </w:num>
  <w:num w:numId="38">
    <w:abstractNumId w:val="37"/>
  </w:num>
  <w:num w:numId="39">
    <w:abstractNumId w:val="9"/>
  </w:num>
  <w:num w:numId="40">
    <w:abstractNumId w:val="15"/>
  </w:num>
  <w:num w:numId="41">
    <w:abstractNumId w:val="40"/>
  </w:num>
  <w:num w:numId="42">
    <w:abstractNumId w:val="6"/>
  </w:num>
  <w:num w:numId="43">
    <w:abstractNumId w:val="28"/>
  </w:num>
  <w:num w:numId="44">
    <w:abstractNumId w:val="12"/>
  </w:num>
  <w:num w:numId="45">
    <w:abstractNumId w:val="46"/>
  </w:num>
  <w:num w:numId="46">
    <w:abstractNumId w:val="35"/>
  </w:num>
  <w:num w:numId="47">
    <w:abstractNumId w:val="31"/>
  </w:num>
  <w:num w:numId="48">
    <w:abstractNumId w:val="41"/>
  </w:num>
  <w:num w:numId="49">
    <w:abstractNumId w:val="3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3B3"/>
    <w:rsid w:val="000003CB"/>
    <w:rsid w:val="00001DC4"/>
    <w:rsid w:val="0000200B"/>
    <w:rsid w:val="00002065"/>
    <w:rsid w:val="000029D8"/>
    <w:rsid w:val="00003778"/>
    <w:rsid w:val="00004767"/>
    <w:rsid w:val="00004FB5"/>
    <w:rsid w:val="0000508B"/>
    <w:rsid w:val="000051B6"/>
    <w:rsid w:val="0000550E"/>
    <w:rsid w:val="000056A1"/>
    <w:rsid w:val="00005C81"/>
    <w:rsid w:val="00006E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94A"/>
    <w:rsid w:val="00012F6B"/>
    <w:rsid w:val="0001395E"/>
    <w:rsid w:val="00014314"/>
    <w:rsid w:val="00014801"/>
    <w:rsid w:val="00014856"/>
    <w:rsid w:val="0001489B"/>
    <w:rsid w:val="00014A86"/>
    <w:rsid w:val="00014DD6"/>
    <w:rsid w:val="00014F69"/>
    <w:rsid w:val="00014F9F"/>
    <w:rsid w:val="00015AE1"/>
    <w:rsid w:val="00016634"/>
    <w:rsid w:val="00016F42"/>
    <w:rsid w:val="000171AF"/>
    <w:rsid w:val="00017955"/>
    <w:rsid w:val="000200BB"/>
    <w:rsid w:val="0002040C"/>
    <w:rsid w:val="000207FF"/>
    <w:rsid w:val="00021CFD"/>
    <w:rsid w:val="00021D9D"/>
    <w:rsid w:val="00022532"/>
    <w:rsid w:val="00022609"/>
    <w:rsid w:val="00022838"/>
    <w:rsid w:val="0002292D"/>
    <w:rsid w:val="00023989"/>
    <w:rsid w:val="00023D34"/>
    <w:rsid w:val="00023DD0"/>
    <w:rsid w:val="00024211"/>
    <w:rsid w:val="000247D2"/>
    <w:rsid w:val="00025B70"/>
    <w:rsid w:val="000261A5"/>
    <w:rsid w:val="00026B5E"/>
    <w:rsid w:val="00026DEB"/>
    <w:rsid w:val="00026EF3"/>
    <w:rsid w:val="0002763B"/>
    <w:rsid w:val="00030A89"/>
    <w:rsid w:val="000311F8"/>
    <w:rsid w:val="00031D3A"/>
    <w:rsid w:val="000323C7"/>
    <w:rsid w:val="00032ACB"/>
    <w:rsid w:val="000337BC"/>
    <w:rsid w:val="00033B47"/>
    <w:rsid w:val="000343D8"/>
    <w:rsid w:val="00034C80"/>
    <w:rsid w:val="00034D53"/>
    <w:rsid w:val="0003588C"/>
    <w:rsid w:val="000361C6"/>
    <w:rsid w:val="00036518"/>
    <w:rsid w:val="00036AB4"/>
    <w:rsid w:val="0003757F"/>
    <w:rsid w:val="00037FC5"/>
    <w:rsid w:val="00037FF7"/>
    <w:rsid w:val="00040736"/>
    <w:rsid w:val="000409C7"/>
    <w:rsid w:val="00040DC7"/>
    <w:rsid w:val="0004237B"/>
    <w:rsid w:val="000427B1"/>
    <w:rsid w:val="00043481"/>
    <w:rsid w:val="00043B75"/>
    <w:rsid w:val="000442BA"/>
    <w:rsid w:val="000444B6"/>
    <w:rsid w:val="000446D4"/>
    <w:rsid w:val="00044A2E"/>
    <w:rsid w:val="00044E7B"/>
    <w:rsid w:val="000450CA"/>
    <w:rsid w:val="00045F6D"/>
    <w:rsid w:val="00046184"/>
    <w:rsid w:val="000471FC"/>
    <w:rsid w:val="0004795C"/>
    <w:rsid w:val="00047DD9"/>
    <w:rsid w:val="00050129"/>
    <w:rsid w:val="0005074B"/>
    <w:rsid w:val="000508A5"/>
    <w:rsid w:val="00050B68"/>
    <w:rsid w:val="0005110C"/>
    <w:rsid w:val="00051446"/>
    <w:rsid w:val="000514E2"/>
    <w:rsid w:val="00051D04"/>
    <w:rsid w:val="00051FBE"/>
    <w:rsid w:val="00052803"/>
    <w:rsid w:val="00053330"/>
    <w:rsid w:val="000536C5"/>
    <w:rsid w:val="00053701"/>
    <w:rsid w:val="00053FDF"/>
    <w:rsid w:val="00054693"/>
    <w:rsid w:val="00054DC8"/>
    <w:rsid w:val="00055283"/>
    <w:rsid w:val="000552C5"/>
    <w:rsid w:val="000556A5"/>
    <w:rsid w:val="0005574A"/>
    <w:rsid w:val="00055963"/>
    <w:rsid w:val="00055C61"/>
    <w:rsid w:val="00056426"/>
    <w:rsid w:val="00056A41"/>
    <w:rsid w:val="00057458"/>
    <w:rsid w:val="000578BC"/>
    <w:rsid w:val="000600CC"/>
    <w:rsid w:val="000601A4"/>
    <w:rsid w:val="00060548"/>
    <w:rsid w:val="0006187B"/>
    <w:rsid w:val="00061AE0"/>
    <w:rsid w:val="000626D4"/>
    <w:rsid w:val="00062713"/>
    <w:rsid w:val="000639F7"/>
    <w:rsid w:val="00063A9D"/>
    <w:rsid w:val="00064C3C"/>
    <w:rsid w:val="000651FD"/>
    <w:rsid w:val="000654BB"/>
    <w:rsid w:val="00066358"/>
    <w:rsid w:val="0006658E"/>
    <w:rsid w:val="000665F0"/>
    <w:rsid w:val="00066C5C"/>
    <w:rsid w:val="00071546"/>
    <w:rsid w:val="00071579"/>
    <w:rsid w:val="00071C79"/>
    <w:rsid w:val="00072033"/>
    <w:rsid w:val="00072232"/>
    <w:rsid w:val="000726A8"/>
    <w:rsid w:val="00073334"/>
    <w:rsid w:val="000747A4"/>
    <w:rsid w:val="000749A6"/>
    <w:rsid w:val="00074B1B"/>
    <w:rsid w:val="00074D8C"/>
    <w:rsid w:val="00074F97"/>
    <w:rsid w:val="00075270"/>
    <w:rsid w:val="000759B5"/>
    <w:rsid w:val="000761F3"/>
    <w:rsid w:val="00076591"/>
    <w:rsid w:val="00076F1F"/>
    <w:rsid w:val="000775D2"/>
    <w:rsid w:val="00077A35"/>
    <w:rsid w:val="00077A4B"/>
    <w:rsid w:val="0008045B"/>
    <w:rsid w:val="00080627"/>
    <w:rsid w:val="00080F6B"/>
    <w:rsid w:val="00081648"/>
    <w:rsid w:val="00081752"/>
    <w:rsid w:val="00081A4F"/>
    <w:rsid w:val="00082303"/>
    <w:rsid w:val="00082336"/>
    <w:rsid w:val="000835BC"/>
    <w:rsid w:val="000844F5"/>
    <w:rsid w:val="00084D19"/>
    <w:rsid w:val="00085328"/>
    <w:rsid w:val="000855CC"/>
    <w:rsid w:val="000858DA"/>
    <w:rsid w:val="00085FCD"/>
    <w:rsid w:val="00086446"/>
    <w:rsid w:val="00086934"/>
    <w:rsid w:val="00086A5A"/>
    <w:rsid w:val="00086EE6"/>
    <w:rsid w:val="00087163"/>
    <w:rsid w:val="00087405"/>
    <w:rsid w:val="00090D9D"/>
    <w:rsid w:val="000910C7"/>
    <w:rsid w:val="00091570"/>
    <w:rsid w:val="00091D56"/>
    <w:rsid w:val="00092A55"/>
    <w:rsid w:val="00093169"/>
    <w:rsid w:val="0009338E"/>
    <w:rsid w:val="000933D2"/>
    <w:rsid w:val="00094133"/>
    <w:rsid w:val="00094411"/>
    <w:rsid w:val="000948BB"/>
    <w:rsid w:val="0009546F"/>
    <w:rsid w:val="00096775"/>
    <w:rsid w:val="00097C88"/>
    <w:rsid w:val="00097EB7"/>
    <w:rsid w:val="00097F4E"/>
    <w:rsid w:val="000A029B"/>
    <w:rsid w:val="000A0427"/>
    <w:rsid w:val="000A0868"/>
    <w:rsid w:val="000A0909"/>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A9C"/>
    <w:rsid w:val="000B0CD1"/>
    <w:rsid w:val="000B0EC6"/>
    <w:rsid w:val="000B15C8"/>
    <w:rsid w:val="000B224C"/>
    <w:rsid w:val="000B24C8"/>
    <w:rsid w:val="000B261B"/>
    <w:rsid w:val="000B2ED7"/>
    <w:rsid w:val="000B38FD"/>
    <w:rsid w:val="000B3A16"/>
    <w:rsid w:val="000B530C"/>
    <w:rsid w:val="000B5A59"/>
    <w:rsid w:val="000B7193"/>
    <w:rsid w:val="000B7F23"/>
    <w:rsid w:val="000B7F9C"/>
    <w:rsid w:val="000C2D92"/>
    <w:rsid w:val="000C2F67"/>
    <w:rsid w:val="000C3EC7"/>
    <w:rsid w:val="000C40AD"/>
    <w:rsid w:val="000C4719"/>
    <w:rsid w:val="000C5352"/>
    <w:rsid w:val="000C556C"/>
    <w:rsid w:val="000C5DAD"/>
    <w:rsid w:val="000C60FD"/>
    <w:rsid w:val="000C68CB"/>
    <w:rsid w:val="000C6AC9"/>
    <w:rsid w:val="000C74FE"/>
    <w:rsid w:val="000C774C"/>
    <w:rsid w:val="000C7C88"/>
    <w:rsid w:val="000C7EBC"/>
    <w:rsid w:val="000D0895"/>
    <w:rsid w:val="000D09E5"/>
    <w:rsid w:val="000D1671"/>
    <w:rsid w:val="000D2070"/>
    <w:rsid w:val="000D27E4"/>
    <w:rsid w:val="000D280D"/>
    <w:rsid w:val="000D3B93"/>
    <w:rsid w:val="000D411F"/>
    <w:rsid w:val="000D4854"/>
    <w:rsid w:val="000D4ED4"/>
    <w:rsid w:val="000D65D8"/>
    <w:rsid w:val="000D6CB4"/>
    <w:rsid w:val="000D7385"/>
    <w:rsid w:val="000D751C"/>
    <w:rsid w:val="000E0D1E"/>
    <w:rsid w:val="000E13C0"/>
    <w:rsid w:val="000E16A3"/>
    <w:rsid w:val="000E1CC9"/>
    <w:rsid w:val="000E1EC2"/>
    <w:rsid w:val="000E1F40"/>
    <w:rsid w:val="000E3448"/>
    <w:rsid w:val="000E3477"/>
    <w:rsid w:val="000E385E"/>
    <w:rsid w:val="000E39B5"/>
    <w:rsid w:val="000E3EC9"/>
    <w:rsid w:val="000E448D"/>
    <w:rsid w:val="000E4CEC"/>
    <w:rsid w:val="000E4EE5"/>
    <w:rsid w:val="000E531A"/>
    <w:rsid w:val="000E5E46"/>
    <w:rsid w:val="000E6432"/>
    <w:rsid w:val="000E7F97"/>
    <w:rsid w:val="000F090A"/>
    <w:rsid w:val="000F0B8A"/>
    <w:rsid w:val="000F0D01"/>
    <w:rsid w:val="000F0E65"/>
    <w:rsid w:val="000F1293"/>
    <w:rsid w:val="000F17CF"/>
    <w:rsid w:val="000F21EF"/>
    <w:rsid w:val="000F2DA1"/>
    <w:rsid w:val="000F38AA"/>
    <w:rsid w:val="000F3A1B"/>
    <w:rsid w:val="000F3B03"/>
    <w:rsid w:val="000F3B0F"/>
    <w:rsid w:val="000F472E"/>
    <w:rsid w:val="000F499E"/>
    <w:rsid w:val="000F4FF7"/>
    <w:rsid w:val="000F54F5"/>
    <w:rsid w:val="000F5D4C"/>
    <w:rsid w:val="000F6B1A"/>
    <w:rsid w:val="000F70FD"/>
    <w:rsid w:val="000F782C"/>
    <w:rsid w:val="000F7FD8"/>
    <w:rsid w:val="00100AF8"/>
    <w:rsid w:val="00101291"/>
    <w:rsid w:val="0010144E"/>
    <w:rsid w:val="00101E37"/>
    <w:rsid w:val="00102460"/>
    <w:rsid w:val="001030B6"/>
    <w:rsid w:val="00103911"/>
    <w:rsid w:val="00103930"/>
    <w:rsid w:val="00103BF2"/>
    <w:rsid w:val="00103D16"/>
    <w:rsid w:val="0010437A"/>
    <w:rsid w:val="00104D98"/>
    <w:rsid w:val="00104F07"/>
    <w:rsid w:val="00105485"/>
    <w:rsid w:val="001056DC"/>
    <w:rsid w:val="0010652E"/>
    <w:rsid w:val="00106842"/>
    <w:rsid w:val="001069BC"/>
    <w:rsid w:val="00106C69"/>
    <w:rsid w:val="00106E13"/>
    <w:rsid w:val="0011033B"/>
    <w:rsid w:val="00110DD1"/>
    <w:rsid w:val="00110F60"/>
    <w:rsid w:val="001110E8"/>
    <w:rsid w:val="0011171D"/>
    <w:rsid w:val="00111BAE"/>
    <w:rsid w:val="001123E2"/>
    <w:rsid w:val="00112618"/>
    <w:rsid w:val="00112A10"/>
    <w:rsid w:val="00112A82"/>
    <w:rsid w:val="00112B4F"/>
    <w:rsid w:val="00112E3A"/>
    <w:rsid w:val="00114017"/>
    <w:rsid w:val="001143C4"/>
    <w:rsid w:val="00114DFE"/>
    <w:rsid w:val="001154D0"/>
    <w:rsid w:val="0011588F"/>
    <w:rsid w:val="00115969"/>
    <w:rsid w:val="00116443"/>
    <w:rsid w:val="001167DF"/>
    <w:rsid w:val="0011776A"/>
    <w:rsid w:val="001177CE"/>
    <w:rsid w:val="001178CE"/>
    <w:rsid w:val="00117D82"/>
    <w:rsid w:val="00117DBA"/>
    <w:rsid w:val="00120939"/>
    <w:rsid w:val="00120B7C"/>
    <w:rsid w:val="00120C4F"/>
    <w:rsid w:val="00120E5A"/>
    <w:rsid w:val="001210E5"/>
    <w:rsid w:val="00121B8D"/>
    <w:rsid w:val="00122148"/>
    <w:rsid w:val="00122DA1"/>
    <w:rsid w:val="00122DE3"/>
    <w:rsid w:val="001231AD"/>
    <w:rsid w:val="0012343E"/>
    <w:rsid w:val="00123B28"/>
    <w:rsid w:val="00123C6F"/>
    <w:rsid w:val="00124778"/>
    <w:rsid w:val="001247BA"/>
    <w:rsid w:val="00125022"/>
    <w:rsid w:val="00125E5F"/>
    <w:rsid w:val="00125F61"/>
    <w:rsid w:val="001261CD"/>
    <w:rsid w:val="00126BE8"/>
    <w:rsid w:val="00126D2F"/>
    <w:rsid w:val="00126F3B"/>
    <w:rsid w:val="0012714D"/>
    <w:rsid w:val="00127D5C"/>
    <w:rsid w:val="00127D80"/>
    <w:rsid w:val="00127E90"/>
    <w:rsid w:val="001309D6"/>
    <w:rsid w:val="00131FD9"/>
    <w:rsid w:val="001333E3"/>
    <w:rsid w:val="001342F3"/>
    <w:rsid w:val="001343E9"/>
    <w:rsid w:val="00134475"/>
    <w:rsid w:val="00134FB4"/>
    <w:rsid w:val="001350C3"/>
    <w:rsid w:val="001353F3"/>
    <w:rsid w:val="0013585F"/>
    <w:rsid w:val="00135ACA"/>
    <w:rsid w:val="00135C0F"/>
    <w:rsid w:val="001363C8"/>
    <w:rsid w:val="0013673A"/>
    <w:rsid w:val="001377AB"/>
    <w:rsid w:val="00137902"/>
    <w:rsid w:val="00137DC7"/>
    <w:rsid w:val="00137E0A"/>
    <w:rsid w:val="00140947"/>
    <w:rsid w:val="00140AF9"/>
    <w:rsid w:val="00140DE9"/>
    <w:rsid w:val="0014135E"/>
    <w:rsid w:val="001433D1"/>
    <w:rsid w:val="00145017"/>
    <w:rsid w:val="00145C1F"/>
    <w:rsid w:val="00145EBC"/>
    <w:rsid w:val="00146AEE"/>
    <w:rsid w:val="00147015"/>
    <w:rsid w:val="00147DF8"/>
    <w:rsid w:val="00147F89"/>
    <w:rsid w:val="00150532"/>
    <w:rsid w:val="00150AA6"/>
    <w:rsid w:val="00150F26"/>
    <w:rsid w:val="001516DB"/>
    <w:rsid w:val="00151D00"/>
    <w:rsid w:val="00151F1E"/>
    <w:rsid w:val="0015271E"/>
    <w:rsid w:val="00152B8D"/>
    <w:rsid w:val="001532EF"/>
    <w:rsid w:val="00153CA8"/>
    <w:rsid w:val="001545E4"/>
    <w:rsid w:val="001546BE"/>
    <w:rsid w:val="00155BDD"/>
    <w:rsid w:val="00155C69"/>
    <w:rsid w:val="00155D28"/>
    <w:rsid w:val="00156AEA"/>
    <w:rsid w:val="00157F3D"/>
    <w:rsid w:val="00160EF7"/>
    <w:rsid w:val="00161297"/>
    <w:rsid w:val="00161A4F"/>
    <w:rsid w:val="00162DFA"/>
    <w:rsid w:val="00162F08"/>
    <w:rsid w:val="00163466"/>
    <w:rsid w:val="00163998"/>
    <w:rsid w:val="00164D3D"/>
    <w:rsid w:val="00164F7D"/>
    <w:rsid w:val="00165EC4"/>
    <w:rsid w:val="00165EE8"/>
    <w:rsid w:val="0016653B"/>
    <w:rsid w:val="00167864"/>
    <w:rsid w:val="00167904"/>
    <w:rsid w:val="001704C7"/>
    <w:rsid w:val="00170899"/>
    <w:rsid w:val="00170AC9"/>
    <w:rsid w:val="001723D6"/>
    <w:rsid w:val="001724C8"/>
    <w:rsid w:val="0017251C"/>
    <w:rsid w:val="001727BA"/>
    <w:rsid w:val="0017284D"/>
    <w:rsid w:val="00172D7D"/>
    <w:rsid w:val="00172F09"/>
    <w:rsid w:val="001732CA"/>
    <w:rsid w:val="00173BE9"/>
    <w:rsid w:val="00173CDE"/>
    <w:rsid w:val="001741BB"/>
    <w:rsid w:val="00174884"/>
    <w:rsid w:val="00174E5C"/>
    <w:rsid w:val="00174E94"/>
    <w:rsid w:val="001750AB"/>
    <w:rsid w:val="00175938"/>
    <w:rsid w:val="00176CEA"/>
    <w:rsid w:val="001803A0"/>
    <w:rsid w:val="001805E9"/>
    <w:rsid w:val="00180873"/>
    <w:rsid w:val="001809AD"/>
    <w:rsid w:val="00181190"/>
    <w:rsid w:val="001812C2"/>
    <w:rsid w:val="001819A1"/>
    <w:rsid w:val="001823D7"/>
    <w:rsid w:val="001824E1"/>
    <w:rsid w:val="001826C2"/>
    <w:rsid w:val="00182D61"/>
    <w:rsid w:val="00182FC1"/>
    <w:rsid w:val="00183139"/>
    <w:rsid w:val="001834BA"/>
    <w:rsid w:val="001839A5"/>
    <w:rsid w:val="001840CE"/>
    <w:rsid w:val="001840F8"/>
    <w:rsid w:val="00184247"/>
    <w:rsid w:val="00184C72"/>
    <w:rsid w:val="00185121"/>
    <w:rsid w:val="00185351"/>
    <w:rsid w:val="001856D5"/>
    <w:rsid w:val="00185922"/>
    <w:rsid w:val="00185B15"/>
    <w:rsid w:val="001872E9"/>
    <w:rsid w:val="00187369"/>
    <w:rsid w:val="0018745A"/>
    <w:rsid w:val="00187661"/>
    <w:rsid w:val="00187BC1"/>
    <w:rsid w:val="00190076"/>
    <w:rsid w:val="00190807"/>
    <w:rsid w:val="00190916"/>
    <w:rsid w:val="001910EB"/>
    <w:rsid w:val="001916FB"/>
    <w:rsid w:val="0019310E"/>
    <w:rsid w:val="00193586"/>
    <w:rsid w:val="001938ED"/>
    <w:rsid w:val="00193905"/>
    <w:rsid w:val="00193963"/>
    <w:rsid w:val="00194556"/>
    <w:rsid w:val="00194B1B"/>
    <w:rsid w:val="00194B1C"/>
    <w:rsid w:val="00195E3F"/>
    <w:rsid w:val="001962E4"/>
    <w:rsid w:val="001969DE"/>
    <w:rsid w:val="00196E11"/>
    <w:rsid w:val="00196F6A"/>
    <w:rsid w:val="00197BEE"/>
    <w:rsid w:val="00197FBF"/>
    <w:rsid w:val="001A0968"/>
    <w:rsid w:val="001A161E"/>
    <w:rsid w:val="001A1EBF"/>
    <w:rsid w:val="001A1FAE"/>
    <w:rsid w:val="001A1FE7"/>
    <w:rsid w:val="001A3849"/>
    <w:rsid w:val="001A435D"/>
    <w:rsid w:val="001A504D"/>
    <w:rsid w:val="001A550E"/>
    <w:rsid w:val="001A5800"/>
    <w:rsid w:val="001A598B"/>
    <w:rsid w:val="001A6E08"/>
    <w:rsid w:val="001A700D"/>
    <w:rsid w:val="001B1226"/>
    <w:rsid w:val="001B14EA"/>
    <w:rsid w:val="001B1A0C"/>
    <w:rsid w:val="001B1C48"/>
    <w:rsid w:val="001B1F99"/>
    <w:rsid w:val="001B25FA"/>
    <w:rsid w:val="001B2ED6"/>
    <w:rsid w:val="001B34DD"/>
    <w:rsid w:val="001B35C5"/>
    <w:rsid w:val="001B381F"/>
    <w:rsid w:val="001B3F84"/>
    <w:rsid w:val="001B4169"/>
    <w:rsid w:val="001B4327"/>
    <w:rsid w:val="001B4C61"/>
    <w:rsid w:val="001B57D2"/>
    <w:rsid w:val="001B5961"/>
    <w:rsid w:val="001B6594"/>
    <w:rsid w:val="001B70EF"/>
    <w:rsid w:val="001B7CFA"/>
    <w:rsid w:val="001C01D8"/>
    <w:rsid w:val="001C0C64"/>
    <w:rsid w:val="001C1A45"/>
    <w:rsid w:val="001C1A5F"/>
    <w:rsid w:val="001C209C"/>
    <w:rsid w:val="001C20F1"/>
    <w:rsid w:val="001C2371"/>
    <w:rsid w:val="001C3095"/>
    <w:rsid w:val="001C30B2"/>
    <w:rsid w:val="001C37A8"/>
    <w:rsid w:val="001C4EB1"/>
    <w:rsid w:val="001C54BF"/>
    <w:rsid w:val="001C5849"/>
    <w:rsid w:val="001C6492"/>
    <w:rsid w:val="001C734E"/>
    <w:rsid w:val="001C78BB"/>
    <w:rsid w:val="001D104F"/>
    <w:rsid w:val="001D2556"/>
    <w:rsid w:val="001D29D0"/>
    <w:rsid w:val="001D43F5"/>
    <w:rsid w:val="001D4A00"/>
    <w:rsid w:val="001D4B9A"/>
    <w:rsid w:val="001D515F"/>
    <w:rsid w:val="001D544D"/>
    <w:rsid w:val="001D5C63"/>
    <w:rsid w:val="001D6283"/>
    <w:rsid w:val="001D6621"/>
    <w:rsid w:val="001D6DE5"/>
    <w:rsid w:val="001D72DF"/>
    <w:rsid w:val="001D7329"/>
    <w:rsid w:val="001D772D"/>
    <w:rsid w:val="001D7AE3"/>
    <w:rsid w:val="001D7B53"/>
    <w:rsid w:val="001E02C9"/>
    <w:rsid w:val="001E07FF"/>
    <w:rsid w:val="001E0978"/>
    <w:rsid w:val="001E0A5D"/>
    <w:rsid w:val="001E0B7F"/>
    <w:rsid w:val="001E0CA1"/>
    <w:rsid w:val="001E0DCE"/>
    <w:rsid w:val="001E170D"/>
    <w:rsid w:val="001E1EB0"/>
    <w:rsid w:val="001E2823"/>
    <w:rsid w:val="001E2872"/>
    <w:rsid w:val="001E2E05"/>
    <w:rsid w:val="001E33AE"/>
    <w:rsid w:val="001E406D"/>
    <w:rsid w:val="001E44D4"/>
    <w:rsid w:val="001E46F0"/>
    <w:rsid w:val="001E47B4"/>
    <w:rsid w:val="001E4C37"/>
    <w:rsid w:val="001E5586"/>
    <w:rsid w:val="001E58A5"/>
    <w:rsid w:val="001E5B7D"/>
    <w:rsid w:val="001E5EAB"/>
    <w:rsid w:val="001E63FA"/>
    <w:rsid w:val="001E764C"/>
    <w:rsid w:val="001E7EF7"/>
    <w:rsid w:val="001E7F7A"/>
    <w:rsid w:val="001F020E"/>
    <w:rsid w:val="001F023D"/>
    <w:rsid w:val="001F03A2"/>
    <w:rsid w:val="001F14E2"/>
    <w:rsid w:val="001F1BF7"/>
    <w:rsid w:val="001F1E78"/>
    <w:rsid w:val="001F2132"/>
    <w:rsid w:val="001F2857"/>
    <w:rsid w:val="001F35D3"/>
    <w:rsid w:val="001F368A"/>
    <w:rsid w:val="001F3910"/>
    <w:rsid w:val="001F3937"/>
    <w:rsid w:val="001F3C24"/>
    <w:rsid w:val="001F3E48"/>
    <w:rsid w:val="001F4737"/>
    <w:rsid w:val="001F47B3"/>
    <w:rsid w:val="001F4ED1"/>
    <w:rsid w:val="001F4F40"/>
    <w:rsid w:val="001F51B7"/>
    <w:rsid w:val="001F54FE"/>
    <w:rsid w:val="001F58B7"/>
    <w:rsid w:val="001F5CD0"/>
    <w:rsid w:val="001F5EA6"/>
    <w:rsid w:val="001F6C34"/>
    <w:rsid w:val="001F6F25"/>
    <w:rsid w:val="001F708F"/>
    <w:rsid w:val="001F78AD"/>
    <w:rsid w:val="001F7A5D"/>
    <w:rsid w:val="001F7C28"/>
    <w:rsid w:val="001F7D25"/>
    <w:rsid w:val="001F7E93"/>
    <w:rsid w:val="00200429"/>
    <w:rsid w:val="002004CD"/>
    <w:rsid w:val="002006B8"/>
    <w:rsid w:val="00202270"/>
    <w:rsid w:val="00202DA4"/>
    <w:rsid w:val="002035BC"/>
    <w:rsid w:val="00203873"/>
    <w:rsid w:val="00203E76"/>
    <w:rsid w:val="002043AE"/>
    <w:rsid w:val="00204516"/>
    <w:rsid w:val="00205522"/>
    <w:rsid w:val="00205CB0"/>
    <w:rsid w:val="00205CF2"/>
    <w:rsid w:val="0020654D"/>
    <w:rsid w:val="00206D3C"/>
    <w:rsid w:val="00206DD2"/>
    <w:rsid w:val="00206E05"/>
    <w:rsid w:val="00207976"/>
    <w:rsid w:val="0020797E"/>
    <w:rsid w:val="00210047"/>
    <w:rsid w:val="002103A2"/>
    <w:rsid w:val="00210BAC"/>
    <w:rsid w:val="00210FC8"/>
    <w:rsid w:val="0021143F"/>
    <w:rsid w:val="00211695"/>
    <w:rsid w:val="00213B91"/>
    <w:rsid w:val="0021417E"/>
    <w:rsid w:val="0021508B"/>
    <w:rsid w:val="0021749E"/>
    <w:rsid w:val="002174CC"/>
    <w:rsid w:val="00217610"/>
    <w:rsid w:val="00217684"/>
    <w:rsid w:val="00220223"/>
    <w:rsid w:val="00220CB4"/>
    <w:rsid w:val="0022128E"/>
    <w:rsid w:val="00221820"/>
    <w:rsid w:val="00222B7A"/>
    <w:rsid w:val="00222FEB"/>
    <w:rsid w:val="0022301A"/>
    <w:rsid w:val="00223763"/>
    <w:rsid w:val="002237DD"/>
    <w:rsid w:val="00223E65"/>
    <w:rsid w:val="00224014"/>
    <w:rsid w:val="002249E2"/>
    <w:rsid w:val="00224A65"/>
    <w:rsid w:val="00224A79"/>
    <w:rsid w:val="0022500D"/>
    <w:rsid w:val="002255DF"/>
    <w:rsid w:val="002274BA"/>
    <w:rsid w:val="00227553"/>
    <w:rsid w:val="00227782"/>
    <w:rsid w:val="00227C66"/>
    <w:rsid w:val="002310B7"/>
    <w:rsid w:val="002314D8"/>
    <w:rsid w:val="002328EB"/>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19E4"/>
    <w:rsid w:val="00241E35"/>
    <w:rsid w:val="00242337"/>
    <w:rsid w:val="00242428"/>
    <w:rsid w:val="00242F4E"/>
    <w:rsid w:val="0024320B"/>
    <w:rsid w:val="002442AD"/>
    <w:rsid w:val="00244324"/>
    <w:rsid w:val="002445C2"/>
    <w:rsid w:val="00244C0D"/>
    <w:rsid w:val="002460E6"/>
    <w:rsid w:val="00246203"/>
    <w:rsid w:val="00246460"/>
    <w:rsid w:val="00246683"/>
    <w:rsid w:val="00246B95"/>
    <w:rsid w:val="00246BD2"/>
    <w:rsid w:val="00247080"/>
    <w:rsid w:val="0024755E"/>
    <w:rsid w:val="00250D24"/>
    <w:rsid w:val="00251E69"/>
    <w:rsid w:val="00251EE9"/>
    <w:rsid w:val="00252942"/>
    <w:rsid w:val="00252BAD"/>
    <w:rsid w:val="00253055"/>
    <w:rsid w:val="00253C6F"/>
    <w:rsid w:val="0025419F"/>
    <w:rsid w:val="0025441C"/>
    <w:rsid w:val="00254A54"/>
    <w:rsid w:val="00254FC5"/>
    <w:rsid w:val="0025538C"/>
    <w:rsid w:val="00255A4A"/>
    <w:rsid w:val="002606B0"/>
    <w:rsid w:val="00261B33"/>
    <w:rsid w:val="002623C6"/>
    <w:rsid w:val="00263155"/>
    <w:rsid w:val="002639AE"/>
    <w:rsid w:val="00263C56"/>
    <w:rsid w:val="00264166"/>
    <w:rsid w:val="00264356"/>
    <w:rsid w:val="0026544E"/>
    <w:rsid w:val="00266429"/>
    <w:rsid w:val="002664A7"/>
    <w:rsid w:val="00266621"/>
    <w:rsid w:val="0026666F"/>
    <w:rsid w:val="00266E10"/>
    <w:rsid w:val="00267584"/>
    <w:rsid w:val="00267ADB"/>
    <w:rsid w:val="00270A17"/>
    <w:rsid w:val="00270D45"/>
    <w:rsid w:val="00271998"/>
    <w:rsid w:val="002721D2"/>
    <w:rsid w:val="002728DD"/>
    <w:rsid w:val="00272EB3"/>
    <w:rsid w:val="00272F49"/>
    <w:rsid w:val="00273609"/>
    <w:rsid w:val="0027396C"/>
    <w:rsid w:val="00273E28"/>
    <w:rsid w:val="00273F61"/>
    <w:rsid w:val="002749FE"/>
    <w:rsid w:val="002756E3"/>
    <w:rsid w:val="00275C43"/>
    <w:rsid w:val="00275CD7"/>
    <w:rsid w:val="00276546"/>
    <w:rsid w:val="002767BD"/>
    <w:rsid w:val="00276816"/>
    <w:rsid w:val="00276895"/>
    <w:rsid w:val="00276BDE"/>
    <w:rsid w:val="00276C6F"/>
    <w:rsid w:val="00277991"/>
    <w:rsid w:val="00277B26"/>
    <w:rsid w:val="00277D8E"/>
    <w:rsid w:val="0028024C"/>
    <w:rsid w:val="0028039C"/>
    <w:rsid w:val="002810C3"/>
    <w:rsid w:val="002825CB"/>
    <w:rsid w:val="0028263A"/>
    <w:rsid w:val="00282BD9"/>
    <w:rsid w:val="00282E37"/>
    <w:rsid w:val="00283129"/>
    <w:rsid w:val="002841B3"/>
    <w:rsid w:val="00284CEC"/>
    <w:rsid w:val="00284E24"/>
    <w:rsid w:val="0028530D"/>
    <w:rsid w:val="00285662"/>
    <w:rsid w:val="00286785"/>
    <w:rsid w:val="00286E63"/>
    <w:rsid w:val="002871AA"/>
    <w:rsid w:val="00287943"/>
    <w:rsid w:val="002904D3"/>
    <w:rsid w:val="002906D9"/>
    <w:rsid w:val="00290CF6"/>
    <w:rsid w:val="00291552"/>
    <w:rsid w:val="00291E32"/>
    <w:rsid w:val="002920B0"/>
    <w:rsid w:val="002929F7"/>
    <w:rsid w:val="00292F64"/>
    <w:rsid w:val="0029309B"/>
    <w:rsid w:val="00294450"/>
    <w:rsid w:val="00294B46"/>
    <w:rsid w:val="002953B0"/>
    <w:rsid w:val="00295A17"/>
    <w:rsid w:val="00295A79"/>
    <w:rsid w:val="0029680D"/>
    <w:rsid w:val="00297808"/>
    <w:rsid w:val="00297A9E"/>
    <w:rsid w:val="00297CAB"/>
    <w:rsid w:val="002A0670"/>
    <w:rsid w:val="002A086F"/>
    <w:rsid w:val="002A1F1C"/>
    <w:rsid w:val="002A235D"/>
    <w:rsid w:val="002A4004"/>
    <w:rsid w:val="002A42BC"/>
    <w:rsid w:val="002A4766"/>
    <w:rsid w:val="002A501E"/>
    <w:rsid w:val="002A5337"/>
    <w:rsid w:val="002A5444"/>
    <w:rsid w:val="002A59F5"/>
    <w:rsid w:val="002A5E0B"/>
    <w:rsid w:val="002B0461"/>
    <w:rsid w:val="002B0894"/>
    <w:rsid w:val="002B0A5C"/>
    <w:rsid w:val="002B18F4"/>
    <w:rsid w:val="002B19E1"/>
    <w:rsid w:val="002B1A9A"/>
    <w:rsid w:val="002B23E9"/>
    <w:rsid w:val="002B27A1"/>
    <w:rsid w:val="002B332C"/>
    <w:rsid w:val="002B3CC9"/>
    <w:rsid w:val="002B418D"/>
    <w:rsid w:val="002B524A"/>
    <w:rsid w:val="002B56AA"/>
    <w:rsid w:val="002B5CBB"/>
    <w:rsid w:val="002B5CDC"/>
    <w:rsid w:val="002B5F6E"/>
    <w:rsid w:val="002B6157"/>
    <w:rsid w:val="002B6313"/>
    <w:rsid w:val="002B633C"/>
    <w:rsid w:val="002B67F0"/>
    <w:rsid w:val="002B72A0"/>
    <w:rsid w:val="002B757E"/>
    <w:rsid w:val="002B7795"/>
    <w:rsid w:val="002C0446"/>
    <w:rsid w:val="002C0688"/>
    <w:rsid w:val="002C1516"/>
    <w:rsid w:val="002C1654"/>
    <w:rsid w:val="002C1AAC"/>
    <w:rsid w:val="002C298A"/>
    <w:rsid w:val="002C340E"/>
    <w:rsid w:val="002C399C"/>
    <w:rsid w:val="002C3D2B"/>
    <w:rsid w:val="002C4B24"/>
    <w:rsid w:val="002C5D40"/>
    <w:rsid w:val="002C6157"/>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780"/>
    <w:rsid w:val="002D5A04"/>
    <w:rsid w:val="002D5DFE"/>
    <w:rsid w:val="002D6C7C"/>
    <w:rsid w:val="002D6EAD"/>
    <w:rsid w:val="002D6F5E"/>
    <w:rsid w:val="002D7A16"/>
    <w:rsid w:val="002D7D08"/>
    <w:rsid w:val="002D7D39"/>
    <w:rsid w:val="002E0200"/>
    <w:rsid w:val="002E02B0"/>
    <w:rsid w:val="002E0542"/>
    <w:rsid w:val="002E0BC5"/>
    <w:rsid w:val="002E1D8F"/>
    <w:rsid w:val="002E23F5"/>
    <w:rsid w:val="002E30D5"/>
    <w:rsid w:val="002E3209"/>
    <w:rsid w:val="002E3739"/>
    <w:rsid w:val="002E3927"/>
    <w:rsid w:val="002E3DA6"/>
    <w:rsid w:val="002E60C4"/>
    <w:rsid w:val="002E781B"/>
    <w:rsid w:val="002E786A"/>
    <w:rsid w:val="002F04A5"/>
    <w:rsid w:val="002F0B8D"/>
    <w:rsid w:val="002F14BA"/>
    <w:rsid w:val="002F15A5"/>
    <w:rsid w:val="002F19F6"/>
    <w:rsid w:val="002F1DD8"/>
    <w:rsid w:val="002F25A4"/>
    <w:rsid w:val="002F2E41"/>
    <w:rsid w:val="002F2F1E"/>
    <w:rsid w:val="002F30BE"/>
    <w:rsid w:val="002F3184"/>
    <w:rsid w:val="002F364B"/>
    <w:rsid w:val="002F3AD0"/>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094"/>
    <w:rsid w:val="00300110"/>
    <w:rsid w:val="00300304"/>
    <w:rsid w:val="0030077D"/>
    <w:rsid w:val="00300796"/>
    <w:rsid w:val="00300D7C"/>
    <w:rsid w:val="00301447"/>
    <w:rsid w:val="003015C7"/>
    <w:rsid w:val="00302A2A"/>
    <w:rsid w:val="00302A32"/>
    <w:rsid w:val="003042EA"/>
    <w:rsid w:val="00304528"/>
    <w:rsid w:val="00304F44"/>
    <w:rsid w:val="003054BB"/>
    <w:rsid w:val="00305677"/>
    <w:rsid w:val="00305B9E"/>
    <w:rsid w:val="00305BA0"/>
    <w:rsid w:val="00305DC3"/>
    <w:rsid w:val="003065D5"/>
    <w:rsid w:val="00306AF9"/>
    <w:rsid w:val="00307992"/>
    <w:rsid w:val="00307DCF"/>
    <w:rsid w:val="00310312"/>
    <w:rsid w:val="003104D3"/>
    <w:rsid w:val="00310849"/>
    <w:rsid w:val="003109D5"/>
    <w:rsid w:val="00311222"/>
    <w:rsid w:val="003119A9"/>
    <w:rsid w:val="00311C58"/>
    <w:rsid w:val="00312865"/>
    <w:rsid w:val="00313F62"/>
    <w:rsid w:val="00314051"/>
    <w:rsid w:val="00314897"/>
    <w:rsid w:val="00314CF4"/>
    <w:rsid w:val="00315778"/>
    <w:rsid w:val="003157C1"/>
    <w:rsid w:val="00315865"/>
    <w:rsid w:val="00316248"/>
    <w:rsid w:val="00316909"/>
    <w:rsid w:val="00316A13"/>
    <w:rsid w:val="00316CAD"/>
    <w:rsid w:val="00316D01"/>
    <w:rsid w:val="00316D68"/>
    <w:rsid w:val="00316DE2"/>
    <w:rsid w:val="00317266"/>
    <w:rsid w:val="00317F3D"/>
    <w:rsid w:val="003204CD"/>
    <w:rsid w:val="00320537"/>
    <w:rsid w:val="00320B4C"/>
    <w:rsid w:val="00320BCD"/>
    <w:rsid w:val="00321367"/>
    <w:rsid w:val="003221D4"/>
    <w:rsid w:val="00322586"/>
    <w:rsid w:val="003233A5"/>
    <w:rsid w:val="00323457"/>
    <w:rsid w:val="00324359"/>
    <w:rsid w:val="003244C0"/>
    <w:rsid w:val="003248BC"/>
    <w:rsid w:val="003248DA"/>
    <w:rsid w:val="00325823"/>
    <w:rsid w:val="00325864"/>
    <w:rsid w:val="003259A5"/>
    <w:rsid w:val="00325A46"/>
    <w:rsid w:val="00326310"/>
    <w:rsid w:val="00326AE1"/>
    <w:rsid w:val="00327EC5"/>
    <w:rsid w:val="0033043F"/>
    <w:rsid w:val="00330DCD"/>
    <w:rsid w:val="003313FA"/>
    <w:rsid w:val="003318A5"/>
    <w:rsid w:val="00331C13"/>
    <w:rsid w:val="003326E4"/>
    <w:rsid w:val="00333B3A"/>
    <w:rsid w:val="00334A39"/>
    <w:rsid w:val="00334ACC"/>
    <w:rsid w:val="00334F50"/>
    <w:rsid w:val="00335172"/>
    <w:rsid w:val="00335EBC"/>
    <w:rsid w:val="00336582"/>
    <w:rsid w:val="003370DF"/>
    <w:rsid w:val="003371E6"/>
    <w:rsid w:val="00337E06"/>
    <w:rsid w:val="0034004C"/>
    <w:rsid w:val="0034104A"/>
    <w:rsid w:val="003412DC"/>
    <w:rsid w:val="00341971"/>
    <w:rsid w:val="00341D34"/>
    <w:rsid w:val="00341E3D"/>
    <w:rsid w:val="003420C3"/>
    <w:rsid w:val="00343578"/>
    <w:rsid w:val="003445CC"/>
    <w:rsid w:val="00344AD7"/>
    <w:rsid w:val="00344B68"/>
    <w:rsid w:val="00344E02"/>
    <w:rsid w:val="003456AB"/>
    <w:rsid w:val="0034577A"/>
    <w:rsid w:val="00346741"/>
    <w:rsid w:val="00346769"/>
    <w:rsid w:val="00346BE1"/>
    <w:rsid w:val="00347C5C"/>
    <w:rsid w:val="00347E09"/>
    <w:rsid w:val="003502A4"/>
    <w:rsid w:val="00350785"/>
    <w:rsid w:val="00351EE4"/>
    <w:rsid w:val="00352224"/>
    <w:rsid w:val="00353B5E"/>
    <w:rsid w:val="00353FC8"/>
    <w:rsid w:val="003541C5"/>
    <w:rsid w:val="00354BBC"/>
    <w:rsid w:val="003553BA"/>
    <w:rsid w:val="00356597"/>
    <w:rsid w:val="00356679"/>
    <w:rsid w:val="00356730"/>
    <w:rsid w:val="00356953"/>
    <w:rsid w:val="00356DEE"/>
    <w:rsid w:val="00356F3B"/>
    <w:rsid w:val="003570F7"/>
    <w:rsid w:val="003601F1"/>
    <w:rsid w:val="0036049C"/>
    <w:rsid w:val="00360851"/>
    <w:rsid w:val="00360982"/>
    <w:rsid w:val="003611B8"/>
    <w:rsid w:val="0036131A"/>
    <w:rsid w:val="00361D27"/>
    <w:rsid w:val="00361FE1"/>
    <w:rsid w:val="003628B8"/>
    <w:rsid w:val="00362B55"/>
    <w:rsid w:val="00363B31"/>
    <w:rsid w:val="00363B9D"/>
    <w:rsid w:val="00363C72"/>
    <w:rsid w:val="0036497F"/>
    <w:rsid w:val="00364CCC"/>
    <w:rsid w:val="00364F60"/>
    <w:rsid w:val="0036504F"/>
    <w:rsid w:val="003650FF"/>
    <w:rsid w:val="00365184"/>
    <w:rsid w:val="00365652"/>
    <w:rsid w:val="00365738"/>
    <w:rsid w:val="0036645C"/>
    <w:rsid w:val="00366F19"/>
    <w:rsid w:val="00367871"/>
    <w:rsid w:val="00367C9F"/>
    <w:rsid w:val="0037023F"/>
    <w:rsid w:val="0037142E"/>
    <w:rsid w:val="00372B0C"/>
    <w:rsid w:val="00372BB5"/>
    <w:rsid w:val="00373300"/>
    <w:rsid w:val="0037416D"/>
    <w:rsid w:val="00374410"/>
    <w:rsid w:val="00374CF9"/>
    <w:rsid w:val="00375F81"/>
    <w:rsid w:val="003761BA"/>
    <w:rsid w:val="003764B3"/>
    <w:rsid w:val="00376778"/>
    <w:rsid w:val="0037680B"/>
    <w:rsid w:val="003779BA"/>
    <w:rsid w:val="00377AE0"/>
    <w:rsid w:val="00377F81"/>
    <w:rsid w:val="00380560"/>
    <w:rsid w:val="00380870"/>
    <w:rsid w:val="0038161C"/>
    <w:rsid w:val="00381D59"/>
    <w:rsid w:val="00381FB8"/>
    <w:rsid w:val="003829BA"/>
    <w:rsid w:val="003832FD"/>
    <w:rsid w:val="003847AC"/>
    <w:rsid w:val="00384C49"/>
    <w:rsid w:val="003864EB"/>
    <w:rsid w:val="0038674B"/>
    <w:rsid w:val="00386779"/>
    <w:rsid w:val="00386A7D"/>
    <w:rsid w:val="00387445"/>
    <w:rsid w:val="00387465"/>
    <w:rsid w:val="003879A3"/>
    <w:rsid w:val="00387B35"/>
    <w:rsid w:val="00390ADD"/>
    <w:rsid w:val="00390B1C"/>
    <w:rsid w:val="00390CAD"/>
    <w:rsid w:val="003914D9"/>
    <w:rsid w:val="00391739"/>
    <w:rsid w:val="00391E7D"/>
    <w:rsid w:val="00392D8A"/>
    <w:rsid w:val="00392DD7"/>
    <w:rsid w:val="00392F07"/>
    <w:rsid w:val="00392FD0"/>
    <w:rsid w:val="00393949"/>
    <w:rsid w:val="00394CED"/>
    <w:rsid w:val="00394D52"/>
    <w:rsid w:val="00395B6F"/>
    <w:rsid w:val="003965AE"/>
    <w:rsid w:val="003969B7"/>
    <w:rsid w:val="00396B58"/>
    <w:rsid w:val="00397F33"/>
    <w:rsid w:val="003A0309"/>
    <w:rsid w:val="003A0959"/>
    <w:rsid w:val="003A0C30"/>
    <w:rsid w:val="003A150E"/>
    <w:rsid w:val="003A197E"/>
    <w:rsid w:val="003A1A79"/>
    <w:rsid w:val="003A21D7"/>
    <w:rsid w:val="003A2925"/>
    <w:rsid w:val="003A3436"/>
    <w:rsid w:val="003A351E"/>
    <w:rsid w:val="003A374C"/>
    <w:rsid w:val="003A428C"/>
    <w:rsid w:val="003A4FE3"/>
    <w:rsid w:val="003A504A"/>
    <w:rsid w:val="003A5119"/>
    <w:rsid w:val="003A5C67"/>
    <w:rsid w:val="003A6A10"/>
    <w:rsid w:val="003A7982"/>
    <w:rsid w:val="003B01F5"/>
    <w:rsid w:val="003B034F"/>
    <w:rsid w:val="003B14BA"/>
    <w:rsid w:val="003B1555"/>
    <w:rsid w:val="003B1D5D"/>
    <w:rsid w:val="003B2169"/>
    <w:rsid w:val="003B2904"/>
    <w:rsid w:val="003B345A"/>
    <w:rsid w:val="003B35B8"/>
    <w:rsid w:val="003B3679"/>
    <w:rsid w:val="003B4F7C"/>
    <w:rsid w:val="003B5F13"/>
    <w:rsid w:val="003B6397"/>
    <w:rsid w:val="003B6701"/>
    <w:rsid w:val="003B6C15"/>
    <w:rsid w:val="003B7DAB"/>
    <w:rsid w:val="003C0164"/>
    <w:rsid w:val="003C0403"/>
    <w:rsid w:val="003C04C4"/>
    <w:rsid w:val="003C10EE"/>
    <w:rsid w:val="003C1A42"/>
    <w:rsid w:val="003C1C4C"/>
    <w:rsid w:val="003C3E95"/>
    <w:rsid w:val="003C43D9"/>
    <w:rsid w:val="003C497C"/>
    <w:rsid w:val="003C58E3"/>
    <w:rsid w:val="003C6FB8"/>
    <w:rsid w:val="003C7471"/>
    <w:rsid w:val="003C79F8"/>
    <w:rsid w:val="003D0033"/>
    <w:rsid w:val="003D04E4"/>
    <w:rsid w:val="003D0887"/>
    <w:rsid w:val="003D0DD9"/>
    <w:rsid w:val="003D1C9A"/>
    <w:rsid w:val="003D2207"/>
    <w:rsid w:val="003D259D"/>
    <w:rsid w:val="003D30B1"/>
    <w:rsid w:val="003D33E5"/>
    <w:rsid w:val="003D4109"/>
    <w:rsid w:val="003D413F"/>
    <w:rsid w:val="003D4580"/>
    <w:rsid w:val="003D4DBA"/>
    <w:rsid w:val="003D4DF6"/>
    <w:rsid w:val="003D6E84"/>
    <w:rsid w:val="003D7837"/>
    <w:rsid w:val="003D7C65"/>
    <w:rsid w:val="003E018B"/>
    <w:rsid w:val="003E0C23"/>
    <w:rsid w:val="003E173D"/>
    <w:rsid w:val="003E1BCB"/>
    <w:rsid w:val="003E2070"/>
    <w:rsid w:val="003E28B7"/>
    <w:rsid w:val="003E29E6"/>
    <w:rsid w:val="003E2E6D"/>
    <w:rsid w:val="003E30AC"/>
    <w:rsid w:val="003E357D"/>
    <w:rsid w:val="003E3753"/>
    <w:rsid w:val="003E3EDD"/>
    <w:rsid w:val="003E4C41"/>
    <w:rsid w:val="003E4FD9"/>
    <w:rsid w:val="003E5213"/>
    <w:rsid w:val="003E5643"/>
    <w:rsid w:val="003E5C31"/>
    <w:rsid w:val="003E5F24"/>
    <w:rsid w:val="003E5F67"/>
    <w:rsid w:val="003E66A6"/>
    <w:rsid w:val="003E6FD3"/>
    <w:rsid w:val="003F031D"/>
    <w:rsid w:val="003F044D"/>
    <w:rsid w:val="003F07C4"/>
    <w:rsid w:val="003F0F61"/>
    <w:rsid w:val="003F19B5"/>
    <w:rsid w:val="003F1A7B"/>
    <w:rsid w:val="003F1BFB"/>
    <w:rsid w:val="003F1C7C"/>
    <w:rsid w:val="003F293B"/>
    <w:rsid w:val="003F2ADD"/>
    <w:rsid w:val="003F2D5D"/>
    <w:rsid w:val="003F3B18"/>
    <w:rsid w:val="003F43B1"/>
    <w:rsid w:val="003F4437"/>
    <w:rsid w:val="003F46B0"/>
    <w:rsid w:val="003F4B5B"/>
    <w:rsid w:val="003F4E20"/>
    <w:rsid w:val="003F5146"/>
    <w:rsid w:val="003F5313"/>
    <w:rsid w:val="003F568F"/>
    <w:rsid w:val="003F7121"/>
    <w:rsid w:val="003F76DD"/>
    <w:rsid w:val="003F7AAA"/>
    <w:rsid w:val="00400515"/>
    <w:rsid w:val="0040091F"/>
    <w:rsid w:val="00401113"/>
    <w:rsid w:val="004013A8"/>
    <w:rsid w:val="0040146D"/>
    <w:rsid w:val="0040180D"/>
    <w:rsid w:val="00401966"/>
    <w:rsid w:val="0040209C"/>
    <w:rsid w:val="004024F7"/>
    <w:rsid w:val="00403037"/>
    <w:rsid w:val="004039A0"/>
    <w:rsid w:val="00403A15"/>
    <w:rsid w:val="004044E4"/>
    <w:rsid w:val="0040560F"/>
    <w:rsid w:val="00405858"/>
    <w:rsid w:val="00405B03"/>
    <w:rsid w:val="004069F1"/>
    <w:rsid w:val="00406B3C"/>
    <w:rsid w:val="00406FCB"/>
    <w:rsid w:val="00407558"/>
    <w:rsid w:val="0040773C"/>
    <w:rsid w:val="00410EBA"/>
    <w:rsid w:val="00411A1D"/>
    <w:rsid w:val="00411A1F"/>
    <w:rsid w:val="00412C68"/>
    <w:rsid w:val="00412F79"/>
    <w:rsid w:val="0041380B"/>
    <w:rsid w:val="00413D00"/>
    <w:rsid w:val="0041466D"/>
    <w:rsid w:val="00415455"/>
    <w:rsid w:val="00415659"/>
    <w:rsid w:val="0041644C"/>
    <w:rsid w:val="0041779D"/>
    <w:rsid w:val="004204F4"/>
    <w:rsid w:val="004207A7"/>
    <w:rsid w:val="00420BA7"/>
    <w:rsid w:val="00420D59"/>
    <w:rsid w:val="00420E88"/>
    <w:rsid w:val="004217C2"/>
    <w:rsid w:val="00421E8F"/>
    <w:rsid w:val="00422CFC"/>
    <w:rsid w:val="0042311C"/>
    <w:rsid w:val="00425848"/>
    <w:rsid w:val="00426934"/>
    <w:rsid w:val="00427789"/>
    <w:rsid w:val="00427990"/>
    <w:rsid w:val="00427E92"/>
    <w:rsid w:val="00430056"/>
    <w:rsid w:val="0043048C"/>
    <w:rsid w:val="00430FF0"/>
    <w:rsid w:val="004312A6"/>
    <w:rsid w:val="004315B6"/>
    <w:rsid w:val="00431D2B"/>
    <w:rsid w:val="004331E1"/>
    <w:rsid w:val="00433961"/>
    <w:rsid w:val="00433D01"/>
    <w:rsid w:val="00434B0D"/>
    <w:rsid w:val="00434C62"/>
    <w:rsid w:val="00434D91"/>
    <w:rsid w:val="004353E9"/>
    <w:rsid w:val="00436298"/>
    <w:rsid w:val="004365FE"/>
    <w:rsid w:val="004373BF"/>
    <w:rsid w:val="00437630"/>
    <w:rsid w:val="00437A04"/>
    <w:rsid w:val="00437C34"/>
    <w:rsid w:val="00437CC8"/>
    <w:rsid w:val="004400E3"/>
    <w:rsid w:val="00440B3E"/>
    <w:rsid w:val="00440F9E"/>
    <w:rsid w:val="0044115C"/>
    <w:rsid w:val="004423DE"/>
    <w:rsid w:val="00442953"/>
    <w:rsid w:val="0044308C"/>
    <w:rsid w:val="004430D2"/>
    <w:rsid w:val="00443546"/>
    <w:rsid w:val="00444180"/>
    <w:rsid w:val="00444541"/>
    <w:rsid w:val="00444CD6"/>
    <w:rsid w:val="004458F1"/>
    <w:rsid w:val="00445A40"/>
    <w:rsid w:val="00445A77"/>
    <w:rsid w:val="00447AC1"/>
    <w:rsid w:val="0045039A"/>
    <w:rsid w:val="004513FF"/>
    <w:rsid w:val="004528D5"/>
    <w:rsid w:val="00453914"/>
    <w:rsid w:val="00453C36"/>
    <w:rsid w:val="004540EC"/>
    <w:rsid w:val="004552B7"/>
    <w:rsid w:val="004555FD"/>
    <w:rsid w:val="004557BC"/>
    <w:rsid w:val="00455BF8"/>
    <w:rsid w:val="00455D52"/>
    <w:rsid w:val="0045687D"/>
    <w:rsid w:val="00456BBD"/>
    <w:rsid w:val="00456EC5"/>
    <w:rsid w:val="00457304"/>
    <w:rsid w:val="00457C72"/>
    <w:rsid w:val="00460510"/>
    <w:rsid w:val="004609E3"/>
    <w:rsid w:val="0046231F"/>
    <w:rsid w:val="00462B98"/>
    <w:rsid w:val="00463572"/>
    <w:rsid w:val="00463D31"/>
    <w:rsid w:val="00463ECD"/>
    <w:rsid w:val="00464902"/>
    <w:rsid w:val="004653AF"/>
    <w:rsid w:val="00465518"/>
    <w:rsid w:val="00466146"/>
    <w:rsid w:val="00466CB1"/>
    <w:rsid w:val="00466EB1"/>
    <w:rsid w:val="0046734E"/>
    <w:rsid w:val="00467448"/>
    <w:rsid w:val="00467C5C"/>
    <w:rsid w:val="00470203"/>
    <w:rsid w:val="00470A8C"/>
    <w:rsid w:val="00471093"/>
    <w:rsid w:val="00471C13"/>
    <w:rsid w:val="00471E01"/>
    <w:rsid w:val="004728A4"/>
    <w:rsid w:val="00472902"/>
    <w:rsid w:val="00472985"/>
    <w:rsid w:val="00472CF9"/>
    <w:rsid w:val="00472F25"/>
    <w:rsid w:val="00474C9B"/>
    <w:rsid w:val="00475046"/>
    <w:rsid w:val="004756EC"/>
    <w:rsid w:val="0047656B"/>
    <w:rsid w:val="004766CC"/>
    <w:rsid w:val="00476DC3"/>
    <w:rsid w:val="00481C32"/>
    <w:rsid w:val="004820DD"/>
    <w:rsid w:val="0048316F"/>
    <w:rsid w:val="0048422B"/>
    <w:rsid w:val="0048444C"/>
    <w:rsid w:val="00484665"/>
    <w:rsid w:val="0048490F"/>
    <w:rsid w:val="0048497C"/>
    <w:rsid w:val="00484BF9"/>
    <w:rsid w:val="00484D5B"/>
    <w:rsid w:val="00485157"/>
    <w:rsid w:val="00485272"/>
    <w:rsid w:val="00485392"/>
    <w:rsid w:val="004854B1"/>
    <w:rsid w:val="00485BDF"/>
    <w:rsid w:val="00487476"/>
    <w:rsid w:val="00487759"/>
    <w:rsid w:val="00487B5B"/>
    <w:rsid w:val="00487B78"/>
    <w:rsid w:val="00487C1C"/>
    <w:rsid w:val="00487FC5"/>
    <w:rsid w:val="00490BA9"/>
    <w:rsid w:val="004918AD"/>
    <w:rsid w:val="00491B19"/>
    <w:rsid w:val="00491BD6"/>
    <w:rsid w:val="00492149"/>
    <w:rsid w:val="0049253D"/>
    <w:rsid w:val="00492DC9"/>
    <w:rsid w:val="004931CB"/>
    <w:rsid w:val="00493492"/>
    <w:rsid w:val="00493B1A"/>
    <w:rsid w:val="0049406D"/>
    <w:rsid w:val="00494CB2"/>
    <w:rsid w:val="004953F8"/>
    <w:rsid w:val="00495867"/>
    <w:rsid w:val="00495BE0"/>
    <w:rsid w:val="00495D80"/>
    <w:rsid w:val="00497304"/>
    <w:rsid w:val="0049730B"/>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32A"/>
    <w:rsid w:val="004A457F"/>
    <w:rsid w:val="004A4887"/>
    <w:rsid w:val="004A4B07"/>
    <w:rsid w:val="004A5508"/>
    <w:rsid w:val="004A5C43"/>
    <w:rsid w:val="004A6399"/>
    <w:rsid w:val="004A655F"/>
    <w:rsid w:val="004A6FB0"/>
    <w:rsid w:val="004A70F5"/>
    <w:rsid w:val="004A729A"/>
    <w:rsid w:val="004A7635"/>
    <w:rsid w:val="004A7688"/>
    <w:rsid w:val="004A7A97"/>
    <w:rsid w:val="004A7E97"/>
    <w:rsid w:val="004A7FB5"/>
    <w:rsid w:val="004B00C0"/>
    <w:rsid w:val="004B039F"/>
    <w:rsid w:val="004B1429"/>
    <w:rsid w:val="004B1595"/>
    <w:rsid w:val="004B19B1"/>
    <w:rsid w:val="004B20D4"/>
    <w:rsid w:val="004B2B85"/>
    <w:rsid w:val="004B2F98"/>
    <w:rsid w:val="004B35CA"/>
    <w:rsid w:val="004B3A95"/>
    <w:rsid w:val="004B62AF"/>
    <w:rsid w:val="004B6415"/>
    <w:rsid w:val="004B672A"/>
    <w:rsid w:val="004B6B51"/>
    <w:rsid w:val="004B6C84"/>
    <w:rsid w:val="004B6DB1"/>
    <w:rsid w:val="004B71AA"/>
    <w:rsid w:val="004B71B7"/>
    <w:rsid w:val="004B7DBE"/>
    <w:rsid w:val="004B7E4F"/>
    <w:rsid w:val="004C0653"/>
    <w:rsid w:val="004C0DC6"/>
    <w:rsid w:val="004C1602"/>
    <w:rsid w:val="004C1927"/>
    <w:rsid w:val="004C19EE"/>
    <w:rsid w:val="004C1B95"/>
    <w:rsid w:val="004C232A"/>
    <w:rsid w:val="004C2411"/>
    <w:rsid w:val="004C24B9"/>
    <w:rsid w:val="004C25CA"/>
    <w:rsid w:val="004C2B4C"/>
    <w:rsid w:val="004C2CC5"/>
    <w:rsid w:val="004C471B"/>
    <w:rsid w:val="004C4FE7"/>
    <w:rsid w:val="004C557D"/>
    <w:rsid w:val="004C575E"/>
    <w:rsid w:val="004C5BC4"/>
    <w:rsid w:val="004C66F6"/>
    <w:rsid w:val="004C697D"/>
    <w:rsid w:val="004C7656"/>
    <w:rsid w:val="004C7BC9"/>
    <w:rsid w:val="004C7EC6"/>
    <w:rsid w:val="004D0270"/>
    <w:rsid w:val="004D06E3"/>
    <w:rsid w:val="004D06EE"/>
    <w:rsid w:val="004D07DC"/>
    <w:rsid w:val="004D188E"/>
    <w:rsid w:val="004D1D1E"/>
    <w:rsid w:val="004D1D83"/>
    <w:rsid w:val="004D2C13"/>
    <w:rsid w:val="004D42E2"/>
    <w:rsid w:val="004D45A8"/>
    <w:rsid w:val="004D4D14"/>
    <w:rsid w:val="004D54B0"/>
    <w:rsid w:val="004D5516"/>
    <w:rsid w:val="004D766F"/>
    <w:rsid w:val="004D7F5C"/>
    <w:rsid w:val="004E014D"/>
    <w:rsid w:val="004E04E2"/>
    <w:rsid w:val="004E0A4A"/>
    <w:rsid w:val="004E0EF7"/>
    <w:rsid w:val="004E10DC"/>
    <w:rsid w:val="004E1F66"/>
    <w:rsid w:val="004E203D"/>
    <w:rsid w:val="004E2C0B"/>
    <w:rsid w:val="004E3222"/>
    <w:rsid w:val="004E41A9"/>
    <w:rsid w:val="004E4232"/>
    <w:rsid w:val="004E42AF"/>
    <w:rsid w:val="004E4E32"/>
    <w:rsid w:val="004E5896"/>
    <w:rsid w:val="004E64E7"/>
    <w:rsid w:val="004E77F5"/>
    <w:rsid w:val="004E780E"/>
    <w:rsid w:val="004E7DD2"/>
    <w:rsid w:val="004F015C"/>
    <w:rsid w:val="004F0EEA"/>
    <w:rsid w:val="004F13E0"/>
    <w:rsid w:val="004F1F1A"/>
    <w:rsid w:val="004F2086"/>
    <w:rsid w:val="004F2CE8"/>
    <w:rsid w:val="004F2ED0"/>
    <w:rsid w:val="004F381F"/>
    <w:rsid w:val="004F429E"/>
    <w:rsid w:val="004F4761"/>
    <w:rsid w:val="004F5414"/>
    <w:rsid w:val="004F542C"/>
    <w:rsid w:val="004F58AE"/>
    <w:rsid w:val="004F5B58"/>
    <w:rsid w:val="004F5E56"/>
    <w:rsid w:val="004F62AA"/>
    <w:rsid w:val="004F6365"/>
    <w:rsid w:val="004F6512"/>
    <w:rsid w:val="004F6773"/>
    <w:rsid w:val="004F73F4"/>
    <w:rsid w:val="004F7E15"/>
    <w:rsid w:val="00500481"/>
    <w:rsid w:val="005014DC"/>
    <w:rsid w:val="00501819"/>
    <w:rsid w:val="005020C6"/>
    <w:rsid w:val="00502626"/>
    <w:rsid w:val="005034E0"/>
    <w:rsid w:val="00503863"/>
    <w:rsid w:val="00503A81"/>
    <w:rsid w:val="0050472C"/>
    <w:rsid w:val="00504793"/>
    <w:rsid w:val="00505602"/>
    <w:rsid w:val="00505B39"/>
    <w:rsid w:val="0050612C"/>
    <w:rsid w:val="005065D3"/>
    <w:rsid w:val="00506A62"/>
    <w:rsid w:val="00506A7C"/>
    <w:rsid w:val="00507700"/>
    <w:rsid w:val="00507711"/>
    <w:rsid w:val="00511306"/>
    <w:rsid w:val="00511469"/>
    <w:rsid w:val="005118D3"/>
    <w:rsid w:val="00511E59"/>
    <w:rsid w:val="0051211C"/>
    <w:rsid w:val="00512494"/>
    <w:rsid w:val="0051326C"/>
    <w:rsid w:val="00514803"/>
    <w:rsid w:val="00514B20"/>
    <w:rsid w:val="00514F11"/>
    <w:rsid w:val="005156CA"/>
    <w:rsid w:val="00515B07"/>
    <w:rsid w:val="00515BA6"/>
    <w:rsid w:val="00516CB4"/>
    <w:rsid w:val="00516CB6"/>
    <w:rsid w:val="00516DF9"/>
    <w:rsid w:val="00517243"/>
    <w:rsid w:val="005177E8"/>
    <w:rsid w:val="005200BD"/>
    <w:rsid w:val="00520799"/>
    <w:rsid w:val="0052080F"/>
    <w:rsid w:val="00520D2C"/>
    <w:rsid w:val="00521203"/>
    <w:rsid w:val="0052133F"/>
    <w:rsid w:val="005215DF"/>
    <w:rsid w:val="00521677"/>
    <w:rsid w:val="00523669"/>
    <w:rsid w:val="00523AD6"/>
    <w:rsid w:val="00524181"/>
    <w:rsid w:val="005241A6"/>
    <w:rsid w:val="005246EC"/>
    <w:rsid w:val="005247E9"/>
    <w:rsid w:val="00525133"/>
    <w:rsid w:val="0052525D"/>
    <w:rsid w:val="00525454"/>
    <w:rsid w:val="00525D27"/>
    <w:rsid w:val="0052687A"/>
    <w:rsid w:val="0052712A"/>
    <w:rsid w:val="00527BCB"/>
    <w:rsid w:val="00527EBC"/>
    <w:rsid w:val="00527F50"/>
    <w:rsid w:val="00530A1A"/>
    <w:rsid w:val="00531792"/>
    <w:rsid w:val="00531807"/>
    <w:rsid w:val="00531B18"/>
    <w:rsid w:val="0053205F"/>
    <w:rsid w:val="00532A8E"/>
    <w:rsid w:val="00532CEA"/>
    <w:rsid w:val="00532DCA"/>
    <w:rsid w:val="00532E85"/>
    <w:rsid w:val="0053301D"/>
    <w:rsid w:val="005331DC"/>
    <w:rsid w:val="005333BA"/>
    <w:rsid w:val="005345D7"/>
    <w:rsid w:val="00535338"/>
    <w:rsid w:val="00536085"/>
    <w:rsid w:val="005360ED"/>
    <w:rsid w:val="00536214"/>
    <w:rsid w:val="00536954"/>
    <w:rsid w:val="00536A89"/>
    <w:rsid w:val="00536E7F"/>
    <w:rsid w:val="0053716C"/>
    <w:rsid w:val="005376C7"/>
    <w:rsid w:val="005378DA"/>
    <w:rsid w:val="00537FC6"/>
    <w:rsid w:val="0054064E"/>
    <w:rsid w:val="005406DE"/>
    <w:rsid w:val="00540815"/>
    <w:rsid w:val="00540CF5"/>
    <w:rsid w:val="005419FD"/>
    <w:rsid w:val="0054249C"/>
    <w:rsid w:val="005425FD"/>
    <w:rsid w:val="0054294D"/>
    <w:rsid w:val="0054295E"/>
    <w:rsid w:val="00542FFA"/>
    <w:rsid w:val="005431F8"/>
    <w:rsid w:val="005438F6"/>
    <w:rsid w:val="00543C10"/>
    <w:rsid w:val="00544499"/>
    <w:rsid w:val="0054484B"/>
    <w:rsid w:val="00544CCA"/>
    <w:rsid w:val="0054512F"/>
    <w:rsid w:val="0054545B"/>
    <w:rsid w:val="005455D8"/>
    <w:rsid w:val="00545954"/>
    <w:rsid w:val="0054606F"/>
    <w:rsid w:val="00546D13"/>
    <w:rsid w:val="005471B5"/>
    <w:rsid w:val="005502DA"/>
    <w:rsid w:val="0055194B"/>
    <w:rsid w:val="00551E0E"/>
    <w:rsid w:val="005526E9"/>
    <w:rsid w:val="005528A3"/>
    <w:rsid w:val="00553B08"/>
    <w:rsid w:val="00553C4F"/>
    <w:rsid w:val="00554249"/>
    <w:rsid w:val="00554CA0"/>
    <w:rsid w:val="00555541"/>
    <w:rsid w:val="0055608D"/>
    <w:rsid w:val="00557487"/>
    <w:rsid w:val="00557CEE"/>
    <w:rsid w:val="0056018F"/>
    <w:rsid w:val="005609CA"/>
    <w:rsid w:val="0056172C"/>
    <w:rsid w:val="00561890"/>
    <w:rsid w:val="00561C06"/>
    <w:rsid w:val="00561F49"/>
    <w:rsid w:val="0056209D"/>
    <w:rsid w:val="005623FF"/>
    <w:rsid w:val="00562688"/>
    <w:rsid w:val="00563243"/>
    <w:rsid w:val="00563479"/>
    <w:rsid w:val="0056408C"/>
    <w:rsid w:val="00564541"/>
    <w:rsid w:val="00564A96"/>
    <w:rsid w:val="00564CAE"/>
    <w:rsid w:val="00565261"/>
    <w:rsid w:val="00565565"/>
    <w:rsid w:val="005657C9"/>
    <w:rsid w:val="00565E07"/>
    <w:rsid w:val="0056637A"/>
    <w:rsid w:val="005667AD"/>
    <w:rsid w:val="00567C54"/>
    <w:rsid w:val="00570330"/>
    <w:rsid w:val="0057063E"/>
    <w:rsid w:val="00571800"/>
    <w:rsid w:val="005727FA"/>
    <w:rsid w:val="00572BC6"/>
    <w:rsid w:val="00573B6B"/>
    <w:rsid w:val="00573D37"/>
    <w:rsid w:val="00574148"/>
    <w:rsid w:val="00575698"/>
    <w:rsid w:val="0057570B"/>
    <w:rsid w:val="005757D4"/>
    <w:rsid w:val="005759C8"/>
    <w:rsid w:val="005764AB"/>
    <w:rsid w:val="005773A2"/>
    <w:rsid w:val="00577C19"/>
    <w:rsid w:val="00577CD0"/>
    <w:rsid w:val="00577D75"/>
    <w:rsid w:val="0058097A"/>
    <w:rsid w:val="00580CF3"/>
    <w:rsid w:val="00582486"/>
    <w:rsid w:val="00583569"/>
    <w:rsid w:val="0058378C"/>
    <w:rsid w:val="00584060"/>
    <w:rsid w:val="00584156"/>
    <w:rsid w:val="005849CF"/>
    <w:rsid w:val="005868EB"/>
    <w:rsid w:val="00586BA5"/>
    <w:rsid w:val="005873E1"/>
    <w:rsid w:val="00587952"/>
    <w:rsid w:val="00587A3C"/>
    <w:rsid w:val="00587AAF"/>
    <w:rsid w:val="00590033"/>
    <w:rsid w:val="005901CF"/>
    <w:rsid w:val="00590292"/>
    <w:rsid w:val="00590834"/>
    <w:rsid w:val="0059096B"/>
    <w:rsid w:val="0059100A"/>
    <w:rsid w:val="00591FE4"/>
    <w:rsid w:val="005938BC"/>
    <w:rsid w:val="00593B3C"/>
    <w:rsid w:val="00593F76"/>
    <w:rsid w:val="005945C2"/>
    <w:rsid w:val="00594700"/>
    <w:rsid w:val="00594DE1"/>
    <w:rsid w:val="0059525B"/>
    <w:rsid w:val="00595B1B"/>
    <w:rsid w:val="00595C18"/>
    <w:rsid w:val="00596014"/>
    <w:rsid w:val="00596547"/>
    <w:rsid w:val="005970C7"/>
    <w:rsid w:val="00597457"/>
    <w:rsid w:val="005A1051"/>
    <w:rsid w:val="005A1AC4"/>
    <w:rsid w:val="005A227B"/>
    <w:rsid w:val="005A22CA"/>
    <w:rsid w:val="005A2356"/>
    <w:rsid w:val="005A2AFD"/>
    <w:rsid w:val="005A2B0C"/>
    <w:rsid w:val="005A38AC"/>
    <w:rsid w:val="005A3F64"/>
    <w:rsid w:val="005A4272"/>
    <w:rsid w:val="005A4467"/>
    <w:rsid w:val="005A4A53"/>
    <w:rsid w:val="005A57B0"/>
    <w:rsid w:val="005A6737"/>
    <w:rsid w:val="005A6AF4"/>
    <w:rsid w:val="005A6E57"/>
    <w:rsid w:val="005A7022"/>
    <w:rsid w:val="005A751D"/>
    <w:rsid w:val="005A7A76"/>
    <w:rsid w:val="005B14FE"/>
    <w:rsid w:val="005B2316"/>
    <w:rsid w:val="005B2326"/>
    <w:rsid w:val="005B2D5E"/>
    <w:rsid w:val="005B304C"/>
    <w:rsid w:val="005B3968"/>
    <w:rsid w:val="005B3FD4"/>
    <w:rsid w:val="005B4067"/>
    <w:rsid w:val="005B4840"/>
    <w:rsid w:val="005B48D0"/>
    <w:rsid w:val="005B4B85"/>
    <w:rsid w:val="005B4E51"/>
    <w:rsid w:val="005B50A9"/>
    <w:rsid w:val="005B50BA"/>
    <w:rsid w:val="005B539B"/>
    <w:rsid w:val="005B557D"/>
    <w:rsid w:val="005B55C8"/>
    <w:rsid w:val="005B59D9"/>
    <w:rsid w:val="005B5B84"/>
    <w:rsid w:val="005B624E"/>
    <w:rsid w:val="005B6C27"/>
    <w:rsid w:val="005B736F"/>
    <w:rsid w:val="005B799E"/>
    <w:rsid w:val="005C1A17"/>
    <w:rsid w:val="005C1F78"/>
    <w:rsid w:val="005C207A"/>
    <w:rsid w:val="005C2807"/>
    <w:rsid w:val="005C2B6D"/>
    <w:rsid w:val="005C2D64"/>
    <w:rsid w:val="005C3229"/>
    <w:rsid w:val="005C3809"/>
    <w:rsid w:val="005C409D"/>
    <w:rsid w:val="005C4622"/>
    <w:rsid w:val="005C4639"/>
    <w:rsid w:val="005C4B73"/>
    <w:rsid w:val="005C5490"/>
    <w:rsid w:val="005C5D07"/>
    <w:rsid w:val="005C6674"/>
    <w:rsid w:val="005C6779"/>
    <w:rsid w:val="005C6C5C"/>
    <w:rsid w:val="005C6EB0"/>
    <w:rsid w:val="005C6FD5"/>
    <w:rsid w:val="005C72CD"/>
    <w:rsid w:val="005C7782"/>
    <w:rsid w:val="005C7A02"/>
    <w:rsid w:val="005C7ADE"/>
    <w:rsid w:val="005C7EC6"/>
    <w:rsid w:val="005C7F8E"/>
    <w:rsid w:val="005D077D"/>
    <w:rsid w:val="005D0A1E"/>
    <w:rsid w:val="005D0EEC"/>
    <w:rsid w:val="005D215F"/>
    <w:rsid w:val="005D21E3"/>
    <w:rsid w:val="005D280E"/>
    <w:rsid w:val="005D2C2D"/>
    <w:rsid w:val="005D2F79"/>
    <w:rsid w:val="005D3019"/>
    <w:rsid w:val="005D32E4"/>
    <w:rsid w:val="005D3525"/>
    <w:rsid w:val="005D41A4"/>
    <w:rsid w:val="005D4BDF"/>
    <w:rsid w:val="005D4F29"/>
    <w:rsid w:val="005D6A73"/>
    <w:rsid w:val="005E0153"/>
    <w:rsid w:val="005E049F"/>
    <w:rsid w:val="005E06CC"/>
    <w:rsid w:val="005E073D"/>
    <w:rsid w:val="005E0D02"/>
    <w:rsid w:val="005E0FDB"/>
    <w:rsid w:val="005E2168"/>
    <w:rsid w:val="005E28F4"/>
    <w:rsid w:val="005E2EBA"/>
    <w:rsid w:val="005E36E5"/>
    <w:rsid w:val="005E37B2"/>
    <w:rsid w:val="005E3916"/>
    <w:rsid w:val="005E3A7B"/>
    <w:rsid w:val="005E46E7"/>
    <w:rsid w:val="005E473D"/>
    <w:rsid w:val="005E4777"/>
    <w:rsid w:val="005E47CF"/>
    <w:rsid w:val="005E4E05"/>
    <w:rsid w:val="005E4E12"/>
    <w:rsid w:val="005E50BF"/>
    <w:rsid w:val="005E5158"/>
    <w:rsid w:val="005E6A69"/>
    <w:rsid w:val="005E6CB4"/>
    <w:rsid w:val="005E7581"/>
    <w:rsid w:val="005F087C"/>
    <w:rsid w:val="005F0DEF"/>
    <w:rsid w:val="005F14DA"/>
    <w:rsid w:val="005F1690"/>
    <w:rsid w:val="005F1C4F"/>
    <w:rsid w:val="005F1F1A"/>
    <w:rsid w:val="005F2138"/>
    <w:rsid w:val="005F2215"/>
    <w:rsid w:val="005F2E1A"/>
    <w:rsid w:val="005F2E23"/>
    <w:rsid w:val="005F3328"/>
    <w:rsid w:val="005F397A"/>
    <w:rsid w:val="005F3DED"/>
    <w:rsid w:val="005F42C6"/>
    <w:rsid w:val="005F43B3"/>
    <w:rsid w:val="005F45AB"/>
    <w:rsid w:val="005F5810"/>
    <w:rsid w:val="005F5F60"/>
    <w:rsid w:val="005F6381"/>
    <w:rsid w:val="005F667B"/>
    <w:rsid w:val="005F6A59"/>
    <w:rsid w:val="005F6D11"/>
    <w:rsid w:val="005F7633"/>
    <w:rsid w:val="00600111"/>
    <w:rsid w:val="006007AD"/>
    <w:rsid w:val="00600A0F"/>
    <w:rsid w:val="00600F5F"/>
    <w:rsid w:val="00602393"/>
    <w:rsid w:val="00602491"/>
    <w:rsid w:val="0060278F"/>
    <w:rsid w:val="00603380"/>
    <w:rsid w:val="00603D9F"/>
    <w:rsid w:val="00603F8B"/>
    <w:rsid w:val="00604561"/>
    <w:rsid w:val="00604DEC"/>
    <w:rsid w:val="0060512A"/>
    <w:rsid w:val="006052E4"/>
    <w:rsid w:val="006054B4"/>
    <w:rsid w:val="00605BDA"/>
    <w:rsid w:val="006060C6"/>
    <w:rsid w:val="006064AC"/>
    <w:rsid w:val="00606F6A"/>
    <w:rsid w:val="0060722A"/>
    <w:rsid w:val="0060789F"/>
    <w:rsid w:val="0061002B"/>
    <w:rsid w:val="0061085F"/>
    <w:rsid w:val="00610C4A"/>
    <w:rsid w:val="00610FBE"/>
    <w:rsid w:val="0061103C"/>
    <w:rsid w:val="006118AE"/>
    <w:rsid w:val="0061239C"/>
    <w:rsid w:val="006133D5"/>
    <w:rsid w:val="006135D3"/>
    <w:rsid w:val="00613D15"/>
    <w:rsid w:val="00613D1F"/>
    <w:rsid w:val="00614394"/>
    <w:rsid w:val="00614A35"/>
    <w:rsid w:val="00614A77"/>
    <w:rsid w:val="0061517F"/>
    <w:rsid w:val="00615B63"/>
    <w:rsid w:val="006161F3"/>
    <w:rsid w:val="0061670D"/>
    <w:rsid w:val="00616B0F"/>
    <w:rsid w:val="006204A1"/>
    <w:rsid w:val="00620D32"/>
    <w:rsid w:val="00620E69"/>
    <w:rsid w:val="00621B48"/>
    <w:rsid w:val="00622277"/>
    <w:rsid w:val="00622743"/>
    <w:rsid w:val="00622B38"/>
    <w:rsid w:val="00622E63"/>
    <w:rsid w:val="00622F55"/>
    <w:rsid w:val="006231A6"/>
    <w:rsid w:val="00623578"/>
    <w:rsid w:val="00623BD3"/>
    <w:rsid w:val="00623E3B"/>
    <w:rsid w:val="006241D3"/>
    <w:rsid w:val="006242D0"/>
    <w:rsid w:val="006242D3"/>
    <w:rsid w:val="0062448A"/>
    <w:rsid w:val="00624639"/>
    <w:rsid w:val="00624CB9"/>
    <w:rsid w:val="006253EC"/>
    <w:rsid w:val="00625B78"/>
    <w:rsid w:val="00625E22"/>
    <w:rsid w:val="006268D5"/>
    <w:rsid w:val="0062757B"/>
    <w:rsid w:val="00627AA7"/>
    <w:rsid w:val="00627F41"/>
    <w:rsid w:val="006303F1"/>
    <w:rsid w:val="00630ACE"/>
    <w:rsid w:val="00630B78"/>
    <w:rsid w:val="0063108C"/>
    <w:rsid w:val="00631128"/>
    <w:rsid w:val="0063130F"/>
    <w:rsid w:val="006313ED"/>
    <w:rsid w:val="00632051"/>
    <w:rsid w:val="00632069"/>
    <w:rsid w:val="006338EC"/>
    <w:rsid w:val="00633D9A"/>
    <w:rsid w:val="0063497A"/>
    <w:rsid w:val="00634A11"/>
    <w:rsid w:val="00634D63"/>
    <w:rsid w:val="00635425"/>
    <w:rsid w:val="0063591E"/>
    <w:rsid w:val="00635A6C"/>
    <w:rsid w:val="00635EC0"/>
    <w:rsid w:val="006365B2"/>
    <w:rsid w:val="006365C9"/>
    <w:rsid w:val="00636710"/>
    <w:rsid w:val="006367CC"/>
    <w:rsid w:val="00637086"/>
    <w:rsid w:val="00637124"/>
    <w:rsid w:val="0063780D"/>
    <w:rsid w:val="00637887"/>
    <w:rsid w:val="00640641"/>
    <w:rsid w:val="00640CDD"/>
    <w:rsid w:val="006410CD"/>
    <w:rsid w:val="006411AF"/>
    <w:rsid w:val="00641C1F"/>
    <w:rsid w:val="00641DAF"/>
    <w:rsid w:val="00641E88"/>
    <w:rsid w:val="00641F48"/>
    <w:rsid w:val="006422BB"/>
    <w:rsid w:val="00642339"/>
    <w:rsid w:val="00642AD9"/>
    <w:rsid w:val="006436B1"/>
    <w:rsid w:val="006439B7"/>
    <w:rsid w:val="00644AF3"/>
    <w:rsid w:val="00644C01"/>
    <w:rsid w:val="0064533C"/>
    <w:rsid w:val="00645878"/>
    <w:rsid w:val="006458C6"/>
    <w:rsid w:val="00650DB6"/>
    <w:rsid w:val="00651920"/>
    <w:rsid w:val="006526CB"/>
    <w:rsid w:val="006529F2"/>
    <w:rsid w:val="00652D7A"/>
    <w:rsid w:val="00653568"/>
    <w:rsid w:val="00653FE1"/>
    <w:rsid w:val="0065489A"/>
    <w:rsid w:val="00655147"/>
    <w:rsid w:val="00655530"/>
    <w:rsid w:val="00655C0F"/>
    <w:rsid w:val="00656847"/>
    <w:rsid w:val="00656869"/>
    <w:rsid w:val="00656B4B"/>
    <w:rsid w:val="00657511"/>
    <w:rsid w:val="00657B05"/>
    <w:rsid w:val="00657B2C"/>
    <w:rsid w:val="00660176"/>
    <w:rsid w:val="006603D5"/>
    <w:rsid w:val="006608A6"/>
    <w:rsid w:val="00661AB5"/>
    <w:rsid w:val="00661C4B"/>
    <w:rsid w:val="006624B6"/>
    <w:rsid w:val="00662558"/>
    <w:rsid w:val="00662612"/>
    <w:rsid w:val="00662849"/>
    <w:rsid w:val="00662D98"/>
    <w:rsid w:val="00663EEF"/>
    <w:rsid w:val="00664760"/>
    <w:rsid w:val="00664C97"/>
    <w:rsid w:val="006654F7"/>
    <w:rsid w:val="00665D88"/>
    <w:rsid w:val="006679A8"/>
    <w:rsid w:val="006679E9"/>
    <w:rsid w:val="00667A90"/>
    <w:rsid w:val="006701E2"/>
    <w:rsid w:val="00670541"/>
    <w:rsid w:val="00670D65"/>
    <w:rsid w:val="006717C9"/>
    <w:rsid w:val="006719DB"/>
    <w:rsid w:val="00671BCC"/>
    <w:rsid w:val="00671C57"/>
    <w:rsid w:val="00671D1F"/>
    <w:rsid w:val="0067255D"/>
    <w:rsid w:val="00672D39"/>
    <w:rsid w:val="00672D80"/>
    <w:rsid w:val="0067305C"/>
    <w:rsid w:val="006735C4"/>
    <w:rsid w:val="00674314"/>
    <w:rsid w:val="00674561"/>
    <w:rsid w:val="00674695"/>
    <w:rsid w:val="00674AA6"/>
    <w:rsid w:val="00675082"/>
    <w:rsid w:val="0067508E"/>
    <w:rsid w:val="00676A00"/>
    <w:rsid w:val="00677121"/>
    <w:rsid w:val="006779FC"/>
    <w:rsid w:val="00677AB5"/>
    <w:rsid w:val="00677AE8"/>
    <w:rsid w:val="00681C51"/>
    <w:rsid w:val="0068253B"/>
    <w:rsid w:val="00682768"/>
    <w:rsid w:val="00682C26"/>
    <w:rsid w:val="00682C93"/>
    <w:rsid w:val="00683728"/>
    <w:rsid w:val="00683FAE"/>
    <w:rsid w:val="0068406C"/>
    <w:rsid w:val="00684528"/>
    <w:rsid w:val="006846EE"/>
    <w:rsid w:val="0068531C"/>
    <w:rsid w:val="00685ACE"/>
    <w:rsid w:val="00685C7C"/>
    <w:rsid w:val="00686556"/>
    <w:rsid w:val="0068681C"/>
    <w:rsid w:val="006869DC"/>
    <w:rsid w:val="00687E53"/>
    <w:rsid w:val="006912EA"/>
    <w:rsid w:val="0069135D"/>
    <w:rsid w:val="006921FB"/>
    <w:rsid w:val="00692721"/>
    <w:rsid w:val="00692C2F"/>
    <w:rsid w:val="00693151"/>
    <w:rsid w:val="006933F3"/>
    <w:rsid w:val="006935E3"/>
    <w:rsid w:val="00693890"/>
    <w:rsid w:val="00693AFC"/>
    <w:rsid w:val="006943C6"/>
    <w:rsid w:val="006947B1"/>
    <w:rsid w:val="00694963"/>
    <w:rsid w:val="0069641B"/>
    <w:rsid w:val="00696709"/>
    <w:rsid w:val="006971A4"/>
    <w:rsid w:val="00697E00"/>
    <w:rsid w:val="006A08A2"/>
    <w:rsid w:val="006A0DB8"/>
    <w:rsid w:val="006A0DD0"/>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24B"/>
    <w:rsid w:val="006B22A8"/>
    <w:rsid w:val="006B28A7"/>
    <w:rsid w:val="006B2972"/>
    <w:rsid w:val="006B2D0A"/>
    <w:rsid w:val="006B2F5D"/>
    <w:rsid w:val="006B317F"/>
    <w:rsid w:val="006B326A"/>
    <w:rsid w:val="006B331A"/>
    <w:rsid w:val="006B3CC2"/>
    <w:rsid w:val="006B3DDE"/>
    <w:rsid w:val="006B4078"/>
    <w:rsid w:val="006B475F"/>
    <w:rsid w:val="006B509C"/>
    <w:rsid w:val="006B50F9"/>
    <w:rsid w:val="006B55C1"/>
    <w:rsid w:val="006B5896"/>
    <w:rsid w:val="006B5AB4"/>
    <w:rsid w:val="006B5E84"/>
    <w:rsid w:val="006B6456"/>
    <w:rsid w:val="006B683B"/>
    <w:rsid w:val="006B6AE1"/>
    <w:rsid w:val="006B6B89"/>
    <w:rsid w:val="006B707F"/>
    <w:rsid w:val="006B777A"/>
    <w:rsid w:val="006B7910"/>
    <w:rsid w:val="006B7A4D"/>
    <w:rsid w:val="006C01AD"/>
    <w:rsid w:val="006C041E"/>
    <w:rsid w:val="006C0851"/>
    <w:rsid w:val="006C0C80"/>
    <w:rsid w:val="006C102D"/>
    <w:rsid w:val="006C10D5"/>
    <w:rsid w:val="006C17D7"/>
    <w:rsid w:val="006C1D4A"/>
    <w:rsid w:val="006C2A85"/>
    <w:rsid w:val="006C2BED"/>
    <w:rsid w:val="006C3AB0"/>
    <w:rsid w:val="006C42CF"/>
    <w:rsid w:val="006C481B"/>
    <w:rsid w:val="006C5496"/>
    <w:rsid w:val="006C5ECA"/>
    <w:rsid w:val="006C6CFD"/>
    <w:rsid w:val="006C6E6A"/>
    <w:rsid w:val="006C76C2"/>
    <w:rsid w:val="006C7FED"/>
    <w:rsid w:val="006D0161"/>
    <w:rsid w:val="006D0198"/>
    <w:rsid w:val="006D0246"/>
    <w:rsid w:val="006D0644"/>
    <w:rsid w:val="006D09E1"/>
    <w:rsid w:val="006D0A47"/>
    <w:rsid w:val="006D0E2E"/>
    <w:rsid w:val="006D0FA2"/>
    <w:rsid w:val="006D1F71"/>
    <w:rsid w:val="006D2085"/>
    <w:rsid w:val="006D2757"/>
    <w:rsid w:val="006D2C99"/>
    <w:rsid w:val="006D370F"/>
    <w:rsid w:val="006D3877"/>
    <w:rsid w:val="006D3920"/>
    <w:rsid w:val="006D4764"/>
    <w:rsid w:val="006D4AC3"/>
    <w:rsid w:val="006D4D78"/>
    <w:rsid w:val="006D4EC0"/>
    <w:rsid w:val="006D5AD9"/>
    <w:rsid w:val="006D6902"/>
    <w:rsid w:val="006D6A0B"/>
    <w:rsid w:val="006D6B15"/>
    <w:rsid w:val="006D6D83"/>
    <w:rsid w:val="006D7AF3"/>
    <w:rsid w:val="006E0F31"/>
    <w:rsid w:val="006E10C3"/>
    <w:rsid w:val="006E17EA"/>
    <w:rsid w:val="006E18BA"/>
    <w:rsid w:val="006E1F49"/>
    <w:rsid w:val="006E2810"/>
    <w:rsid w:val="006E29B7"/>
    <w:rsid w:val="006E2C0E"/>
    <w:rsid w:val="006E2CA8"/>
    <w:rsid w:val="006E3493"/>
    <w:rsid w:val="006E3868"/>
    <w:rsid w:val="006E3AAF"/>
    <w:rsid w:val="006E4820"/>
    <w:rsid w:val="006E5285"/>
    <w:rsid w:val="006E625C"/>
    <w:rsid w:val="006E6B07"/>
    <w:rsid w:val="006E763F"/>
    <w:rsid w:val="006F00DC"/>
    <w:rsid w:val="006F0134"/>
    <w:rsid w:val="006F0476"/>
    <w:rsid w:val="006F0EB4"/>
    <w:rsid w:val="006F15B6"/>
    <w:rsid w:val="006F1EEC"/>
    <w:rsid w:val="006F1FAE"/>
    <w:rsid w:val="006F20B0"/>
    <w:rsid w:val="006F2A6E"/>
    <w:rsid w:val="006F4060"/>
    <w:rsid w:val="006F416A"/>
    <w:rsid w:val="006F41D5"/>
    <w:rsid w:val="006F4348"/>
    <w:rsid w:val="006F479C"/>
    <w:rsid w:val="006F4860"/>
    <w:rsid w:val="006F4CF2"/>
    <w:rsid w:val="006F4D7F"/>
    <w:rsid w:val="006F5079"/>
    <w:rsid w:val="006F50D4"/>
    <w:rsid w:val="006F54F9"/>
    <w:rsid w:val="006F576B"/>
    <w:rsid w:val="006F57C6"/>
    <w:rsid w:val="006F5801"/>
    <w:rsid w:val="006F5B63"/>
    <w:rsid w:val="006F5D74"/>
    <w:rsid w:val="006F638F"/>
    <w:rsid w:val="006F6469"/>
    <w:rsid w:val="006F66CA"/>
    <w:rsid w:val="006F7524"/>
    <w:rsid w:val="00700484"/>
    <w:rsid w:val="007004FD"/>
    <w:rsid w:val="007006F6"/>
    <w:rsid w:val="007007F0"/>
    <w:rsid w:val="00700F14"/>
    <w:rsid w:val="00700F21"/>
    <w:rsid w:val="00701405"/>
    <w:rsid w:val="00701624"/>
    <w:rsid w:val="0070264F"/>
    <w:rsid w:val="00702AE2"/>
    <w:rsid w:val="00702D68"/>
    <w:rsid w:val="007033C5"/>
    <w:rsid w:val="00704579"/>
    <w:rsid w:val="00704958"/>
    <w:rsid w:val="00704EFB"/>
    <w:rsid w:val="007050D3"/>
    <w:rsid w:val="00705533"/>
    <w:rsid w:val="007060E9"/>
    <w:rsid w:val="0070753F"/>
    <w:rsid w:val="00707BFB"/>
    <w:rsid w:val="0071010B"/>
    <w:rsid w:val="0071063F"/>
    <w:rsid w:val="00710D81"/>
    <w:rsid w:val="00711335"/>
    <w:rsid w:val="00712387"/>
    <w:rsid w:val="00712567"/>
    <w:rsid w:val="007125FC"/>
    <w:rsid w:val="00713473"/>
    <w:rsid w:val="0071382B"/>
    <w:rsid w:val="00713FCD"/>
    <w:rsid w:val="007142C7"/>
    <w:rsid w:val="00714CFF"/>
    <w:rsid w:val="00715BA7"/>
    <w:rsid w:val="00716208"/>
    <w:rsid w:val="007166BD"/>
    <w:rsid w:val="0071670A"/>
    <w:rsid w:val="00716B45"/>
    <w:rsid w:val="00716FA7"/>
    <w:rsid w:val="00717A56"/>
    <w:rsid w:val="00717BA7"/>
    <w:rsid w:val="007204AC"/>
    <w:rsid w:val="007204F1"/>
    <w:rsid w:val="007216A5"/>
    <w:rsid w:val="00721FAA"/>
    <w:rsid w:val="00722066"/>
    <w:rsid w:val="00722263"/>
    <w:rsid w:val="0072243B"/>
    <w:rsid w:val="00722E20"/>
    <w:rsid w:val="00722EA7"/>
    <w:rsid w:val="0072392A"/>
    <w:rsid w:val="00723B97"/>
    <w:rsid w:val="00723CAB"/>
    <w:rsid w:val="007242DC"/>
    <w:rsid w:val="00724E29"/>
    <w:rsid w:val="00724EE1"/>
    <w:rsid w:val="00725300"/>
    <w:rsid w:val="00725480"/>
    <w:rsid w:val="00725839"/>
    <w:rsid w:val="00725ABF"/>
    <w:rsid w:val="00726452"/>
    <w:rsid w:val="0072690B"/>
    <w:rsid w:val="00726F38"/>
    <w:rsid w:val="0072717B"/>
    <w:rsid w:val="0072724B"/>
    <w:rsid w:val="0072726B"/>
    <w:rsid w:val="00727F7A"/>
    <w:rsid w:val="00730B21"/>
    <w:rsid w:val="00731067"/>
    <w:rsid w:val="0073396C"/>
    <w:rsid w:val="0073398A"/>
    <w:rsid w:val="007341B8"/>
    <w:rsid w:val="00734603"/>
    <w:rsid w:val="007346FC"/>
    <w:rsid w:val="00735180"/>
    <w:rsid w:val="00735D79"/>
    <w:rsid w:val="0073601F"/>
    <w:rsid w:val="0073756A"/>
    <w:rsid w:val="007379DF"/>
    <w:rsid w:val="00737EDD"/>
    <w:rsid w:val="00737F2C"/>
    <w:rsid w:val="007419BE"/>
    <w:rsid w:val="007423EC"/>
    <w:rsid w:val="00742EC2"/>
    <w:rsid w:val="00743036"/>
    <w:rsid w:val="007432BE"/>
    <w:rsid w:val="0074420C"/>
    <w:rsid w:val="007446F0"/>
    <w:rsid w:val="007448C2"/>
    <w:rsid w:val="00744EDB"/>
    <w:rsid w:val="00745609"/>
    <w:rsid w:val="00745AB7"/>
    <w:rsid w:val="0074634B"/>
    <w:rsid w:val="00746F59"/>
    <w:rsid w:val="00747CCF"/>
    <w:rsid w:val="007503CF"/>
    <w:rsid w:val="0075073B"/>
    <w:rsid w:val="00750A44"/>
    <w:rsid w:val="00750B1A"/>
    <w:rsid w:val="00750CAD"/>
    <w:rsid w:val="00750EEA"/>
    <w:rsid w:val="00750F66"/>
    <w:rsid w:val="007515CA"/>
    <w:rsid w:val="00752DC0"/>
    <w:rsid w:val="00752F93"/>
    <w:rsid w:val="007530A2"/>
    <w:rsid w:val="00753D42"/>
    <w:rsid w:val="007540EF"/>
    <w:rsid w:val="00754289"/>
    <w:rsid w:val="00754EB2"/>
    <w:rsid w:val="00755213"/>
    <w:rsid w:val="00755456"/>
    <w:rsid w:val="00755CC3"/>
    <w:rsid w:val="00755CDB"/>
    <w:rsid w:val="007561B4"/>
    <w:rsid w:val="007561FD"/>
    <w:rsid w:val="00756324"/>
    <w:rsid w:val="0076066D"/>
    <w:rsid w:val="007608F4"/>
    <w:rsid w:val="00760FF8"/>
    <w:rsid w:val="007613D6"/>
    <w:rsid w:val="007617B7"/>
    <w:rsid w:val="007618EB"/>
    <w:rsid w:val="00761CF4"/>
    <w:rsid w:val="007623F3"/>
    <w:rsid w:val="0076248D"/>
    <w:rsid w:val="0076293D"/>
    <w:rsid w:val="00762990"/>
    <w:rsid w:val="007631CE"/>
    <w:rsid w:val="00763390"/>
    <w:rsid w:val="00763452"/>
    <w:rsid w:val="00763546"/>
    <w:rsid w:val="007645A2"/>
    <w:rsid w:val="0076480B"/>
    <w:rsid w:val="007650D6"/>
    <w:rsid w:val="00765215"/>
    <w:rsid w:val="0076606C"/>
    <w:rsid w:val="00766559"/>
    <w:rsid w:val="007666A3"/>
    <w:rsid w:val="00766A6F"/>
    <w:rsid w:val="00766E9A"/>
    <w:rsid w:val="007701FA"/>
    <w:rsid w:val="00770DB8"/>
    <w:rsid w:val="00771459"/>
    <w:rsid w:val="00771594"/>
    <w:rsid w:val="00771664"/>
    <w:rsid w:val="007716AC"/>
    <w:rsid w:val="00771D3D"/>
    <w:rsid w:val="00772FD8"/>
    <w:rsid w:val="00773006"/>
    <w:rsid w:val="007731DF"/>
    <w:rsid w:val="0077362A"/>
    <w:rsid w:val="0077364A"/>
    <w:rsid w:val="00774037"/>
    <w:rsid w:val="00774070"/>
    <w:rsid w:val="00774177"/>
    <w:rsid w:val="007745AC"/>
    <w:rsid w:val="00775C1B"/>
    <w:rsid w:val="00775F2E"/>
    <w:rsid w:val="007760E8"/>
    <w:rsid w:val="007764C7"/>
    <w:rsid w:val="00776507"/>
    <w:rsid w:val="00776A05"/>
    <w:rsid w:val="00776F39"/>
    <w:rsid w:val="00777400"/>
    <w:rsid w:val="00777BB6"/>
    <w:rsid w:val="00777E47"/>
    <w:rsid w:val="0078012C"/>
    <w:rsid w:val="00780529"/>
    <w:rsid w:val="00780B8E"/>
    <w:rsid w:val="00781D82"/>
    <w:rsid w:val="00782066"/>
    <w:rsid w:val="00782764"/>
    <w:rsid w:val="00782B79"/>
    <w:rsid w:val="0078377C"/>
    <w:rsid w:val="00783A4D"/>
    <w:rsid w:val="00783FAD"/>
    <w:rsid w:val="007843A2"/>
    <w:rsid w:val="00784839"/>
    <w:rsid w:val="007848B6"/>
    <w:rsid w:val="007852D9"/>
    <w:rsid w:val="00785808"/>
    <w:rsid w:val="00785E01"/>
    <w:rsid w:val="007860F2"/>
    <w:rsid w:val="00786831"/>
    <w:rsid w:val="00786A48"/>
    <w:rsid w:val="00786CBE"/>
    <w:rsid w:val="00786CEA"/>
    <w:rsid w:val="00787164"/>
    <w:rsid w:val="00787313"/>
    <w:rsid w:val="007876D2"/>
    <w:rsid w:val="00787753"/>
    <w:rsid w:val="007879E2"/>
    <w:rsid w:val="00787A71"/>
    <w:rsid w:val="00790143"/>
    <w:rsid w:val="007916A7"/>
    <w:rsid w:val="00791BAE"/>
    <w:rsid w:val="00791E48"/>
    <w:rsid w:val="00792361"/>
    <w:rsid w:val="00792732"/>
    <w:rsid w:val="007929B4"/>
    <w:rsid w:val="00792A73"/>
    <w:rsid w:val="0079353D"/>
    <w:rsid w:val="007935A8"/>
    <w:rsid w:val="00793673"/>
    <w:rsid w:val="00793DD1"/>
    <w:rsid w:val="00793FA4"/>
    <w:rsid w:val="007944E8"/>
    <w:rsid w:val="007947B4"/>
    <w:rsid w:val="00794A4A"/>
    <w:rsid w:val="00794B84"/>
    <w:rsid w:val="00794DED"/>
    <w:rsid w:val="00794EB6"/>
    <w:rsid w:val="00795704"/>
    <w:rsid w:val="00795F26"/>
    <w:rsid w:val="007970AF"/>
    <w:rsid w:val="007970D6"/>
    <w:rsid w:val="007978E4"/>
    <w:rsid w:val="00797F17"/>
    <w:rsid w:val="007A10E2"/>
    <w:rsid w:val="007A152E"/>
    <w:rsid w:val="007A15B4"/>
    <w:rsid w:val="007A15C3"/>
    <w:rsid w:val="007A1AF9"/>
    <w:rsid w:val="007A2248"/>
    <w:rsid w:val="007A249B"/>
    <w:rsid w:val="007A2815"/>
    <w:rsid w:val="007A2CA0"/>
    <w:rsid w:val="007A2D23"/>
    <w:rsid w:val="007A2D7C"/>
    <w:rsid w:val="007A2E71"/>
    <w:rsid w:val="007A33E1"/>
    <w:rsid w:val="007A356D"/>
    <w:rsid w:val="007A3A9A"/>
    <w:rsid w:val="007A3BB2"/>
    <w:rsid w:val="007A4138"/>
    <w:rsid w:val="007A428C"/>
    <w:rsid w:val="007A44CC"/>
    <w:rsid w:val="007A4539"/>
    <w:rsid w:val="007A5193"/>
    <w:rsid w:val="007A5731"/>
    <w:rsid w:val="007A5B6F"/>
    <w:rsid w:val="007A5DC2"/>
    <w:rsid w:val="007A5F7A"/>
    <w:rsid w:val="007A66EC"/>
    <w:rsid w:val="007A6A6E"/>
    <w:rsid w:val="007A6AB3"/>
    <w:rsid w:val="007A7710"/>
    <w:rsid w:val="007A7804"/>
    <w:rsid w:val="007B01B8"/>
    <w:rsid w:val="007B0672"/>
    <w:rsid w:val="007B1A88"/>
    <w:rsid w:val="007B22A6"/>
    <w:rsid w:val="007B2E16"/>
    <w:rsid w:val="007B2FA0"/>
    <w:rsid w:val="007B305D"/>
    <w:rsid w:val="007B3637"/>
    <w:rsid w:val="007B3EFE"/>
    <w:rsid w:val="007B4271"/>
    <w:rsid w:val="007B49C6"/>
    <w:rsid w:val="007B4E09"/>
    <w:rsid w:val="007B6492"/>
    <w:rsid w:val="007B784F"/>
    <w:rsid w:val="007B7D04"/>
    <w:rsid w:val="007B7DE2"/>
    <w:rsid w:val="007B7E3C"/>
    <w:rsid w:val="007C048E"/>
    <w:rsid w:val="007C0D73"/>
    <w:rsid w:val="007C338D"/>
    <w:rsid w:val="007C39FC"/>
    <w:rsid w:val="007C42A0"/>
    <w:rsid w:val="007C4391"/>
    <w:rsid w:val="007C44C7"/>
    <w:rsid w:val="007C5BCB"/>
    <w:rsid w:val="007C5D55"/>
    <w:rsid w:val="007C6130"/>
    <w:rsid w:val="007C74DC"/>
    <w:rsid w:val="007D04A9"/>
    <w:rsid w:val="007D0679"/>
    <w:rsid w:val="007D09A2"/>
    <w:rsid w:val="007D1064"/>
    <w:rsid w:val="007D169F"/>
    <w:rsid w:val="007D1972"/>
    <w:rsid w:val="007D1E2A"/>
    <w:rsid w:val="007D23CE"/>
    <w:rsid w:val="007D2579"/>
    <w:rsid w:val="007D285C"/>
    <w:rsid w:val="007D2968"/>
    <w:rsid w:val="007D2CB4"/>
    <w:rsid w:val="007D3F4B"/>
    <w:rsid w:val="007D4091"/>
    <w:rsid w:val="007D40B4"/>
    <w:rsid w:val="007D441E"/>
    <w:rsid w:val="007D4461"/>
    <w:rsid w:val="007D48A2"/>
    <w:rsid w:val="007D5B53"/>
    <w:rsid w:val="007D6BA2"/>
    <w:rsid w:val="007D6D75"/>
    <w:rsid w:val="007D6E11"/>
    <w:rsid w:val="007D708D"/>
    <w:rsid w:val="007D76C0"/>
    <w:rsid w:val="007D7EBB"/>
    <w:rsid w:val="007E0735"/>
    <w:rsid w:val="007E09D7"/>
    <w:rsid w:val="007E1303"/>
    <w:rsid w:val="007E19C5"/>
    <w:rsid w:val="007E1D19"/>
    <w:rsid w:val="007E2334"/>
    <w:rsid w:val="007E2F51"/>
    <w:rsid w:val="007E3E4A"/>
    <w:rsid w:val="007E3F59"/>
    <w:rsid w:val="007E442B"/>
    <w:rsid w:val="007E4979"/>
    <w:rsid w:val="007E4991"/>
    <w:rsid w:val="007E4A12"/>
    <w:rsid w:val="007E517F"/>
    <w:rsid w:val="007E545A"/>
    <w:rsid w:val="007E54A2"/>
    <w:rsid w:val="007E59F2"/>
    <w:rsid w:val="007E5B8F"/>
    <w:rsid w:val="007E5D55"/>
    <w:rsid w:val="007E5DF7"/>
    <w:rsid w:val="007E66EF"/>
    <w:rsid w:val="007E75F1"/>
    <w:rsid w:val="007E7619"/>
    <w:rsid w:val="007E7969"/>
    <w:rsid w:val="007F071C"/>
    <w:rsid w:val="007F0911"/>
    <w:rsid w:val="007F0BA6"/>
    <w:rsid w:val="007F1954"/>
    <w:rsid w:val="007F199E"/>
    <w:rsid w:val="007F1DB6"/>
    <w:rsid w:val="007F1EBE"/>
    <w:rsid w:val="007F22DD"/>
    <w:rsid w:val="007F256E"/>
    <w:rsid w:val="007F457C"/>
    <w:rsid w:val="007F4BBB"/>
    <w:rsid w:val="007F505B"/>
    <w:rsid w:val="007F5801"/>
    <w:rsid w:val="007F69A9"/>
    <w:rsid w:val="007F773C"/>
    <w:rsid w:val="007F7992"/>
    <w:rsid w:val="007F7AB5"/>
    <w:rsid w:val="007F7AD5"/>
    <w:rsid w:val="007F7EA5"/>
    <w:rsid w:val="008005A8"/>
    <w:rsid w:val="00800B49"/>
    <w:rsid w:val="00800C59"/>
    <w:rsid w:val="00800C8D"/>
    <w:rsid w:val="00800D55"/>
    <w:rsid w:val="00801000"/>
    <w:rsid w:val="00802011"/>
    <w:rsid w:val="00802265"/>
    <w:rsid w:val="00802415"/>
    <w:rsid w:val="0080264C"/>
    <w:rsid w:val="00803633"/>
    <w:rsid w:val="00803753"/>
    <w:rsid w:val="00804399"/>
    <w:rsid w:val="008048B9"/>
    <w:rsid w:val="0080491F"/>
    <w:rsid w:val="00805706"/>
    <w:rsid w:val="00805710"/>
    <w:rsid w:val="0080593F"/>
    <w:rsid w:val="00805B6C"/>
    <w:rsid w:val="00805D2F"/>
    <w:rsid w:val="0080648B"/>
    <w:rsid w:val="00807047"/>
    <w:rsid w:val="008070EA"/>
    <w:rsid w:val="008073A4"/>
    <w:rsid w:val="00807A50"/>
    <w:rsid w:val="00807FB4"/>
    <w:rsid w:val="00810716"/>
    <w:rsid w:val="0081111C"/>
    <w:rsid w:val="008120C6"/>
    <w:rsid w:val="008133AD"/>
    <w:rsid w:val="008134F3"/>
    <w:rsid w:val="00813937"/>
    <w:rsid w:val="00813A01"/>
    <w:rsid w:val="00813D77"/>
    <w:rsid w:val="00813DFC"/>
    <w:rsid w:val="00813FAA"/>
    <w:rsid w:val="00813FFA"/>
    <w:rsid w:val="008144C8"/>
    <w:rsid w:val="0081479E"/>
    <w:rsid w:val="008150DB"/>
    <w:rsid w:val="008151FF"/>
    <w:rsid w:val="00815235"/>
    <w:rsid w:val="00815340"/>
    <w:rsid w:val="0081545D"/>
    <w:rsid w:val="0081597B"/>
    <w:rsid w:val="008159ED"/>
    <w:rsid w:val="00816CF1"/>
    <w:rsid w:val="0081794C"/>
    <w:rsid w:val="00817DC3"/>
    <w:rsid w:val="00820133"/>
    <w:rsid w:val="008202AA"/>
    <w:rsid w:val="008205C3"/>
    <w:rsid w:val="00820F63"/>
    <w:rsid w:val="00820FA8"/>
    <w:rsid w:val="00821B41"/>
    <w:rsid w:val="008224AB"/>
    <w:rsid w:val="00823071"/>
    <w:rsid w:val="008234E4"/>
    <w:rsid w:val="00823818"/>
    <w:rsid w:val="00823C8F"/>
    <w:rsid w:val="008240F0"/>
    <w:rsid w:val="0082442B"/>
    <w:rsid w:val="008247BC"/>
    <w:rsid w:val="008265E2"/>
    <w:rsid w:val="00826F4F"/>
    <w:rsid w:val="00827AE8"/>
    <w:rsid w:val="00827D94"/>
    <w:rsid w:val="0083047F"/>
    <w:rsid w:val="00830526"/>
    <w:rsid w:val="00830729"/>
    <w:rsid w:val="008308F6"/>
    <w:rsid w:val="00831378"/>
    <w:rsid w:val="008314D3"/>
    <w:rsid w:val="00831B05"/>
    <w:rsid w:val="00831F44"/>
    <w:rsid w:val="00831F4D"/>
    <w:rsid w:val="008327CB"/>
    <w:rsid w:val="00833368"/>
    <w:rsid w:val="0083348B"/>
    <w:rsid w:val="00833530"/>
    <w:rsid w:val="00833775"/>
    <w:rsid w:val="00833E83"/>
    <w:rsid w:val="008343B9"/>
    <w:rsid w:val="00834AC6"/>
    <w:rsid w:val="00834C49"/>
    <w:rsid w:val="00835A81"/>
    <w:rsid w:val="00836C6D"/>
    <w:rsid w:val="00836CA4"/>
    <w:rsid w:val="008379D2"/>
    <w:rsid w:val="008400A8"/>
    <w:rsid w:val="00840241"/>
    <w:rsid w:val="008407AB"/>
    <w:rsid w:val="00841031"/>
    <w:rsid w:val="00841537"/>
    <w:rsid w:val="00842006"/>
    <w:rsid w:val="008421E7"/>
    <w:rsid w:val="008427D7"/>
    <w:rsid w:val="00842851"/>
    <w:rsid w:val="00842955"/>
    <w:rsid w:val="00842D4B"/>
    <w:rsid w:val="00842F5B"/>
    <w:rsid w:val="0084431D"/>
    <w:rsid w:val="0084433A"/>
    <w:rsid w:val="008443D3"/>
    <w:rsid w:val="00844961"/>
    <w:rsid w:val="00844A3F"/>
    <w:rsid w:val="00844B23"/>
    <w:rsid w:val="008450AD"/>
    <w:rsid w:val="00845151"/>
    <w:rsid w:val="00846784"/>
    <w:rsid w:val="00846CB2"/>
    <w:rsid w:val="00847162"/>
    <w:rsid w:val="00847580"/>
    <w:rsid w:val="008475F4"/>
    <w:rsid w:val="00850250"/>
    <w:rsid w:val="008504C8"/>
    <w:rsid w:val="00850841"/>
    <w:rsid w:val="008516E3"/>
    <w:rsid w:val="0085185E"/>
    <w:rsid w:val="00851A9A"/>
    <w:rsid w:val="00851BB9"/>
    <w:rsid w:val="00851BBB"/>
    <w:rsid w:val="00851D8B"/>
    <w:rsid w:val="00851FAA"/>
    <w:rsid w:val="00852648"/>
    <w:rsid w:val="0085277C"/>
    <w:rsid w:val="00852B2A"/>
    <w:rsid w:val="00852C49"/>
    <w:rsid w:val="00852F10"/>
    <w:rsid w:val="0085366A"/>
    <w:rsid w:val="00853A9D"/>
    <w:rsid w:val="00854CBA"/>
    <w:rsid w:val="00854DD7"/>
    <w:rsid w:val="0085619B"/>
    <w:rsid w:val="00856882"/>
    <w:rsid w:val="008569C8"/>
    <w:rsid w:val="008572F8"/>
    <w:rsid w:val="0085740A"/>
    <w:rsid w:val="00857B28"/>
    <w:rsid w:val="00857BBC"/>
    <w:rsid w:val="0086064D"/>
    <w:rsid w:val="008609C9"/>
    <w:rsid w:val="00860A7D"/>
    <w:rsid w:val="00860AC7"/>
    <w:rsid w:val="00861541"/>
    <w:rsid w:val="008617C1"/>
    <w:rsid w:val="00861BDC"/>
    <w:rsid w:val="00861C74"/>
    <w:rsid w:val="00861D88"/>
    <w:rsid w:val="008627BF"/>
    <w:rsid w:val="00862ACB"/>
    <w:rsid w:val="00864215"/>
    <w:rsid w:val="00864526"/>
    <w:rsid w:val="00864789"/>
    <w:rsid w:val="008649FE"/>
    <w:rsid w:val="00864CC8"/>
    <w:rsid w:val="008650E9"/>
    <w:rsid w:val="00865492"/>
    <w:rsid w:val="008654AB"/>
    <w:rsid w:val="00866750"/>
    <w:rsid w:val="008668AD"/>
    <w:rsid w:val="00867530"/>
    <w:rsid w:val="008675A1"/>
    <w:rsid w:val="0086782F"/>
    <w:rsid w:val="00867E3A"/>
    <w:rsid w:val="0087055E"/>
    <w:rsid w:val="008707EC"/>
    <w:rsid w:val="00870DE3"/>
    <w:rsid w:val="008713A4"/>
    <w:rsid w:val="0087164C"/>
    <w:rsid w:val="00872161"/>
    <w:rsid w:val="008723F7"/>
    <w:rsid w:val="0087259F"/>
    <w:rsid w:val="008728B8"/>
    <w:rsid w:val="00872BDF"/>
    <w:rsid w:val="00873E57"/>
    <w:rsid w:val="00873EB6"/>
    <w:rsid w:val="00874016"/>
    <w:rsid w:val="00874B59"/>
    <w:rsid w:val="00874ECC"/>
    <w:rsid w:val="00874F8E"/>
    <w:rsid w:val="00875924"/>
    <w:rsid w:val="008759B4"/>
    <w:rsid w:val="00875F18"/>
    <w:rsid w:val="00876312"/>
    <w:rsid w:val="0087697E"/>
    <w:rsid w:val="00876A01"/>
    <w:rsid w:val="0087713F"/>
    <w:rsid w:val="008775DE"/>
    <w:rsid w:val="00877665"/>
    <w:rsid w:val="00877BE6"/>
    <w:rsid w:val="00877CE3"/>
    <w:rsid w:val="00877F91"/>
    <w:rsid w:val="0088130B"/>
    <w:rsid w:val="00881ACC"/>
    <w:rsid w:val="00882034"/>
    <w:rsid w:val="00882BD9"/>
    <w:rsid w:val="00882C06"/>
    <w:rsid w:val="00883177"/>
    <w:rsid w:val="00883188"/>
    <w:rsid w:val="00885368"/>
    <w:rsid w:val="00885C3B"/>
    <w:rsid w:val="00886C4A"/>
    <w:rsid w:val="00886EEE"/>
    <w:rsid w:val="00887009"/>
    <w:rsid w:val="008872EB"/>
    <w:rsid w:val="0088736B"/>
    <w:rsid w:val="0088783E"/>
    <w:rsid w:val="00887982"/>
    <w:rsid w:val="0089055F"/>
    <w:rsid w:val="008927FA"/>
    <w:rsid w:val="00892E4B"/>
    <w:rsid w:val="0089345C"/>
    <w:rsid w:val="0089370B"/>
    <w:rsid w:val="008938F6"/>
    <w:rsid w:val="00893BCA"/>
    <w:rsid w:val="00894098"/>
    <w:rsid w:val="00894EEF"/>
    <w:rsid w:val="008951EA"/>
    <w:rsid w:val="00895F68"/>
    <w:rsid w:val="00896420"/>
    <w:rsid w:val="00896574"/>
    <w:rsid w:val="00896AC1"/>
    <w:rsid w:val="00896AE2"/>
    <w:rsid w:val="00897387"/>
    <w:rsid w:val="0089759D"/>
    <w:rsid w:val="00897755"/>
    <w:rsid w:val="00897B2A"/>
    <w:rsid w:val="008A0AE3"/>
    <w:rsid w:val="008A0B09"/>
    <w:rsid w:val="008A0B39"/>
    <w:rsid w:val="008A0BBC"/>
    <w:rsid w:val="008A1169"/>
    <w:rsid w:val="008A2131"/>
    <w:rsid w:val="008A21EB"/>
    <w:rsid w:val="008A22AD"/>
    <w:rsid w:val="008A2A6C"/>
    <w:rsid w:val="008A2C1B"/>
    <w:rsid w:val="008A2CAF"/>
    <w:rsid w:val="008A310C"/>
    <w:rsid w:val="008A31AC"/>
    <w:rsid w:val="008A3234"/>
    <w:rsid w:val="008A365C"/>
    <w:rsid w:val="008A36CD"/>
    <w:rsid w:val="008A3718"/>
    <w:rsid w:val="008A397B"/>
    <w:rsid w:val="008A3B71"/>
    <w:rsid w:val="008A3E64"/>
    <w:rsid w:val="008A3FA4"/>
    <w:rsid w:val="008A4D5D"/>
    <w:rsid w:val="008A4D8E"/>
    <w:rsid w:val="008A5C58"/>
    <w:rsid w:val="008A5CB5"/>
    <w:rsid w:val="008A6397"/>
    <w:rsid w:val="008A6755"/>
    <w:rsid w:val="008A6BF6"/>
    <w:rsid w:val="008B06D4"/>
    <w:rsid w:val="008B096A"/>
    <w:rsid w:val="008B0FE4"/>
    <w:rsid w:val="008B1216"/>
    <w:rsid w:val="008B286D"/>
    <w:rsid w:val="008B2C38"/>
    <w:rsid w:val="008B2C95"/>
    <w:rsid w:val="008B3631"/>
    <w:rsid w:val="008B38E6"/>
    <w:rsid w:val="008B38ED"/>
    <w:rsid w:val="008B3D8A"/>
    <w:rsid w:val="008B3FD9"/>
    <w:rsid w:val="008B44A7"/>
    <w:rsid w:val="008B4EC4"/>
    <w:rsid w:val="008B5A0B"/>
    <w:rsid w:val="008B5D6E"/>
    <w:rsid w:val="008B5E2B"/>
    <w:rsid w:val="008B6038"/>
    <w:rsid w:val="008B6386"/>
    <w:rsid w:val="008B648C"/>
    <w:rsid w:val="008B6A6B"/>
    <w:rsid w:val="008B6D26"/>
    <w:rsid w:val="008B6D33"/>
    <w:rsid w:val="008B6D53"/>
    <w:rsid w:val="008B75F9"/>
    <w:rsid w:val="008B7B00"/>
    <w:rsid w:val="008B7B28"/>
    <w:rsid w:val="008C175E"/>
    <w:rsid w:val="008C183D"/>
    <w:rsid w:val="008C18E6"/>
    <w:rsid w:val="008C1C1D"/>
    <w:rsid w:val="008C2531"/>
    <w:rsid w:val="008C2569"/>
    <w:rsid w:val="008C25B5"/>
    <w:rsid w:val="008C25FF"/>
    <w:rsid w:val="008C34AF"/>
    <w:rsid w:val="008C3660"/>
    <w:rsid w:val="008C375A"/>
    <w:rsid w:val="008C3FB0"/>
    <w:rsid w:val="008C4A30"/>
    <w:rsid w:val="008C4D9F"/>
    <w:rsid w:val="008C4EA0"/>
    <w:rsid w:val="008C590F"/>
    <w:rsid w:val="008C67B3"/>
    <w:rsid w:val="008C682F"/>
    <w:rsid w:val="008C7A82"/>
    <w:rsid w:val="008D0641"/>
    <w:rsid w:val="008D09A8"/>
    <w:rsid w:val="008D0DD5"/>
    <w:rsid w:val="008D1042"/>
    <w:rsid w:val="008D19D5"/>
    <w:rsid w:val="008D21AB"/>
    <w:rsid w:val="008D26E1"/>
    <w:rsid w:val="008D277B"/>
    <w:rsid w:val="008D3138"/>
    <w:rsid w:val="008D39E5"/>
    <w:rsid w:val="008D3C6D"/>
    <w:rsid w:val="008D3C7F"/>
    <w:rsid w:val="008D3CD7"/>
    <w:rsid w:val="008D423B"/>
    <w:rsid w:val="008D4DBC"/>
    <w:rsid w:val="008D4FA7"/>
    <w:rsid w:val="008D5497"/>
    <w:rsid w:val="008D6236"/>
    <w:rsid w:val="008D6AD6"/>
    <w:rsid w:val="008D71AF"/>
    <w:rsid w:val="008D785B"/>
    <w:rsid w:val="008E0B3A"/>
    <w:rsid w:val="008E1542"/>
    <w:rsid w:val="008E1F10"/>
    <w:rsid w:val="008E20B4"/>
    <w:rsid w:val="008E2F3B"/>
    <w:rsid w:val="008E3F25"/>
    <w:rsid w:val="008E544B"/>
    <w:rsid w:val="008E56EF"/>
    <w:rsid w:val="008E6102"/>
    <w:rsid w:val="008E722D"/>
    <w:rsid w:val="008E7C58"/>
    <w:rsid w:val="008E7EF9"/>
    <w:rsid w:val="008F0259"/>
    <w:rsid w:val="008F13FD"/>
    <w:rsid w:val="008F181A"/>
    <w:rsid w:val="008F1CD6"/>
    <w:rsid w:val="008F2A98"/>
    <w:rsid w:val="008F2B55"/>
    <w:rsid w:val="008F31E6"/>
    <w:rsid w:val="008F3A77"/>
    <w:rsid w:val="008F3F20"/>
    <w:rsid w:val="008F4634"/>
    <w:rsid w:val="008F4DFD"/>
    <w:rsid w:val="008F5643"/>
    <w:rsid w:val="008F5FEA"/>
    <w:rsid w:val="008F69DD"/>
    <w:rsid w:val="008F6F6A"/>
    <w:rsid w:val="008F6FCF"/>
    <w:rsid w:val="008F76B7"/>
    <w:rsid w:val="008F76E5"/>
    <w:rsid w:val="008F7ADF"/>
    <w:rsid w:val="00901525"/>
    <w:rsid w:val="00901C93"/>
    <w:rsid w:val="0090293B"/>
    <w:rsid w:val="00903313"/>
    <w:rsid w:val="00903C44"/>
    <w:rsid w:val="0090413E"/>
    <w:rsid w:val="009043C9"/>
    <w:rsid w:val="00904BD3"/>
    <w:rsid w:val="009055AB"/>
    <w:rsid w:val="00905E2B"/>
    <w:rsid w:val="00906197"/>
    <w:rsid w:val="009063B2"/>
    <w:rsid w:val="00906556"/>
    <w:rsid w:val="00907AAF"/>
    <w:rsid w:val="009108DA"/>
    <w:rsid w:val="00910DFB"/>
    <w:rsid w:val="00911554"/>
    <w:rsid w:val="0091294E"/>
    <w:rsid w:val="009131C7"/>
    <w:rsid w:val="009134A5"/>
    <w:rsid w:val="0091376A"/>
    <w:rsid w:val="00914CC0"/>
    <w:rsid w:val="00914D0A"/>
    <w:rsid w:val="0091503D"/>
    <w:rsid w:val="0091594A"/>
    <w:rsid w:val="00915C07"/>
    <w:rsid w:val="00915DCF"/>
    <w:rsid w:val="00916F0B"/>
    <w:rsid w:val="00917776"/>
    <w:rsid w:val="009179B7"/>
    <w:rsid w:val="00917AB6"/>
    <w:rsid w:val="0092085D"/>
    <w:rsid w:val="00921291"/>
    <w:rsid w:val="0092139B"/>
    <w:rsid w:val="00921943"/>
    <w:rsid w:val="00921AA8"/>
    <w:rsid w:val="00921B90"/>
    <w:rsid w:val="0092251B"/>
    <w:rsid w:val="00922DF5"/>
    <w:rsid w:val="00923146"/>
    <w:rsid w:val="009235EE"/>
    <w:rsid w:val="00923A57"/>
    <w:rsid w:val="00923CBE"/>
    <w:rsid w:val="00923D93"/>
    <w:rsid w:val="0092423A"/>
    <w:rsid w:val="009246CB"/>
    <w:rsid w:val="00924AA1"/>
    <w:rsid w:val="0092560A"/>
    <w:rsid w:val="00925C31"/>
    <w:rsid w:val="00925E89"/>
    <w:rsid w:val="00925EB9"/>
    <w:rsid w:val="009260B5"/>
    <w:rsid w:val="009263A6"/>
    <w:rsid w:val="00926599"/>
    <w:rsid w:val="009268BD"/>
    <w:rsid w:val="00930500"/>
    <w:rsid w:val="009309A1"/>
    <w:rsid w:val="00930EE3"/>
    <w:rsid w:val="00930EF5"/>
    <w:rsid w:val="0093111A"/>
    <w:rsid w:val="009318D6"/>
    <w:rsid w:val="00931E51"/>
    <w:rsid w:val="00932BEF"/>
    <w:rsid w:val="00932D2B"/>
    <w:rsid w:val="0093367A"/>
    <w:rsid w:val="0093373A"/>
    <w:rsid w:val="0093377A"/>
    <w:rsid w:val="009337E3"/>
    <w:rsid w:val="00933B34"/>
    <w:rsid w:val="00933F96"/>
    <w:rsid w:val="00934426"/>
    <w:rsid w:val="00934878"/>
    <w:rsid w:val="00934892"/>
    <w:rsid w:val="009349E6"/>
    <w:rsid w:val="00934C7F"/>
    <w:rsid w:val="00934E33"/>
    <w:rsid w:val="00934FBF"/>
    <w:rsid w:val="00935110"/>
    <w:rsid w:val="00935E88"/>
    <w:rsid w:val="0093629A"/>
    <w:rsid w:val="00936A55"/>
    <w:rsid w:val="0093753C"/>
    <w:rsid w:val="00937694"/>
    <w:rsid w:val="00937997"/>
    <w:rsid w:val="00937F03"/>
    <w:rsid w:val="0094086E"/>
    <w:rsid w:val="00941A97"/>
    <w:rsid w:val="0094214A"/>
    <w:rsid w:val="009421F9"/>
    <w:rsid w:val="009422AD"/>
    <w:rsid w:val="00942605"/>
    <w:rsid w:val="00942AE3"/>
    <w:rsid w:val="009431AC"/>
    <w:rsid w:val="00943514"/>
    <w:rsid w:val="00943D6E"/>
    <w:rsid w:val="00943EB2"/>
    <w:rsid w:val="009443EA"/>
    <w:rsid w:val="00944984"/>
    <w:rsid w:val="00944EBF"/>
    <w:rsid w:val="00945015"/>
    <w:rsid w:val="0094532A"/>
    <w:rsid w:val="0094578B"/>
    <w:rsid w:val="00946528"/>
    <w:rsid w:val="00946ADF"/>
    <w:rsid w:val="009473A1"/>
    <w:rsid w:val="00950388"/>
    <w:rsid w:val="00950976"/>
    <w:rsid w:val="00952352"/>
    <w:rsid w:val="009523D4"/>
    <w:rsid w:val="00953A75"/>
    <w:rsid w:val="009544E5"/>
    <w:rsid w:val="009545FB"/>
    <w:rsid w:val="00954C7C"/>
    <w:rsid w:val="00954E8B"/>
    <w:rsid w:val="00954F22"/>
    <w:rsid w:val="0095587A"/>
    <w:rsid w:val="00955F98"/>
    <w:rsid w:val="009562B2"/>
    <w:rsid w:val="00956619"/>
    <w:rsid w:val="00956D3D"/>
    <w:rsid w:val="0095739F"/>
    <w:rsid w:val="009574F8"/>
    <w:rsid w:val="00957F01"/>
    <w:rsid w:val="009611E8"/>
    <w:rsid w:val="009618B8"/>
    <w:rsid w:val="00961DFB"/>
    <w:rsid w:val="00962B87"/>
    <w:rsid w:val="00963E9F"/>
    <w:rsid w:val="009654D0"/>
    <w:rsid w:val="0096560B"/>
    <w:rsid w:val="00965618"/>
    <w:rsid w:val="00965846"/>
    <w:rsid w:val="0096597A"/>
    <w:rsid w:val="00965D82"/>
    <w:rsid w:val="00965F6D"/>
    <w:rsid w:val="009666BB"/>
    <w:rsid w:val="00966911"/>
    <w:rsid w:val="0096739E"/>
    <w:rsid w:val="00967953"/>
    <w:rsid w:val="00967BB6"/>
    <w:rsid w:val="00970207"/>
    <w:rsid w:val="00970F10"/>
    <w:rsid w:val="00970F71"/>
    <w:rsid w:val="00971154"/>
    <w:rsid w:val="009717EB"/>
    <w:rsid w:val="0097185B"/>
    <w:rsid w:val="00971ACF"/>
    <w:rsid w:val="0097356D"/>
    <w:rsid w:val="0097420A"/>
    <w:rsid w:val="009751E1"/>
    <w:rsid w:val="009752A8"/>
    <w:rsid w:val="00975B11"/>
    <w:rsid w:val="00975C49"/>
    <w:rsid w:val="00975FBF"/>
    <w:rsid w:val="00976280"/>
    <w:rsid w:val="009762BE"/>
    <w:rsid w:val="00976915"/>
    <w:rsid w:val="00977DB9"/>
    <w:rsid w:val="00977FCA"/>
    <w:rsid w:val="00977FEE"/>
    <w:rsid w:val="00980098"/>
    <w:rsid w:val="00981BEE"/>
    <w:rsid w:val="009820BC"/>
    <w:rsid w:val="0098238B"/>
    <w:rsid w:val="009823B4"/>
    <w:rsid w:val="00982A4A"/>
    <w:rsid w:val="009838C9"/>
    <w:rsid w:val="00984F04"/>
    <w:rsid w:val="00985CE0"/>
    <w:rsid w:val="00986737"/>
    <w:rsid w:val="00987069"/>
    <w:rsid w:val="00987360"/>
    <w:rsid w:val="00987DB8"/>
    <w:rsid w:val="00987EDE"/>
    <w:rsid w:val="00991022"/>
    <w:rsid w:val="00991589"/>
    <w:rsid w:val="00991791"/>
    <w:rsid w:val="00991A51"/>
    <w:rsid w:val="00991ACA"/>
    <w:rsid w:val="00991C29"/>
    <w:rsid w:val="00991C4F"/>
    <w:rsid w:val="0099254D"/>
    <w:rsid w:val="00992716"/>
    <w:rsid w:val="009927B6"/>
    <w:rsid w:val="00992C60"/>
    <w:rsid w:val="00993D4A"/>
    <w:rsid w:val="00994DA5"/>
    <w:rsid w:val="0099553E"/>
    <w:rsid w:val="00995933"/>
    <w:rsid w:val="00995C95"/>
    <w:rsid w:val="00995FDD"/>
    <w:rsid w:val="00996313"/>
    <w:rsid w:val="00996750"/>
    <w:rsid w:val="0099743A"/>
    <w:rsid w:val="00997826"/>
    <w:rsid w:val="00997894"/>
    <w:rsid w:val="009A0A12"/>
    <w:rsid w:val="009A0F91"/>
    <w:rsid w:val="009A1113"/>
    <w:rsid w:val="009A16EF"/>
    <w:rsid w:val="009A1884"/>
    <w:rsid w:val="009A191B"/>
    <w:rsid w:val="009A1EAC"/>
    <w:rsid w:val="009A1F0B"/>
    <w:rsid w:val="009A2224"/>
    <w:rsid w:val="009A3362"/>
    <w:rsid w:val="009A358D"/>
    <w:rsid w:val="009A3703"/>
    <w:rsid w:val="009A3F28"/>
    <w:rsid w:val="009A5BD3"/>
    <w:rsid w:val="009A5C83"/>
    <w:rsid w:val="009A6106"/>
    <w:rsid w:val="009A67A0"/>
    <w:rsid w:val="009A6D5A"/>
    <w:rsid w:val="009A72F6"/>
    <w:rsid w:val="009A7335"/>
    <w:rsid w:val="009A7EA6"/>
    <w:rsid w:val="009B00F3"/>
    <w:rsid w:val="009B04B5"/>
    <w:rsid w:val="009B159D"/>
    <w:rsid w:val="009B18A1"/>
    <w:rsid w:val="009B1B9F"/>
    <w:rsid w:val="009B1EFE"/>
    <w:rsid w:val="009B23EF"/>
    <w:rsid w:val="009B2B25"/>
    <w:rsid w:val="009B33EC"/>
    <w:rsid w:val="009B33F0"/>
    <w:rsid w:val="009B3652"/>
    <w:rsid w:val="009B3654"/>
    <w:rsid w:val="009B3C58"/>
    <w:rsid w:val="009B3D6B"/>
    <w:rsid w:val="009B42E0"/>
    <w:rsid w:val="009B4E43"/>
    <w:rsid w:val="009B5267"/>
    <w:rsid w:val="009B57C0"/>
    <w:rsid w:val="009B5897"/>
    <w:rsid w:val="009B5F27"/>
    <w:rsid w:val="009B70C9"/>
    <w:rsid w:val="009B7107"/>
    <w:rsid w:val="009B72D0"/>
    <w:rsid w:val="009B7C76"/>
    <w:rsid w:val="009B7DE7"/>
    <w:rsid w:val="009C076F"/>
    <w:rsid w:val="009C0889"/>
    <w:rsid w:val="009C0CEE"/>
    <w:rsid w:val="009C1499"/>
    <w:rsid w:val="009C18B8"/>
    <w:rsid w:val="009C1996"/>
    <w:rsid w:val="009C1B22"/>
    <w:rsid w:val="009C25F8"/>
    <w:rsid w:val="009C28A4"/>
    <w:rsid w:val="009C323A"/>
    <w:rsid w:val="009C33C5"/>
    <w:rsid w:val="009C3936"/>
    <w:rsid w:val="009C4911"/>
    <w:rsid w:val="009C4E8B"/>
    <w:rsid w:val="009C5006"/>
    <w:rsid w:val="009C58EB"/>
    <w:rsid w:val="009C6635"/>
    <w:rsid w:val="009C6DB4"/>
    <w:rsid w:val="009C6DF5"/>
    <w:rsid w:val="009C6EE3"/>
    <w:rsid w:val="009D0691"/>
    <w:rsid w:val="009D09AA"/>
    <w:rsid w:val="009D0BD3"/>
    <w:rsid w:val="009D14AD"/>
    <w:rsid w:val="009D1B22"/>
    <w:rsid w:val="009D2344"/>
    <w:rsid w:val="009D25A5"/>
    <w:rsid w:val="009D261C"/>
    <w:rsid w:val="009D2B80"/>
    <w:rsid w:val="009D2FEC"/>
    <w:rsid w:val="009D4602"/>
    <w:rsid w:val="009D4730"/>
    <w:rsid w:val="009D4984"/>
    <w:rsid w:val="009D4A4E"/>
    <w:rsid w:val="009D4D82"/>
    <w:rsid w:val="009D5D6F"/>
    <w:rsid w:val="009D6C1B"/>
    <w:rsid w:val="009D7591"/>
    <w:rsid w:val="009D7A76"/>
    <w:rsid w:val="009D7C9A"/>
    <w:rsid w:val="009D7C9B"/>
    <w:rsid w:val="009D7DE5"/>
    <w:rsid w:val="009D7FB8"/>
    <w:rsid w:val="009E0014"/>
    <w:rsid w:val="009E0159"/>
    <w:rsid w:val="009E1160"/>
    <w:rsid w:val="009E14FA"/>
    <w:rsid w:val="009E16ED"/>
    <w:rsid w:val="009E2263"/>
    <w:rsid w:val="009E239B"/>
    <w:rsid w:val="009E2677"/>
    <w:rsid w:val="009E28EE"/>
    <w:rsid w:val="009E2CEE"/>
    <w:rsid w:val="009E3954"/>
    <w:rsid w:val="009E4374"/>
    <w:rsid w:val="009E46E6"/>
    <w:rsid w:val="009E4A41"/>
    <w:rsid w:val="009E64AE"/>
    <w:rsid w:val="009E7339"/>
    <w:rsid w:val="009E7527"/>
    <w:rsid w:val="009E768B"/>
    <w:rsid w:val="009E7B40"/>
    <w:rsid w:val="009E7CAD"/>
    <w:rsid w:val="009F1CD9"/>
    <w:rsid w:val="009F1F61"/>
    <w:rsid w:val="009F2762"/>
    <w:rsid w:val="009F2838"/>
    <w:rsid w:val="009F32AE"/>
    <w:rsid w:val="009F33A9"/>
    <w:rsid w:val="009F4419"/>
    <w:rsid w:val="009F47F4"/>
    <w:rsid w:val="009F48D8"/>
    <w:rsid w:val="009F57D6"/>
    <w:rsid w:val="009F6391"/>
    <w:rsid w:val="009F6848"/>
    <w:rsid w:val="009F77E1"/>
    <w:rsid w:val="009F79B8"/>
    <w:rsid w:val="009F7CAE"/>
    <w:rsid w:val="009F7CEA"/>
    <w:rsid w:val="00A003C9"/>
    <w:rsid w:val="00A005DD"/>
    <w:rsid w:val="00A00BBA"/>
    <w:rsid w:val="00A00F49"/>
    <w:rsid w:val="00A011BA"/>
    <w:rsid w:val="00A015F1"/>
    <w:rsid w:val="00A023A8"/>
    <w:rsid w:val="00A02C20"/>
    <w:rsid w:val="00A02F7A"/>
    <w:rsid w:val="00A037D1"/>
    <w:rsid w:val="00A03953"/>
    <w:rsid w:val="00A047A2"/>
    <w:rsid w:val="00A04CE5"/>
    <w:rsid w:val="00A055F1"/>
    <w:rsid w:val="00A060B1"/>
    <w:rsid w:val="00A0689F"/>
    <w:rsid w:val="00A06AE1"/>
    <w:rsid w:val="00A06E3D"/>
    <w:rsid w:val="00A070AA"/>
    <w:rsid w:val="00A07D6F"/>
    <w:rsid w:val="00A10176"/>
    <w:rsid w:val="00A10F1F"/>
    <w:rsid w:val="00A10FA2"/>
    <w:rsid w:val="00A11060"/>
    <w:rsid w:val="00A1137C"/>
    <w:rsid w:val="00A11650"/>
    <w:rsid w:val="00A12257"/>
    <w:rsid w:val="00A123F5"/>
    <w:rsid w:val="00A12CB9"/>
    <w:rsid w:val="00A1320E"/>
    <w:rsid w:val="00A13AF1"/>
    <w:rsid w:val="00A14FC1"/>
    <w:rsid w:val="00A159C5"/>
    <w:rsid w:val="00A1635C"/>
    <w:rsid w:val="00A167DC"/>
    <w:rsid w:val="00A167E3"/>
    <w:rsid w:val="00A16934"/>
    <w:rsid w:val="00A17485"/>
    <w:rsid w:val="00A17613"/>
    <w:rsid w:val="00A20054"/>
    <w:rsid w:val="00A2023F"/>
    <w:rsid w:val="00A2187C"/>
    <w:rsid w:val="00A22407"/>
    <w:rsid w:val="00A22A4B"/>
    <w:rsid w:val="00A23499"/>
    <w:rsid w:val="00A2396F"/>
    <w:rsid w:val="00A23EAC"/>
    <w:rsid w:val="00A23F61"/>
    <w:rsid w:val="00A244CC"/>
    <w:rsid w:val="00A24556"/>
    <w:rsid w:val="00A24A8D"/>
    <w:rsid w:val="00A24D17"/>
    <w:rsid w:val="00A25C7D"/>
    <w:rsid w:val="00A26398"/>
    <w:rsid w:val="00A264EC"/>
    <w:rsid w:val="00A26648"/>
    <w:rsid w:val="00A26719"/>
    <w:rsid w:val="00A26A80"/>
    <w:rsid w:val="00A26B70"/>
    <w:rsid w:val="00A275B0"/>
    <w:rsid w:val="00A27E08"/>
    <w:rsid w:val="00A3002F"/>
    <w:rsid w:val="00A30761"/>
    <w:rsid w:val="00A30A2C"/>
    <w:rsid w:val="00A3185A"/>
    <w:rsid w:val="00A318A7"/>
    <w:rsid w:val="00A31C1F"/>
    <w:rsid w:val="00A3233B"/>
    <w:rsid w:val="00A323C3"/>
    <w:rsid w:val="00A337E0"/>
    <w:rsid w:val="00A33916"/>
    <w:rsid w:val="00A33F75"/>
    <w:rsid w:val="00A3447B"/>
    <w:rsid w:val="00A34725"/>
    <w:rsid w:val="00A34A73"/>
    <w:rsid w:val="00A35439"/>
    <w:rsid w:val="00A35635"/>
    <w:rsid w:val="00A363D7"/>
    <w:rsid w:val="00A3658E"/>
    <w:rsid w:val="00A36B83"/>
    <w:rsid w:val="00A37401"/>
    <w:rsid w:val="00A40641"/>
    <w:rsid w:val="00A40728"/>
    <w:rsid w:val="00A411F5"/>
    <w:rsid w:val="00A411FD"/>
    <w:rsid w:val="00A41545"/>
    <w:rsid w:val="00A41698"/>
    <w:rsid w:val="00A41EDF"/>
    <w:rsid w:val="00A4246D"/>
    <w:rsid w:val="00A42A5E"/>
    <w:rsid w:val="00A42C79"/>
    <w:rsid w:val="00A43246"/>
    <w:rsid w:val="00A43875"/>
    <w:rsid w:val="00A43C88"/>
    <w:rsid w:val="00A43FD6"/>
    <w:rsid w:val="00A44676"/>
    <w:rsid w:val="00A447B8"/>
    <w:rsid w:val="00A44916"/>
    <w:rsid w:val="00A452CD"/>
    <w:rsid w:val="00A45452"/>
    <w:rsid w:val="00A4558E"/>
    <w:rsid w:val="00A466C5"/>
    <w:rsid w:val="00A47315"/>
    <w:rsid w:val="00A47428"/>
    <w:rsid w:val="00A4760E"/>
    <w:rsid w:val="00A47785"/>
    <w:rsid w:val="00A47A1A"/>
    <w:rsid w:val="00A47CBC"/>
    <w:rsid w:val="00A47F08"/>
    <w:rsid w:val="00A50E9C"/>
    <w:rsid w:val="00A52CCE"/>
    <w:rsid w:val="00A5336E"/>
    <w:rsid w:val="00A541E3"/>
    <w:rsid w:val="00A544A7"/>
    <w:rsid w:val="00A546C6"/>
    <w:rsid w:val="00A55899"/>
    <w:rsid w:val="00A55F2B"/>
    <w:rsid w:val="00A56247"/>
    <w:rsid w:val="00A5628C"/>
    <w:rsid w:val="00A57537"/>
    <w:rsid w:val="00A603B6"/>
    <w:rsid w:val="00A60B78"/>
    <w:rsid w:val="00A60C33"/>
    <w:rsid w:val="00A60C78"/>
    <w:rsid w:val="00A60E3E"/>
    <w:rsid w:val="00A60F5D"/>
    <w:rsid w:val="00A61035"/>
    <w:rsid w:val="00A61379"/>
    <w:rsid w:val="00A61514"/>
    <w:rsid w:val="00A61908"/>
    <w:rsid w:val="00A622C4"/>
    <w:rsid w:val="00A62F0D"/>
    <w:rsid w:val="00A63104"/>
    <w:rsid w:val="00A637B9"/>
    <w:rsid w:val="00A63CF3"/>
    <w:rsid w:val="00A6433A"/>
    <w:rsid w:val="00A643F3"/>
    <w:rsid w:val="00A644EB"/>
    <w:rsid w:val="00A64505"/>
    <w:rsid w:val="00A648E6"/>
    <w:rsid w:val="00A658A0"/>
    <w:rsid w:val="00A6598A"/>
    <w:rsid w:val="00A665DE"/>
    <w:rsid w:val="00A670BC"/>
    <w:rsid w:val="00A6787A"/>
    <w:rsid w:val="00A701A5"/>
    <w:rsid w:val="00A707BF"/>
    <w:rsid w:val="00A70854"/>
    <w:rsid w:val="00A71A71"/>
    <w:rsid w:val="00A71B5F"/>
    <w:rsid w:val="00A71D11"/>
    <w:rsid w:val="00A726FE"/>
    <w:rsid w:val="00A72E0A"/>
    <w:rsid w:val="00A73A90"/>
    <w:rsid w:val="00A73F13"/>
    <w:rsid w:val="00A741AB"/>
    <w:rsid w:val="00A743F7"/>
    <w:rsid w:val="00A7481F"/>
    <w:rsid w:val="00A74CF8"/>
    <w:rsid w:val="00A75177"/>
    <w:rsid w:val="00A7536A"/>
    <w:rsid w:val="00A75ED9"/>
    <w:rsid w:val="00A77270"/>
    <w:rsid w:val="00A77E5A"/>
    <w:rsid w:val="00A80DCB"/>
    <w:rsid w:val="00A82133"/>
    <w:rsid w:val="00A8247C"/>
    <w:rsid w:val="00A83BC9"/>
    <w:rsid w:val="00A84D04"/>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5FA6"/>
    <w:rsid w:val="00A9650E"/>
    <w:rsid w:val="00A96770"/>
    <w:rsid w:val="00A96964"/>
    <w:rsid w:val="00AA05B7"/>
    <w:rsid w:val="00AA0CF9"/>
    <w:rsid w:val="00AA0FE7"/>
    <w:rsid w:val="00AA1E63"/>
    <w:rsid w:val="00AA22BE"/>
    <w:rsid w:val="00AA2AC5"/>
    <w:rsid w:val="00AA2FE1"/>
    <w:rsid w:val="00AA315B"/>
    <w:rsid w:val="00AA376F"/>
    <w:rsid w:val="00AA4076"/>
    <w:rsid w:val="00AA47FF"/>
    <w:rsid w:val="00AA4C20"/>
    <w:rsid w:val="00AA544F"/>
    <w:rsid w:val="00AA57A2"/>
    <w:rsid w:val="00AA613F"/>
    <w:rsid w:val="00AA6A66"/>
    <w:rsid w:val="00AA6FF7"/>
    <w:rsid w:val="00AB0024"/>
    <w:rsid w:val="00AB0298"/>
    <w:rsid w:val="00AB046E"/>
    <w:rsid w:val="00AB0688"/>
    <w:rsid w:val="00AB078C"/>
    <w:rsid w:val="00AB08B4"/>
    <w:rsid w:val="00AB1ED8"/>
    <w:rsid w:val="00AB20F0"/>
    <w:rsid w:val="00AB28E8"/>
    <w:rsid w:val="00AB2983"/>
    <w:rsid w:val="00AB2BD0"/>
    <w:rsid w:val="00AB30A7"/>
    <w:rsid w:val="00AB32C5"/>
    <w:rsid w:val="00AB3D48"/>
    <w:rsid w:val="00AB3E8B"/>
    <w:rsid w:val="00AB514E"/>
    <w:rsid w:val="00AB55F3"/>
    <w:rsid w:val="00AB636A"/>
    <w:rsid w:val="00AB673C"/>
    <w:rsid w:val="00AB71B9"/>
    <w:rsid w:val="00AC13C1"/>
    <w:rsid w:val="00AC142E"/>
    <w:rsid w:val="00AC2264"/>
    <w:rsid w:val="00AC23CD"/>
    <w:rsid w:val="00AC2545"/>
    <w:rsid w:val="00AC25FB"/>
    <w:rsid w:val="00AC2CF4"/>
    <w:rsid w:val="00AC3213"/>
    <w:rsid w:val="00AC32FE"/>
    <w:rsid w:val="00AC3330"/>
    <w:rsid w:val="00AC3334"/>
    <w:rsid w:val="00AC3639"/>
    <w:rsid w:val="00AC397F"/>
    <w:rsid w:val="00AC3B07"/>
    <w:rsid w:val="00AC3E84"/>
    <w:rsid w:val="00AC4A70"/>
    <w:rsid w:val="00AC4F0B"/>
    <w:rsid w:val="00AC6D2B"/>
    <w:rsid w:val="00AC6E2E"/>
    <w:rsid w:val="00AC78BF"/>
    <w:rsid w:val="00AC7E06"/>
    <w:rsid w:val="00AD0AD6"/>
    <w:rsid w:val="00AD0DBB"/>
    <w:rsid w:val="00AD0F7A"/>
    <w:rsid w:val="00AD152E"/>
    <w:rsid w:val="00AD180D"/>
    <w:rsid w:val="00AD1B64"/>
    <w:rsid w:val="00AD1C83"/>
    <w:rsid w:val="00AD27A1"/>
    <w:rsid w:val="00AD433F"/>
    <w:rsid w:val="00AD4356"/>
    <w:rsid w:val="00AD461B"/>
    <w:rsid w:val="00AD46A6"/>
    <w:rsid w:val="00AD46FF"/>
    <w:rsid w:val="00AD55B0"/>
    <w:rsid w:val="00AD5B83"/>
    <w:rsid w:val="00AD5EC7"/>
    <w:rsid w:val="00AD5FD9"/>
    <w:rsid w:val="00AD5FF7"/>
    <w:rsid w:val="00AD6375"/>
    <w:rsid w:val="00AD6CB6"/>
    <w:rsid w:val="00AD6D53"/>
    <w:rsid w:val="00AD6E09"/>
    <w:rsid w:val="00AD76F9"/>
    <w:rsid w:val="00AD79A9"/>
    <w:rsid w:val="00AD7CE6"/>
    <w:rsid w:val="00AE01C0"/>
    <w:rsid w:val="00AE0503"/>
    <w:rsid w:val="00AE094C"/>
    <w:rsid w:val="00AE0B0F"/>
    <w:rsid w:val="00AE0B1A"/>
    <w:rsid w:val="00AE0BDF"/>
    <w:rsid w:val="00AE116C"/>
    <w:rsid w:val="00AE2358"/>
    <w:rsid w:val="00AE2772"/>
    <w:rsid w:val="00AE2FE5"/>
    <w:rsid w:val="00AE35D1"/>
    <w:rsid w:val="00AE4A9E"/>
    <w:rsid w:val="00AE51FC"/>
    <w:rsid w:val="00AE53AD"/>
    <w:rsid w:val="00AE582B"/>
    <w:rsid w:val="00AE62AE"/>
    <w:rsid w:val="00AE6A62"/>
    <w:rsid w:val="00AE6A70"/>
    <w:rsid w:val="00AE6C69"/>
    <w:rsid w:val="00AF005B"/>
    <w:rsid w:val="00AF1FE1"/>
    <w:rsid w:val="00AF25CB"/>
    <w:rsid w:val="00AF2ABA"/>
    <w:rsid w:val="00AF3203"/>
    <w:rsid w:val="00AF33CB"/>
    <w:rsid w:val="00AF48E7"/>
    <w:rsid w:val="00AF49B8"/>
    <w:rsid w:val="00AF52BC"/>
    <w:rsid w:val="00AF5345"/>
    <w:rsid w:val="00AF5466"/>
    <w:rsid w:val="00AF5531"/>
    <w:rsid w:val="00AF5B28"/>
    <w:rsid w:val="00AF5ED9"/>
    <w:rsid w:val="00AF77A5"/>
    <w:rsid w:val="00AF7C05"/>
    <w:rsid w:val="00B003F8"/>
    <w:rsid w:val="00B01F07"/>
    <w:rsid w:val="00B02196"/>
    <w:rsid w:val="00B022AE"/>
    <w:rsid w:val="00B03549"/>
    <w:rsid w:val="00B03C73"/>
    <w:rsid w:val="00B057F1"/>
    <w:rsid w:val="00B06BC2"/>
    <w:rsid w:val="00B06BC4"/>
    <w:rsid w:val="00B06D3A"/>
    <w:rsid w:val="00B06D54"/>
    <w:rsid w:val="00B06EBA"/>
    <w:rsid w:val="00B06F1C"/>
    <w:rsid w:val="00B07172"/>
    <w:rsid w:val="00B075CB"/>
    <w:rsid w:val="00B0767E"/>
    <w:rsid w:val="00B07C6E"/>
    <w:rsid w:val="00B109D0"/>
    <w:rsid w:val="00B11A72"/>
    <w:rsid w:val="00B120B7"/>
    <w:rsid w:val="00B1221C"/>
    <w:rsid w:val="00B12F13"/>
    <w:rsid w:val="00B13034"/>
    <w:rsid w:val="00B13112"/>
    <w:rsid w:val="00B131DF"/>
    <w:rsid w:val="00B1332C"/>
    <w:rsid w:val="00B13BF6"/>
    <w:rsid w:val="00B13D5B"/>
    <w:rsid w:val="00B15D75"/>
    <w:rsid w:val="00B1616A"/>
    <w:rsid w:val="00B167A4"/>
    <w:rsid w:val="00B16CDE"/>
    <w:rsid w:val="00B16D96"/>
    <w:rsid w:val="00B16E93"/>
    <w:rsid w:val="00B17105"/>
    <w:rsid w:val="00B2032D"/>
    <w:rsid w:val="00B20741"/>
    <w:rsid w:val="00B20A4F"/>
    <w:rsid w:val="00B20BBA"/>
    <w:rsid w:val="00B20E61"/>
    <w:rsid w:val="00B20FE3"/>
    <w:rsid w:val="00B21378"/>
    <w:rsid w:val="00B217A7"/>
    <w:rsid w:val="00B21BE6"/>
    <w:rsid w:val="00B21EBC"/>
    <w:rsid w:val="00B2263E"/>
    <w:rsid w:val="00B22E3C"/>
    <w:rsid w:val="00B22ECA"/>
    <w:rsid w:val="00B237C1"/>
    <w:rsid w:val="00B23AB6"/>
    <w:rsid w:val="00B23C58"/>
    <w:rsid w:val="00B23D9F"/>
    <w:rsid w:val="00B2422A"/>
    <w:rsid w:val="00B243A9"/>
    <w:rsid w:val="00B24915"/>
    <w:rsid w:val="00B24F2F"/>
    <w:rsid w:val="00B2590B"/>
    <w:rsid w:val="00B25A0B"/>
    <w:rsid w:val="00B277F2"/>
    <w:rsid w:val="00B27E13"/>
    <w:rsid w:val="00B30859"/>
    <w:rsid w:val="00B315E6"/>
    <w:rsid w:val="00B31605"/>
    <w:rsid w:val="00B316F7"/>
    <w:rsid w:val="00B31860"/>
    <w:rsid w:val="00B321C8"/>
    <w:rsid w:val="00B328EF"/>
    <w:rsid w:val="00B32BA9"/>
    <w:rsid w:val="00B32C02"/>
    <w:rsid w:val="00B32D56"/>
    <w:rsid w:val="00B34662"/>
    <w:rsid w:val="00B34D0D"/>
    <w:rsid w:val="00B34F40"/>
    <w:rsid w:val="00B35525"/>
    <w:rsid w:val="00B359E6"/>
    <w:rsid w:val="00B35A96"/>
    <w:rsid w:val="00B35B02"/>
    <w:rsid w:val="00B35C72"/>
    <w:rsid w:val="00B3628F"/>
    <w:rsid w:val="00B362BE"/>
    <w:rsid w:val="00B36A6D"/>
    <w:rsid w:val="00B36BD7"/>
    <w:rsid w:val="00B36C8E"/>
    <w:rsid w:val="00B3782C"/>
    <w:rsid w:val="00B378F7"/>
    <w:rsid w:val="00B4024D"/>
    <w:rsid w:val="00B40D4A"/>
    <w:rsid w:val="00B41E9D"/>
    <w:rsid w:val="00B423DB"/>
    <w:rsid w:val="00B424BE"/>
    <w:rsid w:val="00B42A5E"/>
    <w:rsid w:val="00B42A82"/>
    <w:rsid w:val="00B42C30"/>
    <w:rsid w:val="00B42DBF"/>
    <w:rsid w:val="00B42F39"/>
    <w:rsid w:val="00B43ADA"/>
    <w:rsid w:val="00B440BC"/>
    <w:rsid w:val="00B4429F"/>
    <w:rsid w:val="00B44581"/>
    <w:rsid w:val="00B46279"/>
    <w:rsid w:val="00B462C6"/>
    <w:rsid w:val="00B46528"/>
    <w:rsid w:val="00B46887"/>
    <w:rsid w:val="00B46D5D"/>
    <w:rsid w:val="00B475D7"/>
    <w:rsid w:val="00B47966"/>
    <w:rsid w:val="00B479B3"/>
    <w:rsid w:val="00B47E40"/>
    <w:rsid w:val="00B50889"/>
    <w:rsid w:val="00B50F51"/>
    <w:rsid w:val="00B5111F"/>
    <w:rsid w:val="00B51A2F"/>
    <w:rsid w:val="00B51D23"/>
    <w:rsid w:val="00B523CE"/>
    <w:rsid w:val="00B5281E"/>
    <w:rsid w:val="00B528F3"/>
    <w:rsid w:val="00B53755"/>
    <w:rsid w:val="00B55180"/>
    <w:rsid w:val="00B552AA"/>
    <w:rsid w:val="00B557DD"/>
    <w:rsid w:val="00B5591F"/>
    <w:rsid w:val="00B568D9"/>
    <w:rsid w:val="00B56A52"/>
    <w:rsid w:val="00B56CDB"/>
    <w:rsid w:val="00B57765"/>
    <w:rsid w:val="00B578F4"/>
    <w:rsid w:val="00B605E2"/>
    <w:rsid w:val="00B609C9"/>
    <w:rsid w:val="00B61299"/>
    <w:rsid w:val="00B615D2"/>
    <w:rsid w:val="00B63A6A"/>
    <w:rsid w:val="00B6419E"/>
    <w:rsid w:val="00B6448E"/>
    <w:rsid w:val="00B649CB"/>
    <w:rsid w:val="00B65209"/>
    <w:rsid w:val="00B66529"/>
    <w:rsid w:val="00B66B04"/>
    <w:rsid w:val="00B7017D"/>
    <w:rsid w:val="00B70C29"/>
    <w:rsid w:val="00B70D9F"/>
    <w:rsid w:val="00B711C2"/>
    <w:rsid w:val="00B71B60"/>
    <w:rsid w:val="00B71E3C"/>
    <w:rsid w:val="00B72B1B"/>
    <w:rsid w:val="00B72B28"/>
    <w:rsid w:val="00B72D46"/>
    <w:rsid w:val="00B72E65"/>
    <w:rsid w:val="00B73558"/>
    <w:rsid w:val="00B735BA"/>
    <w:rsid w:val="00B73CDE"/>
    <w:rsid w:val="00B73D8B"/>
    <w:rsid w:val="00B743C2"/>
    <w:rsid w:val="00B74767"/>
    <w:rsid w:val="00B74B19"/>
    <w:rsid w:val="00B765C5"/>
    <w:rsid w:val="00B76B45"/>
    <w:rsid w:val="00B76C32"/>
    <w:rsid w:val="00B76DB1"/>
    <w:rsid w:val="00B777D4"/>
    <w:rsid w:val="00B77950"/>
    <w:rsid w:val="00B80065"/>
    <w:rsid w:val="00B80149"/>
    <w:rsid w:val="00B80711"/>
    <w:rsid w:val="00B80ADC"/>
    <w:rsid w:val="00B80B12"/>
    <w:rsid w:val="00B80B60"/>
    <w:rsid w:val="00B81A0F"/>
    <w:rsid w:val="00B8210F"/>
    <w:rsid w:val="00B82A6E"/>
    <w:rsid w:val="00B83783"/>
    <w:rsid w:val="00B838D7"/>
    <w:rsid w:val="00B8453A"/>
    <w:rsid w:val="00B851FB"/>
    <w:rsid w:val="00B85314"/>
    <w:rsid w:val="00B85B6A"/>
    <w:rsid w:val="00B85D82"/>
    <w:rsid w:val="00B85E6F"/>
    <w:rsid w:val="00B861BA"/>
    <w:rsid w:val="00B86E34"/>
    <w:rsid w:val="00B8766C"/>
    <w:rsid w:val="00B9023F"/>
    <w:rsid w:val="00B9065A"/>
    <w:rsid w:val="00B90B4D"/>
    <w:rsid w:val="00B90E30"/>
    <w:rsid w:val="00B91F4B"/>
    <w:rsid w:val="00B92F86"/>
    <w:rsid w:val="00B9318F"/>
    <w:rsid w:val="00B939F9"/>
    <w:rsid w:val="00B942EF"/>
    <w:rsid w:val="00B94489"/>
    <w:rsid w:val="00B94C23"/>
    <w:rsid w:val="00B94E6D"/>
    <w:rsid w:val="00B95365"/>
    <w:rsid w:val="00B95434"/>
    <w:rsid w:val="00B95CD4"/>
    <w:rsid w:val="00B96104"/>
    <w:rsid w:val="00B96175"/>
    <w:rsid w:val="00B969FF"/>
    <w:rsid w:val="00B97B6D"/>
    <w:rsid w:val="00BA1E64"/>
    <w:rsid w:val="00BA2302"/>
    <w:rsid w:val="00BA2344"/>
    <w:rsid w:val="00BA26B2"/>
    <w:rsid w:val="00BA2847"/>
    <w:rsid w:val="00BA3456"/>
    <w:rsid w:val="00BA3A82"/>
    <w:rsid w:val="00BA4DA4"/>
    <w:rsid w:val="00BA5040"/>
    <w:rsid w:val="00BA512E"/>
    <w:rsid w:val="00BA54FC"/>
    <w:rsid w:val="00BA599E"/>
    <w:rsid w:val="00BA59C6"/>
    <w:rsid w:val="00BA607D"/>
    <w:rsid w:val="00BA681B"/>
    <w:rsid w:val="00BA6CEE"/>
    <w:rsid w:val="00BA718B"/>
    <w:rsid w:val="00BB00B7"/>
    <w:rsid w:val="00BB036F"/>
    <w:rsid w:val="00BB0BC8"/>
    <w:rsid w:val="00BB0C3C"/>
    <w:rsid w:val="00BB0FC7"/>
    <w:rsid w:val="00BB1BAF"/>
    <w:rsid w:val="00BB1BB9"/>
    <w:rsid w:val="00BB27C4"/>
    <w:rsid w:val="00BB28A1"/>
    <w:rsid w:val="00BB2ABD"/>
    <w:rsid w:val="00BB3062"/>
    <w:rsid w:val="00BB4362"/>
    <w:rsid w:val="00BB437A"/>
    <w:rsid w:val="00BB56AC"/>
    <w:rsid w:val="00BB6086"/>
    <w:rsid w:val="00BB728E"/>
    <w:rsid w:val="00BB779C"/>
    <w:rsid w:val="00BB78D9"/>
    <w:rsid w:val="00BB7AB8"/>
    <w:rsid w:val="00BB7B12"/>
    <w:rsid w:val="00BC0024"/>
    <w:rsid w:val="00BC0040"/>
    <w:rsid w:val="00BC03C1"/>
    <w:rsid w:val="00BC0554"/>
    <w:rsid w:val="00BC11F9"/>
    <w:rsid w:val="00BC1B18"/>
    <w:rsid w:val="00BC24A2"/>
    <w:rsid w:val="00BC271C"/>
    <w:rsid w:val="00BC3B86"/>
    <w:rsid w:val="00BC4013"/>
    <w:rsid w:val="00BC4393"/>
    <w:rsid w:val="00BC4C72"/>
    <w:rsid w:val="00BC53FE"/>
    <w:rsid w:val="00BC61BC"/>
    <w:rsid w:val="00BD0413"/>
    <w:rsid w:val="00BD04E8"/>
    <w:rsid w:val="00BD0586"/>
    <w:rsid w:val="00BD05EA"/>
    <w:rsid w:val="00BD0720"/>
    <w:rsid w:val="00BD08A9"/>
    <w:rsid w:val="00BD102B"/>
    <w:rsid w:val="00BD1486"/>
    <w:rsid w:val="00BD1A9E"/>
    <w:rsid w:val="00BD1C7F"/>
    <w:rsid w:val="00BD245C"/>
    <w:rsid w:val="00BD279F"/>
    <w:rsid w:val="00BD2BAD"/>
    <w:rsid w:val="00BD2D46"/>
    <w:rsid w:val="00BD4771"/>
    <w:rsid w:val="00BD49F0"/>
    <w:rsid w:val="00BD50B4"/>
    <w:rsid w:val="00BD51AB"/>
    <w:rsid w:val="00BD5E9A"/>
    <w:rsid w:val="00BD6193"/>
    <w:rsid w:val="00BD6531"/>
    <w:rsid w:val="00BD656B"/>
    <w:rsid w:val="00BD7508"/>
    <w:rsid w:val="00BE0D6B"/>
    <w:rsid w:val="00BE1183"/>
    <w:rsid w:val="00BE1298"/>
    <w:rsid w:val="00BE1510"/>
    <w:rsid w:val="00BE15F2"/>
    <w:rsid w:val="00BE1C4A"/>
    <w:rsid w:val="00BE2424"/>
    <w:rsid w:val="00BE2FE6"/>
    <w:rsid w:val="00BE3BCC"/>
    <w:rsid w:val="00BE42AC"/>
    <w:rsid w:val="00BE4547"/>
    <w:rsid w:val="00BE4E8D"/>
    <w:rsid w:val="00BE4FB6"/>
    <w:rsid w:val="00BE5317"/>
    <w:rsid w:val="00BE651E"/>
    <w:rsid w:val="00BE6B23"/>
    <w:rsid w:val="00BE6B97"/>
    <w:rsid w:val="00BE700C"/>
    <w:rsid w:val="00BF0B57"/>
    <w:rsid w:val="00BF125D"/>
    <w:rsid w:val="00BF1588"/>
    <w:rsid w:val="00BF17D7"/>
    <w:rsid w:val="00BF1873"/>
    <w:rsid w:val="00BF19CD"/>
    <w:rsid w:val="00BF1F4B"/>
    <w:rsid w:val="00BF227A"/>
    <w:rsid w:val="00BF22DE"/>
    <w:rsid w:val="00BF278F"/>
    <w:rsid w:val="00BF31EC"/>
    <w:rsid w:val="00BF32DD"/>
    <w:rsid w:val="00BF3585"/>
    <w:rsid w:val="00BF381D"/>
    <w:rsid w:val="00BF42AC"/>
    <w:rsid w:val="00BF438D"/>
    <w:rsid w:val="00BF48E3"/>
    <w:rsid w:val="00BF4CFC"/>
    <w:rsid w:val="00BF5912"/>
    <w:rsid w:val="00BF5C6C"/>
    <w:rsid w:val="00BF5D7F"/>
    <w:rsid w:val="00BF6925"/>
    <w:rsid w:val="00BF6D52"/>
    <w:rsid w:val="00BF6FDF"/>
    <w:rsid w:val="00BF78D6"/>
    <w:rsid w:val="00BF7D37"/>
    <w:rsid w:val="00C00A8F"/>
    <w:rsid w:val="00C01566"/>
    <w:rsid w:val="00C01734"/>
    <w:rsid w:val="00C01DA8"/>
    <w:rsid w:val="00C0234C"/>
    <w:rsid w:val="00C032A0"/>
    <w:rsid w:val="00C05AD3"/>
    <w:rsid w:val="00C05C14"/>
    <w:rsid w:val="00C05E52"/>
    <w:rsid w:val="00C0603B"/>
    <w:rsid w:val="00C063F7"/>
    <w:rsid w:val="00C07BA7"/>
    <w:rsid w:val="00C07E01"/>
    <w:rsid w:val="00C07E95"/>
    <w:rsid w:val="00C10BB7"/>
    <w:rsid w:val="00C10D2B"/>
    <w:rsid w:val="00C120BF"/>
    <w:rsid w:val="00C124B8"/>
    <w:rsid w:val="00C12FC1"/>
    <w:rsid w:val="00C13720"/>
    <w:rsid w:val="00C154C0"/>
    <w:rsid w:val="00C15705"/>
    <w:rsid w:val="00C1598C"/>
    <w:rsid w:val="00C16172"/>
    <w:rsid w:val="00C16207"/>
    <w:rsid w:val="00C16804"/>
    <w:rsid w:val="00C16923"/>
    <w:rsid w:val="00C169C5"/>
    <w:rsid w:val="00C169E8"/>
    <w:rsid w:val="00C16D13"/>
    <w:rsid w:val="00C16D22"/>
    <w:rsid w:val="00C16EF1"/>
    <w:rsid w:val="00C170C2"/>
    <w:rsid w:val="00C173E5"/>
    <w:rsid w:val="00C179D3"/>
    <w:rsid w:val="00C17D49"/>
    <w:rsid w:val="00C2030E"/>
    <w:rsid w:val="00C20577"/>
    <w:rsid w:val="00C20E8F"/>
    <w:rsid w:val="00C21189"/>
    <w:rsid w:val="00C2130C"/>
    <w:rsid w:val="00C21764"/>
    <w:rsid w:val="00C217AD"/>
    <w:rsid w:val="00C21935"/>
    <w:rsid w:val="00C219C3"/>
    <w:rsid w:val="00C21D0C"/>
    <w:rsid w:val="00C22016"/>
    <w:rsid w:val="00C223D7"/>
    <w:rsid w:val="00C22419"/>
    <w:rsid w:val="00C22588"/>
    <w:rsid w:val="00C229EA"/>
    <w:rsid w:val="00C234C9"/>
    <w:rsid w:val="00C234E6"/>
    <w:rsid w:val="00C23672"/>
    <w:rsid w:val="00C237EC"/>
    <w:rsid w:val="00C23E21"/>
    <w:rsid w:val="00C2438A"/>
    <w:rsid w:val="00C24B84"/>
    <w:rsid w:val="00C24C43"/>
    <w:rsid w:val="00C262A5"/>
    <w:rsid w:val="00C27073"/>
    <w:rsid w:val="00C2708A"/>
    <w:rsid w:val="00C2778D"/>
    <w:rsid w:val="00C2778F"/>
    <w:rsid w:val="00C27918"/>
    <w:rsid w:val="00C301AA"/>
    <w:rsid w:val="00C303EA"/>
    <w:rsid w:val="00C30BDE"/>
    <w:rsid w:val="00C30FCD"/>
    <w:rsid w:val="00C311D0"/>
    <w:rsid w:val="00C3134C"/>
    <w:rsid w:val="00C3254F"/>
    <w:rsid w:val="00C3285F"/>
    <w:rsid w:val="00C32EB8"/>
    <w:rsid w:val="00C33DF9"/>
    <w:rsid w:val="00C34137"/>
    <w:rsid w:val="00C34586"/>
    <w:rsid w:val="00C3494B"/>
    <w:rsid w:val="00C34BCB"/>
    <w:rsid w:val="00C34EFC"/>
    <w:rsid w:val="00C34F83"/>
    <w:rsid w:val="00C35CC0"/>
    <w:rsid w:val="00C35DB7"/>
    <w:rsid w:val="00C35ECE"/>
    <w:rsid w:val="00C3693F"/>
    <w:rsid w:val="00C37202"/>
    <w:rsid w:val="00C3724D"/>
    <w:rsid w:val="00C37BBD"/>
    <w:rsid w:val="00C37F7F"/>
    <w:rsid w:val="00C40503"/>
    <w:rsid w:val="00C407F4"/>
    <w:rsid w:val="00C40909"/>
    <w:rsid w:val="00C41279"/>
    <w:rsid w:val="00C416F6"/>
    <w:rsid w:val="00C41BC1"/>
    <w:rsid w:val="00C422EE"/>
    <w:rsid w:val="00C42AB3"/>
    <w:rsid w:val="00C42C87"/>
    <w:rsid w:val="00C42CFC"/>
    <w:rsid w:val="00C42DB5"/>
    <w:rsid w:val="00C42FFA"/>
    <w:rsid w:val="00C4351A"/>
    <w:rsid w:val="00C43B6D"/>
    <w:rsid w:val="00C43BB9"/>
    <w:rsid w:val="00C45355"/>
    <w:rsid w:val="00C45888"/>
    <w:rsid w:val="00C463ED"/>
    <w:rsid w:val="00C46C1F"/>
    <w:rsid w:val="00C4783A"/>
    <w:rsid w:val="00C47937"/>
    <w:rsid w:val="00C50C29"/>
    <w:rsid w:val="00C50D00"/>
    <w:rsid w:val="00C50DF9"/>
    <w:rsid w:val="00C51483"/>
    <w:rsid w:val="00C51842"/>
    <w:rsid w:val="00C51860"/>
    <w:rsid w:val="00C522D3"/>
    <w:rsid w:val="00C525EE"/>
    <w:rsid w:val="00C52C02"/>
    <w:rsid w:val="00C52FCC"/>
    <w:rsid w:val="00C5300F"/>
    <w:rsid w:val="00C531F8"/>
    <w:rsid w:val="00C53418"/>
    <w:rsid w:val="00C540C8"/>
    <w:rsid w:val="00C5462E"/>
    <w:rsid w:val="00C54A0A"/>
    <w:rsid w:val="00C54B81"/>
    <w:rsid w:val="00C54FAA"/>
    <w:rsid w:val="00C553B9"/>
    <w:rsid w:val="00C559B4"/>
    <w:rsid w:val="00C55FF5"/>
    <w:rsid w:val="00C57650"/>
    <w:rsid w:val="00C57E59"/>
    <w:rsid w:val="00C6021D"/>
    <w:rsid w:val="00C6037C"/>
    <w:rsid w:val="00C60559"/>
    <w:rsid w:val="00C61D27"/>
    <w:rsid w:val="00C646E7"/>
    <w:rsid w:val="00C647A8"/>
    <w:rsid w:val="00C64D6C"/>
    <w:rsid w:val="00C65167"/>
    <w:rsid w:val="00C654D9"/>
    <w:rsid w:val="00C65B40"/>
    <w:rsid w:val="00C65E92"/>
    <w:rsid w:val="00C66422"/>
    <w:rsid w:val="00C666DE"/>
    <w:rsid w:val="00C666F0"/>
    <w:rsid w:val="00C66925"/>
    <w:rsid w:val="00C66F9B"/>
    <w:rsid w:val="00C67358"/>
    <w:rsid w:val="00C67363"/>
    <w:rsid w:val="00C6741A"/>
    <w:rsid w:val="00C675CB"/>
    <w:rsid w:val="00C67928"/>
    <w:rsid w:val="00C70B13"/>
    <w:rsid w:val="00C71201"/>
    <w:rsid w:val="00C716A8"/>
    <w:rsid w:val="00C71CA5"/>
    <w:rsid w:val="00C71F3A"/>
    <w:rsid w:val="00C723A9"/>
    <w:rsid w:val="00C73231"/>
    <w:rsid w:val="00C7348D"/>
    <w:rsid w:val="00C73E57"/>
    <w:rsid w:val="00C73FFE"/>
    <w:rsid w:val="00C7437A"/>
    <w:rsid w:val="00C7559A"/>
    <w:rsid w:val="00C76541"/>
    <w:rsid w:val="00C7677A"/>
    <w:rsid w:val="00C76784"/>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3182"/>
    <w:rsid w:val="00C93C61"/>
    <w:rsid w:val="00C93D5B"/>
    <w:rsid w:val="00C954C6"/>
    <w:rsid w:val="00C958AB"/>
    <w:rsid w:val="00C95F01"/>
    <w:rsid w:val="00C968E8"/>
    <w:rsid w:val="00C975F5"/>
    <w:rsid w:val="00C97780"/>
    <w:rsid w:val="00C97990"/>
    <w:rsid w:val="00C979FC"/>
    <w:rsid w:val="00CA028F"/>
    <w:rsid w:val="00CA0400"/>
    <w:rsid w:val="00CA061F"/>
    <w:rsid w:val="00CA1314"/>
    <w:rsid w:val="00CA1A9D"/>
    <w:rsid w:val="00CA22A9"/>
    <w:rsid w:val="00CA26A2"/>
    <w:rsid w:val="00CA2A8B"/>
    <w:rsid w:val="00CA2E2F"/>
    <w:rsid w:val="00CA2F59"/>
    <w:rsid w:val="00CA30BA"/>
    <w:rsid w:val="00CA37CE"/>
    <w:rsid w:val="00CA39CB"/>
    <w:rsid w:val="00CA3B0C"/>
    <w:rsid w:val="00CA4200"/>
    <w:rsid w:val="00CA4772"/>
    <w:rsid w:val="00CA48E9"/>
    <w:rsid w:val="00CA4A89"/>
    <w:rsid w:val="00CA4AE4"/>
    <w:rsid w:val="00CA4D85"/>
    <w:rsid w:val="00CA5768"/>
    <w:rsid w:val="00CA6431"/>
    <w:rsid w:val="00CA69FE"/>
    <w:rsid w:val="00CA72BF"/>
    <w:rsid w:val="00CB01CD"/>
    <w:rsid w:val="00CB0F4F"/>
    <w:rsid w:val="00CB1651"/>
    <w:rsid w:val="00CB20B1"/>
    <w:rsid w:val="00CB28AC"/>
    <w:rsid w:val="00CB2D45"/>
    <w:rsid w:val="00CB2E17"/>
    <w:rsid w:val="00CB3A63"/>
    <w:rsid w:val="00CB45B2"/>
    <w:rsid w:val="00CB5D6B"/>
    <w:rsid w:val="00CB6856"/>
    <w:rsid w:val="00CB6B0D"/>
    <w:rsid w:val="00CB6C0C"/>
    <w:rsid w:val="00CC06F4"/>
    <w:rsid w:val="00CC0837"/>
    <w:rsid w:val="00CC1087"/>
    <w:rsid w:val="00CC164B"/>
    <w:rsid w:val="00CC18BB"/>
    <w:rsid w:val="00CC27C7"/>
    <w:rsid w:val="00CC3073"/>
    <w:rsid w:val="00CC31BD"/>
    <w:rsid w:val="00CC3600"/>
    <w:rsid w:val="00CC3E34"/>
    <w:rsid w:val="00CC3E3A"/>
    <w:rsid w:val="00CC3E5A"/>
    <w:rsid w:val="00CC416E"/>
    <w:rsid w:val="00CC4716"/>
    <w:rsid w:val="00CC587B"/>
    <w:rsid w:val="00CC5EF6"/>
    <w:rsid w:val="00CC652E"/>
    <w:rsid w:val="00CC6926"/>
    <w:rsid w:val="00CC7379"/>
    <w:rsid w:val="00CC7C23"/>
    <w:rsid w:val="00CD021D"/>
    <w:rsid w:val="00CD0A7D"/>
    <w:rsid w:val="00CD0C88"/>
    <w:rsid w:val="00CD176D"/>
    <w:rsid w:val="00CD1E46"/>
    <w:rsid w:val="00CD1E5A"/>
    <w:rsid w:val="00CD30D6"/>
    <w:rsid w:val="00CD3ABB"/>
    <w:rsid w:val="00CD3F1D"/>
    <w:rsid w:val="00CD45AD"/>
    <w:rsid w:val="00CD467C"/>
    <w:rsid w:val="00CD48D7"/>
    <w:rsid w:val="00CD4F22"/>
    <w:rsid w:val="00CD4FA2"/>
    <w:rsid w:val="00CD508E"/>
    <w:rsid w:val="00CD510F"/>
    <w:rsid w:val="00CD5394"/>
    <w:rsid w:val="00CD5D7C"/>
    <w:rsid w:val="00CD675D"/>
    <w:rsid w:val="00CD68D8"/>
    <w:rsid w:val="00CD6A83"/>
    <w:rsid w:val="00CD75C9"/>
    <w:rsid w:val="00CD77B9"/>
    <w:rsid w:val="00CD7AAE"/>
    <w:rsid w:val="00CE0336"/>
    <w:rsid w:val="00CE047A"/>
    <w:rsid w:val="00CE0ED2"/>
    <w:rsid w:val="00CE1319"/>
    <w:rsid w:val="00CE1882"/>
    <w:rsid w:val="00CE1CCE"/>
    <w:rsid w:val="00CE1DD3"/>
    <w:rsid w:val="00CE278E"/>
    <w:rsid w:val="00CE282D"/>
    <w:rsid w:val="00CE2A06"/>
    <w:rsid w:val="00CE2A0B"/>
    <w:rsid w:val="00CE2CA2"/>
    <w:rsid w:val="00CE30E6"/>
    <w:rsid w:val="00CE3D8B"/>
    <w:rsid w:val="00CE49E0"/>
    <w:rsid w:val="00CE6529"/>
    <w:rsid w:val="00CE7913"/>
    <w:rsid w:val="00CE798C"/>
    <w:rsid w:val="00CE7B60"/>
    <w:rsid w:val="00CE7D35"/>
    <w:rsid w:val="00CE7F45"/>
    <w:rsid w:val="00CE7FBE"/>
    <w:rsid w:val="00CF0658"/>
    <w:rsid w:val="00CF10AC"/>
    <w:rsid w:val="00CF11CC"/>
    <w:rsid w:val="00CF141C"/>
    <w:rsid w:val="00CF160C"/>
    <w:rsid w:val="00CF2644"/>
    <w:rsid w:val="00CF2B8D"/>
    <w:rsid w:val="00CF2D55"/>
    <w:rsid w:val="00CF3338"/>
    <w:rsid w:val="00CF42A9"/>
    <w:rsid w:val="00CF42F5"/>
    <w:rsid w:val="00CF4324"/>
    <w:rsid w:val="00CF46ED"/>
    <w:rsid w:val="00CF4A17"/>
    <w:rsid w:val="00CF4D28"/>
    <w:rsid w:val="00CF5E50"/>
    <w:rsid w:val="00CF6919"/>
    <w:rsid w:val="00CF72F9"/>
    <w:rsid w:val="00D003DD"/>
    <w:rsid w:val="00D00490"/>
    <w:rsid w:val="00D00843"/>
    <w:rsid w:val="00D00BE0"/>
    <w:rsid w:val="00D0174C"/>
    <w:rsid w:val="00D040B2"/>
    <w:rsid w:val="00D04237"/>
    <w:rsid w:val="00D0443A"/>
    <w:rsid w:val="00D05482"/>
    <w:rsid w:val="00D0622D"/>
    <w:rsid w:val="00D062AB"/>
    <w:rsid w:val="00D069C6"/>
    <w:rsid w:val="00D076D6"/>
    <w:rsid w:val="00D0790F"/>
    <w:rsid w:val="00D07A4C"/>
    <w:rsid w:val="00D102B5"/>
    <w:rsid w:val="00D104E7"/>
    <w:rsid w:val="00D10F4F"/>
    <w:rsid w:val="00D11B18"/>
    <w:rsid w:val="00D11E58"/>
    <w:rsid w:val="00D11EFA"/>
    <w:rsid w:val="00D13442"/>
    <w:rsid w:val="00D13AA2"/>
    <w:rsid w:val="00D13BCC"/>
    <w:rsid w:val="00D14192"/>
    <w:rsid w:val="00D146B5"/>
    <w:rsid w:val="00D159F1"/>
    <w:rsid w:val="00D15FA1"/>
    <w:rsid w:val="00D165C2"/>
    <w:rsid w:val="00D17085"/>
    <w:rsid w:val="00D17963"/>
    <w:rsid w:val="00D17EA8"/>
    <w:rsid w:val="00D205BA"/>
    <w:rsid w:val="00D2088E"/>
    <w:rsid w:val="00D20A1E"/>
    <w:rsid w:val="00D2102F"/>
    <w:rsid w:val="00D212C8"/>
    <w:rsid w:val="00D213D9"/>
    <w:rsid w:val="00D21A3D"/>
    <w:rsid w:val="00D21E99"/>
    <w:rsid w:val="00D21F7A"/>
    <w:rsid w:val="00D2219C"/>
    <w:rsid w:val="00D22786"/>
    <w:rsid w:val="00D2303F"/>
    <w:rsid w:val="00D2359E"/>
    <w:rsid w:val="00D23A70"/>
    <w:rsid w:val="00D23D4F"/>
    <w:rsid w:val="00D25343"/>
    <w:rsid w:val="00D2558D"/>
    <w:rsid w:val="00D2630E"/>
    <w:rsid w:val="00D2657B"/>
    <w:rsid w:val="00D2739F"/>
    <w:rsid w:val="00D30514"/>
    <w:rsid w:val="00D3069F"/>
    <w:rsid w:val="00D307F2"/>
    <w:rsid w:val="00D31363"/>
    <w:rsid w:val="00D31960"/>
    <w:rsid w:val="00D32405"/>
    <w:rsid w:val="00D32BA1"/>
    <w:rsid w:val="00D33D2B"/>
    <w:rsid w:val="00D34279"/>
    <w:rsid w:val="00D35591"/>
    <w:rsid w:val="00D373B0"/>
    <w:rsid w:val="00D379C8"/>
    <w:rsid w:val="00D379ED"/>
    <w:rsid w:val="00D37D1D"/>
    <w:rsid w:val="00D37D61"/>
    <w:rsid w:val="00D37E3F"/>
    <w:rsid w:val="00D37F1A"/>
    <w:rsid w:val="00D37F26"/>
    <w:rsid w:val="00D408CA"/>
    <w:rsid w:val="00D40B62"/>
    <w:rsid w:val="00D40D12"/>
    <w:rsid w:val="00D417C4"/>
    <w:rsid w:val="00D4181D"/>
    <w:rsid w:val="00D41A3F"/>
    <w:rsid w:val="00D41AD0"/>
    <w:rsid w:val="00D41F91"/>
    <w:rsid w:val="00D424C4"/>
    <w:rsid w:val="00D429E0"/>
    <w:rsid w:val="00D43519"/>
    <w:rsid w:val="00D442EF"/>
    <w:rsid w:val="00D448BF"/>
    <w:rsid w:val="00D44AA8"/>
    <w:rsid w:val="00D44B00"/>
    <w:rsid w:val="00D44DDA"/>
    <w:rsid w:val="00D46330"/>
    <w:rsid w:val="00D46E89"/>
    <w:rsid w:val="00D47101"/>
    <w:rsid w:val="00D47DB6"/>
    <w:rsid w:val="00D5088F"/>
    <w:rsid w:val="00D5138B"/>
    <w:rsid w:val="00D52992"/>
    <w:rsid w:val="00D52C1F"/>
    <w:rsid w:val="00D531B2"/>
    <w:rsid w:val="00D5486C"/>
    <w:rsid w:val="00D54BA2"/>
    <w:rsid w:val="00D54D5D"/>
    <w:rsid w:val="00D55B73"/>
    <w:rsid w:val="00D5639E"/>
    <w:rsid w:val="00D56AED"/>
    <w:rsid w:val="00D56B09"/>
    <w:rsid w:val="00D574E8"/>
    <w:rsid w:val="00D576DB"/>
    <w:rsid w:val="00D6009E"/>
    <w:rsid w:val="00D60464"/>
    <w:rsid w:val="00D6096E"/>
    <w:rsid w:val="00D60A94"/>
    <w:rsid w:val="00D61878"/>
    <w:rsid w:val="00D61BC0"/>
    <w:rsid w:val="00D6283F"/>
    <w:rsid w:val="00D628B9"/>
    <w:rsid w:val="00D638CB"/>
    <w:rsid w:val="00D63957"/>
    <w:rsid w:val="00D63C1B"/>
    <w:rsid w:val="00D63F3D"/>
    <w:rsid w:val="00D63F3E"/>
    <w:rsid w:val="00D650EF"/>
    <w:rsid w:val="00D66335"/>
    <w:rsid w:val="00D663B0"/>
    <w:rsid w:val="00D66A03"/>
    <w:rsid w:val="00D67450"/>
    <w:rsid w:val="00D675FB"/>
    <w:rsid w:val="00D67634"/>
    <w:rsid w:val="00D67A8B"/>
    <w:rsid w:val="00D70037"/>
    <w:rsid w:val="00D704EE"/>
    <w:rsid w:val="00D70A78"/>
    <w:rsid w:val="00D70DB3"/>
    <w:rsid w:val="00D71ABD"/>
    <w:rsid w:val="00D71E3E"/>
    <w:rsid w:val="00D71F6E"/>
    <w:rsid w:val="00D72593"/>
    <w:rsid w:val="00D73025"/>
    <w:rsid w:val="00D735D9"/>
    <w:rsid w:val="00D735E6"/>
    <w:rsid w:val="00D73F74"/>
    <w:rsid w:val="00D73FCA"/>
    <w:rsid w:val="00D7412C"/>
    <w:rsid w:val="00D744FB"/>
    <w:rsid w:val="00D7464A"/>
    <w:rsid w:val="00D74794"/>
    <w:rsid w:val="00D74B95"/>
    <w:rsid w:val="00D74BEC"/>
    <w:rsid w:val="00D74FAA"/>
    <w:rsid w:val="00D74FC1"/>
    <w:rsid w:val="00D751BD"/>
    <w:rsid w:val="00D75A42"/>
    <w:rsid w:val="00D75F5C"/>
    <w:rsid w:val="00D76431"/>
    <w:rsid w:val="00D76D84"/>
    <w:rsid w:val="00D76E82"/>
    <w:rsid w:val="00D7715D"/>
    <w:rsid w:val="00D773C5"/>
    <w:rsid w:val="00D77562"/>
    <w:rsid w:val="00D77A82"/>
    <w:rsid w:val="00D77B09"/>
    <w:rsid w:val="00D77C3C"/>
    <w:rsid w:val="00D77F29"/>
    <w:rsid w:val="00D80C50"/>
    <w:rsid w:val="00D80F95"/>
    <w:rsid w:val="00D81195"/>
    <w:rsid w:val="00D813DC"/>
    <w:rsid w:val="00D82A2C"/>
    <w:rsid w:val="00D82F59"/>
    <w:rsid w:val="00D8336E"/>
    <w:rsid w:val="00D86537"/>
    <w:rsid w:val="00D86F4D"/>
    <w:rsid w:val="00D872EC"/>
    <w:rsid w:val="00D87478"/>
    <w:rsid w:val="00D8773A"/>
    <w:rsid w:val="00D9023B"/>
    <w:rsid w:val="00D909A2"/>
    <w:rsid w:val="00D90E64"/>
    <w:rsid w:val="00D90ED1"/>
    <w:rsid w:val="00D92B7F"/>
    <w:rsid w:val="00D93067"/>
    <w:rsid w:val="00D93BCE"/>
    <w:rsid w:val="00D941D6"/>
    <w:rsid w:val="00D94BF6"/>
    <w:rsid w:val="00D957BD"/>
    <w:rsid w:val="00D95A7D"/>
    <w:rsid w:val="00D96361"/>
    <w:rsid w:val="00D96370"/>
    <w:rsid w:val="00D9695E"/>
    <w:rsid w:val="00D974A5"/>
    <w:rsid w:val="00D978B6"/>
    <w:rsid w:val="00D97913"/>
    <w:rsid w:val="00D97C04"/>
    <w:rsid w:val="00DA06C5"/>
    <w:rsid w:val="00DA0880"/>
    <w:rsid w:val="00DA1C0B"/>
    <w:rsid w:val="00DA1ED9"/>
    <w:rsid w:val="00DA25E8"/>
    <w:rsid w:val="00DA27E1"/>
    <w:rsid w:val="00DA284F"/>
    <w:rsid w:val="00DA3DA9"/>
    <w:rsid w:val="00DA49E1"/>
    <w:rsid w:val="00DA4EAF"/>
    <w:rsid w:val="00DA5054"/>
    <w:rsid w:val="00DA57EF"/>
    <w:rsid w:val="00DA5AEF"/>
    <w:rsid w:val="00DA5B82"/>
    <w:rsid w:val="00DA6273"/>
    <w:rsid w:val="00DA64FB"/>
    <w:rsid w:val="00DA65CF"/>
    <w:rsid w:val="00DA6A28"/>
    <w:rsid w:val="00DA746E"/>
    <w:rsid w:val="00DA79DE"/>
    <w:rsid w:val="00DB031E"/>
    <w:rsid w:val="00DB0636"/>
    <w:rsid w:val="00DB2CCD"/>
    <w:rsid w:val="00DB3BAA"/>
    <w:rsid w:val="00DB40F9"/>
    <w:rsid w:val="00DB5BBB"/>
    <w:rsid w:val="00DB5CF0"/>
    <w:rsid w:val="00DB5DC0"/>
    <w:rsid w:val="00DB62E3"/>
    <w:rsid w:val="00DB6421"/>
    <w:rsid w:val="00DB6931"/>
    <w:rsid w:val="00DB6D2F"/>
    <w:rsid w:val="00DB7C26"/>
    <w:rsid w:val="00DC03D4"/>
    <w:rsid w:val="00DC1519"/>
    <w:rsid w:val="00DC1A0A"/>
    <w:rsid w:val="00DC1F0E"/>
    <w:rsid w:val="00DC21A8"/>
    <w:rsid w:val="00DC2872"/>
    <w:rsid w:val="00DC2976"/>
    <w:rsid w:val="00DC29DA"/>
    <w:rsid w:val="00DC2B06"/>
    <w:rsid w:val="00DC31A8"/>
    <w:rsid w:val="00DC393C"/>
    <w:rsid w:val="00DC3E3F"/>
    <w:rsid w:val="00DC453D"/>
    <w:rsid w:val="00DC47B4"/>
    <w:rsid w:val="00DC57F6"/>
    <w:rsid w:val="00DC5EB8"/>
    <w:rsid w:val="00DC60F1"/>
    <w:rsid w:val="00DC6590"/>
    <w:rsid w:val="00DC73ED"/>
    <w:rsid w:val="00DC7A7B"/>
    <w:rsid w:val="00DD03DF"/>
    <w:rsid w:val="00DD07AD"/>
    <w:rsid w:val="00DD07EC"/>
    <w:rsid w:val="00DD25BC"/>
    <w:rsid w:val="00DD2DCA"/>
    <w:rsid w:val="00DD2F68"/>
    <w:rsid w:val="00DD3CA0"/>
    <w:rsid w:val="00DD4276"/>
    <w:rsid w:val="00DD4901"/>
    <w:rsid w:val="00DD4A55"/>
    <w:rsid w:val="00DD50BF"/>
    <w:rsid w:val="00DD5733"/>
    <w:rsid w:val="00DD6DA4"/>
    <w:rsid w:val="00DD6F37"/>
    <w:rsid w:val="00DE016D"/>
    <w:rsid w:val="00DE0754"/>
    <w:rsid w:val="00DE07FB"/>
    <w:rsid w:val="00DE083D"/>
    <w:rsid w:val="00DE0B10"/>
    <w:rsid w:val="00DE0F19"/>
    <w:rsid w:val="00DE0F28"/>
    <w:rsid w:val="00DE1920"/>
    <w:rsid w:val="00DE1E5E"/>
    <w:rsid w:val="00DE249C"/>
    <w:rsid w:val="00DE2524"/>
    <w:rsid w:val="00DE27AE"/>
    <w:rsid w:val="00DE2BC4"/>
    <w:rsid w:val="00DE3538"/>
    <w:rsid w:val="00DE4AD4"/>
    <w:rsid w:val="00DE4DFD"/>
    <w:rsid w:val="00DE5A82"/>
    <w:rsid w:val="00DE63CD"/>
    <w:rsid w:val="00DE669D"/>
    <w:rsid w:val="00DE6738"/>
    <w:rsid w:val="00DE674B"/>
    <w:rsid w:val="00DE6F13"/>
    <w:rsid w:val="00DE7F40"/>
    <w:rsid w:val="00DF01D1"/>
    <w:rsid w:val="00DF0451"/>
    <w:rsid w:val="00DF13F4"/>
    <w:rsid w:val="00DF144A"/>
    <w:rsid w:val="00DF18BD"/>
    <w:rsid w:val="00DF1948"/>
    <w:rsid w:val="00DF2193"/>
    <w:rsid w:val="00DF2342"/>
    <w:rsid w:val="00DF2AB2"/>
    <w:rsid w:val="00DF2B4D"/>
    <w:rsid w:val="00DF2CA9"/>
    <w:rsid w:val="00DF3811"/>
    <w:rsid w:val="00DF501C"/>
    <w:rsid w:val="00DF5B4F"/>
    <w:rsid w:val="00DF5DEC"/>
    <w:rsid w:val="00DF61FA"/>
    <w:rsid w:val="00DF6320"/>
    <w:rsid w:val="00DF6D68"/>
    <w:rsid w:val="00DF7886"/>
    <w:rsid w:val="00DF7FEE"/>
    <w:rsid w:val="00E000B4"/>
    <w:rsid w:val="00E003FD"/>
    <w:rsid w:val="00E0055F"/>
    <w:rsid w:val="00E0108D"/>
    <w:rsid w:val="00E01C96"/>
    <w:rsid w:val="00E01DED"/>
    <w:rsid w:val="00E0319E"/>
    <w:rsid w:val="00E033D4"/>
    <w:rsid w:val="00E03957"/>
    <w:rsid w:val="00E03A87"/>
    <w:rsid w:val="00E0498B"/>
    <w:rsid w:val="00E04E26"/>
    <w:rsid w:val="00E052E8"/>
    <w:rsid w:val="00E05535"/>
    <w:rsid w:val="00E05724"/>
    <w:rsid w:val="00E05DE2"/>
    <w:rsid w:val="00E06BF2"/>
    <w:rsid w:val="00E06C62"/>
    <w:rsid w:val="00E06C9E"/>
    <w:rsid w:val="00E0701A"/>
    <w:rsid w:val="00E075E3"/>
    <w:rsid w:val="00E078FC"/>
    <w:rsid w:val="00E10304"/>
    <w:rsid w:val="00E10CA3"/>
    <w:rsid w:val="00E12AB5"/>
    <w:rsid w:val="00E130AE"/>
    <w:rsid w:val="00E13871"/>
    <w:rsid w:val="00E13913"/>
    <w:rsid w:val="00E13AF2"/>
    <w:rsid w:val="00E13D1A"/>
    <w:rsid w:val="00E13F4F"/>
    <w:rsid w:val="00E14549"/>
    <w:rsid w:val="00E148AB"/>
    <w:rsid w:val="00E14D58"/>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21E6"/>
    <w:rsid w:val="00E2246D"/>
    <w:rsid w:val="00E22695"/>
    <w:rsid w:val="00E23BDA"/>
    <w:rsid w:val="00E240DB"/>
    <w:rsid w:val="00E241F7"/>
    <w:rsid w:val="00E2477E"/>
    <w:rsid w:val="00E24952"/>
    <w:rsid w:val="00E24F19"/>
    <w:rsid w:val="00E24F45"/>
    <w:rsid w:val="00E2551D"/>
    <w:rsid w:val="00E25550"/>
    <w:rsid w:val="00E25801"/>
    <w:rsid w:val="00E25F4C"/>
    <w:rsid w:val="00E2668C"/>
    <w:rsid w:val="00E26740"/>
    <w:rsid w:val="00E269A2"/>
    <w:rsid w:val="00E27650"/>
    <w:rsid w:val="00E27667"/>
    <w:rsid w:val="00E277B3"/>
    <w:rsid w:val="00E27E7E"/>
    <w:rsid w:val="00E27EA8"/>
    <w:rsid w:val="00E30AF6"/>
    <w:rsid w:val="00E30C1B"/>
    <w:rsid w:val="00E315D4"/>
    <w:rsid w:val="00E31BD8"/>
    <w:rsid w:val="00E31DA0"/>
    <w:rsid w:val="00E324DC"/>
    <w:rsid w:val="00E32A6A"/>
    <w:rsid w:val="00E335DB"/>
    <w:rsid w:val="00E335F7"/>
    <w:rsid w:val="00E3367A"/>
    <w:rsid w:val="00E33990"/>
    <w:rsid w:val="00E33A72"/>
    <w:rsid w:val="00E33B90"/>
    <w:rsid w:val="00E33C75"/>
    <w:rsid w:val="00E33F66"/>
    <w:rsid w:val="00E340E7"/>
    <w:rsid w:val="00E343B8"/>
    <w:rsid w:val="00E344B1"/>
    <w:rsid w:val="00E3459F"/>
    <w:rsid w:val="00E34D51"/>
    <w:rsid w:val="00E34DB1"/>
    <w:rsid w:val="00E356C0"/>
    <w:rsid w:val="00E35CB3"/>
    <w:rsid w:val="00E35CC2"/>
    <w:rsid w:val="00E36DD0"/>
    <w:rsid w:val="00E36E68"/>
    <w:rsid w:val="00E3775E"/>
    <w:rsid w:val="00E37D65"/>
    <w:rsid w:val="00E406D0"/>
    <w:rsid w:val="00E40EC0"/>
    <w:rsid w:val="00E41422"/>
    <w:rsid w:val="00E41533"/>
    <w:rsid w:val="00E4174E"/>
    <w:rsid w:val="00E43293"/>
    <w:rsid w:val="00E433C2"/>
    <w:rsid w:val="00E434BA"/>
    <w:rsid w:val="00E43B8A"/>
    <w:rsid w:val="00E44A26"/>
    <w:rsid w:val="00E44DF8"/>
    <w:rsid w:val="00E452F1"/>
    <w:rsid w:val="00E454DE"/>
    <w:rsid w:val="00E458EA"/>
    <w:rsid w:val="00E45B02"/>
    <w:rsid w:val="00E45BA1"/>
    <w:rsid w:val="00E45F17"/>
    <w:rsid w:val="00E469BD"/>
    <w:rsid w:val="00E47490"/>
    <w:rsid w:val="00E47A26"/>
    <w:rsid w:val="00E47B4F"/>
    <w:rsid w:val="00E507CA"/>
    <w:rsid w:val="00E50B99"/>
    <w:rsid w:val="00E50F9C"/>
    <w:rsid w:val="00E50FEF"/>
    <w:rsid w:val="00E510B6"/>
    <w:rsid w:val="00E5129F"/>
    <w:rsid w:val="00E518EE"/>
    <w:rsid w:val="00E51B94"/>
    <w:rsid w:val="00E51D17"/>
    <w:rsid w:val="00E51D24"/>
    <w:rsid w:val="00E52069"/>
    <w:rsid w:val="00E52D69"/>
    <w:rsid w:val="00E53E50"/>
    <w:rsid w:val="00E53F68"/>
    <w:rsid w:val="00E54168"/>
    <w:rsid w:val="00E54912"/>
    <w:rsid w:val="00E55A81"/>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C0B"/>
    <w:rsid w:val="00E63E2C"/>
    <w:rsid w:val="00E63FFD"/>
    <w:rsid w:val="00E6490C"/>
    <w:rsid w:val="00E64A8C"/>
    <w:rsid w:val="00E64C29"/>
    <w:rsid w:val="00E65C60"/>
    <w:rsid w:val="00E663FF"/>
    <w:rsid w:val="00E66540"/>
    <w:rsid w:val="00E666B6"/>
    <w:rsid w:val="00E677D6"/>
    <w:rsid w:val="00E67E60"/>
    <w:rsid w:val="00E70092"/>
    <w:rsid w:val="00E70425"/>
    <w:rsid w:val="00E718B1"/>
    <w:rsid w:val="00E719EB"/>
    <w:rsid w:val="00E71D18"/>
    <w:rsid w:val="00E71E5F"/>
    <w:rsid w:val="00E72162"/>
    <w:rsid w:val="00E7266A"/>
    <w:rsid w:val="00E72AB6"/>
    <w:rsid w:val="00E73CF1"/>
    <w:rsid w:val="00E73D0C"/>
    <w:rsid w:val="00E73D94"/>
    <w:rsid w:val="00E741F0"/>
    <w:rsid w:val="00E744A2"/>
    <w:rsid w:val="00E74961"/>
    <w:rsid w:val="00E75411"/>
    <w:rsid w:val="00E7666D"/>
    <w:rsid w:val="00E76D12"/>
    <w:rsid w:val="00E76E98"/>
    <w:rsid w:val="00E77693"/>
    <w:rsid w:val="00E77B33"/>
    <w:rsid w:val="00E808FA"/>
    <w:rsid w:val="00E80F91"/>
    <w:rsid w:val="00E810EE"/>
    <w:rsid w:val="00E81715"/>
    <w:rsid w:val="00E819E6"/>
    <w:rsid w:val="00E81AAB"/>
    <w:rsid w:val="00E81B60"/>
    <w:rsid w:val="00E84776"/>
    <w:rsid w:val="00E84EFB"/>
    <w:rsid w:val="00E85684"/>
    <w:rsid w:val="00E8621B"/>
    <w:rsid w:val="00E87155"/>
    <w:rsid w:val="00E871F3"/>
    <w:rsid w:val="00E87284"/>
    <w:rsid w:val="00E874C3"/>
    <w:rsid w:val="00E8771B"/>
    <w:rsid w:val="00E879F6"/>
    <w:rsid w:val="00E87A52"/>
    <w:rsid w:val="00E87B7B"/>
    <w:rsid w:val="00E9035B"/>
    <w:rsid w:val="00E905B6"/>
    <w:rsid w:val="00E90C56"/>
    <w:rsid w:val="00E90F63"/>
    <w:rsid w:val="00E91FCA"/>
    <w:rsid w:val="00E91FFC"/>
    <w:rsid w:val="00E92987"/>
    <w:rsid w:val="00E92D92"/>
    <w:rsid w:val="00E92E5D"/>
    <w:rsid w:val="00E9318D"/>
    <w:rsid w:val="00E93333"/>
    <w:rsid w:val="00E941C4"/>
    <w:rsid w:val="00E95123"/>
    <w:rsid w:val="00E9568A"/>
    <w:rsid w:val="00E957DE"/>
    <w:rsid w:val="00E95C64"/>
    <w:rsid w:val="00E9665B"/>
    <w:rsid w:val="00E968AE"/>
    <w:rsid w:val="00E9754B"/>
    <w:rsid w:val="00E97BA0"/>
    <w:rsid w:val="00EA042A"/>
    <w:rsid w:val="00EA04F6"/>
    <w:rsid w:val="00EA0DC8"/>
    <w:rsid w:val="00EA0FD3"/>
    <w:rsid w:val="00EA0FF5"/>
    <w:rsid w:val="00EA111B"/>
    <w:rsid w:val="00EA22DC"/>
    <w:rsid w:val="00EA267C"/>
    <w:rsid w:val="00EA3702"/>
    <w:rsid w:val="00EA3A97"/>
    <w:rsid w:val="00EA44F0"/>
    <w:rsid w:val="00EA4B7E"/>
    <w:rsid w:val="00EA4EA6"/>
    <w:rsid w:val="00EA52C5"/>
    <w:rsid w:val="00EA52EE"/>
    <w:rsid w:val="00EA5FE3"/>
    <w:rsid w:val="00EA642D"/>
    <w:rsid w:val="00EA6593"/>
    <w:rsid w:val="00EA678E"/>
    <w:rsid w:val="00EA7134"/>
    <w:rsid w:val="00EA7CE3"/>
    <w:rsid w:val="00EA7D9A"/>
    <w:rsid w:val="00EB04A3"/>
    <w:rsid w:val="00EB112C"/>
    <w:rsid w:val="00EB127C"/>
    <w:rsid w:val="00EB1A97"/>
    <w:rsid w:val="00EB1BD5"/>
    <w:rsid w:val="00EB1F2A"/>
    <w:rsid w:val="00EB24E2"/>
    <w:rsid w:val="00EB28C3"/>
    <w:rsid w:val="00EB350B"/>
    <w:rsid w:val="00EB3BC9"/>
    <w:rsid w:val="00EB5544"/>
    <w:rsid w:val="00EB5FBA"/>
    <w:rsid w:val="00EB620E"/>
    <w:rsid w:val="00EB66F0"/>
    <w:rsid w:val="00EB6734"/>
    <w:rsid w:val="00EB6C21"/>
    <w:rsid w:val="00EB6EDE"/>
    <w:rsid w:val="00EB735B"/>
    <w:rsid w:val="00EB7EED"/>
    <w:rsid w:val="00EC004E"/>
    <w:rsid w:val="00EC00DD"/>
    <w:rsid w:val="00EC071F"/>
    <w:rsid w:val="00EC0E49"/>
    <w:rsid w:val="00EC1F9E"/>
    <w:rsid w:val="00EC2004"/>
    <w:rsid w:val="00EC23D2"/>
    <w:rsid w:val="00EC254A"/>
    <w:rsid w:val="00EC2D9D"/>
    <w:rsid w:val="00EC30FD"/>
    <w:rsid w:val="00EC3F22"/>
    <w:rsid w:val="00EC4010"/>
    <w:rsid w:val="00EC4090"/>
    <w:rsid w:val="00EC446A"/>
    <w:rsid w:val="00EC44B5"/>
    <w:rsid w:val="00EC5061"/>
    <w:rsid w:val="00EC558D"/>
    <w:rsid w:val="00EC631B"/>
    <w:rsid w:val="00EC6823"/>
    <w:rsid w:val="00EC6925"/>
    <w:rsid w:val="00EC7290"/>
    <w:rsid w:val="00EC79B7"/>
    <w:rsid w:val="00ED02F6"/>
    <w:rsid w:val="00ED0689"/>
    <w:rsid w:val="00ED0A64"/>
    <w:rsid w:val="00ED0FFC"/>
    <w:rsid w:val="00ED1876"/>
    <w:rsid w:val="00ED1C02"/>
    <w:rsid w:val="00ED215D"/>
    <w:rsid w:val="00ED2903"/>
    <w:rsid w:val="00ED3693"/>
    <w:rsid w:val="00ED4F76"/>
    <w:rsid w:val="00ED590C"/>
    <w:rsid w:val="00ED6818"/>
    <w:rsid w:val="00ED6E7B"/>
    <w:rsid w:val="00ED6F38"/>
    <w:rsid w:val="00ED7109"/>
    <w:rsid w:val="00ED72F5"/>
    <w:rsid w:val="00ED782B"/>
    <w:rsid w:val="00ED7D81"/>
    <w:rsid w:val="00EE0853"/>
    <w:rsid w:val="00EE2EFD"/>
    <w:rsid w:val="00EE3226"/>
    <w:rsid w:val="00EE341E"/>
    <w:rsid w:val="00EE383C"/>
    <w:rsid w:val="00EE387E"/>
    <w:rsid w:val="00EE3FC8"/>
    <w:rsid w:val="00EE475E"/>
    <w:rsid w:val="00EE4DA1"/>
    <w:rsid w:val="00EE4E4F"/>
    <w:rsid w:val="00EE56E2"/>
    <w:rsid w:val="00EE582F"/>
    <w:rsid w:val="00EE5CA4"/>
    <w:rsid w:val="00EE60C4"/>
    <w:rsid w:val="00EE64EF"/>
    <w:rsid w:val="00EE69C1"/>
    <w:rsid w:val="00EE6F22"/>
    <w:rsid w:val="00EE748C"/>
    <w:rsid w:val="00EE77C9"/>
    <w:rsid w:val="00EE7DFD"/>
    <w:rsid w:val="00EE7F83"/>
    <w:rsid w:val="00EF0370"/>
    <w:rsid w:val="00EF03F7"/>
    <w:rsid w:val="00EF095A"/>
    <w:rsid w:val="00EF0969"/>
    <w:rsid w:val="00EF0DC7"/>
    <w:rsid w:val="00EF14D2"/>
    <w:rsid w:val="00EF260B"/>
    <w:rsid w:val="00EF3FAD"/>
    <w:rsid w:val="00EF4E04"/>
    <w:rsid w:val="00EF4E2D"/>
    <w:rsid w:val="00EF5010"/>
    <w:rsid w:val="00EF5540"/>
    <w:rsid w:val="00EF57CB"/>
    <w:rsid w:val="00EF6622"/>
    <w:rsid w:val="00EF6B01"/>
    <w:rsid w:val="00EF6E47"/>
    <w:rsid w:val="00EF6F80"/>
    <w:rsid w:val="00EF76EF"/>
    <w:rsid w:val="00EF77D9"/>
    <w:rsid w:val="00EF7C47"/>
    <w:rsid w:val="00EF7CAB"/>
    <w:rsid w:val="00F00057"/>
    <w:rsid w:val="00F00D4C"/>
    <w:rsid w:val="00F0141C"/>
    <w:rsid w:val="00F02158"/>
    <w:rsid w:val="00F0243D"/>
    <w:rsid w:val="00F02C6F"/>
    <w:rsid w:val="00F02CB6"/>
    <w:rsid w:val="00F03559"/>
    <w:rsid w:val="00F035CB"/>
    <w:rsid w:val="00F044CD"/>
    <w:rsid w:val="00F04767"/>
    <w:rsid w:val="00F048F0"/>
    <w:rsid w:val="00F05712"/>
    <w:rsid w:val="00F05894"/>
    <w:rsid w:val="00F05A3E"/>
    <w:rsid w:val="00F05D07"/>
    <w:rsid w:val="00F06A62"/>
    <w:rsid w:val="00F0789F"/>
    <w:rsid w:val="00F10033"/>
    <w:rsid w:val="00F100DF"/>
    <w:rsid w:val="00F11DD3"/>
    <w:rsid w:val="00F121E6"/>
    <w:rsid w:val="00F124AA"/>
    <w:rsid w:val="00F124D0"/>
    <w:rsid w:val="00F13015"/>
    <w:rsid w:val="00F135B3"/>
    <w:rsid w:val="00F1371D"/>
    <w:rsid w:val="00F143D4"/>
    <w:rsid w:val="00F174AC"/>
    <w:rsid w:val="00F17CA6"/>
    <w:rsid w:val="00F20730"/>
    <w:rsid w:val="00F20BA0"/>
    <w:rsid w:val="00F21069"/>
    <w:rsid w:val="00F21771"/>
    <w:rsid w:val="00F21E81"/>
    <w:rsid w:val="00F21E8C"/>
    <w:rsid w:val="00F22564"/>
    <w:rsid w:val="00F236B9"/>
    <w:rsid w:val="00F23E0E"/>
    <w:rsid w:val="00F23F5C"/>
    <w:rsid w:val="00F24450"/>
    <w:rsid w:val="00F24451"/>
    <w:rsid w:val="00F2447D"/>
    <w:rsid w:val="00F24A06"/>
    <w:rsid w:val="00F253AA"/>
    <w:rsid w:val="00F266E0"/>
    <w:rsid w:val="00F26917"/>
    <w:rsid w:val="00F26925"/>
    <w:rsid w:val="00F27561"/>
    <w:rsid w:val="00F27690"/>
    <w:rsid w:val="00F31336"/>
    <w:rsid w:val="00F31451"/>
    <w:rsid w:val="00F31748"/>
    <w:rsid w:val="00F3176C"/>
    <w:rsid w:val="00F31BE1"/>
    <w:rsid w:val="00F328D2"/>
    <w:rsid w:val="00F32B04"/>
    <w:rsid w:val="00F32BC9"/>
    <w:rsid w:val="00F32F00"/>
    <w:rsid w:val="00F3422B"/>
    <w:rsid w:val="00F34371"/>
    <w:rsid w:val="00F344CD"/>
    <w:rsid w:val="00F34A1A"/>
    <w:rsid w:val="00F34BB6"/>
    <w:rsid w:val="00F34CA9"/>
    <w:rsid w:val="00F3527A"/>
    <w:rsid w:val="00F35EF3"/>
    <w:rsid w:val="00F360B1"/>
    <w:rsid w:val="00F3630E"/>
    <w:rsid w:val="00F36869"/>
    <w:rsid w:val="00F3693B"/>
    <w:rsid w:val="00F369F5"/>
    <w:rsid w:val="00F36B8E"/>
    <w:rsid w:val="00F36BAB"/>
    <w:rsid w:val="00F36C6E"/>
    <w:rsid w:val="00F36FA3"/>
    <w:rsid w:val="00F37264"/>
    <w:rsid w:val="00F37C77"/>
    <w:rsid w:val="00F40A70"/>
    <w:rsid w:val="00F40BEF"/>
    <w:rsid w:val="00F41BBE"/>
    <w:rsid w:val="00F41C14"/>
    <w:rsid w:val="00F41DE4"/>
    <w:rsid w:val="00F42188"/>
    <w:rsid w:val="00F42D3D"/>
    <w:rsid w:val="00F430A5"/>
    <w:rsid w:val="00F4344D"/>
    <w:rsid w:val="00F43BB2"/>
    <w:rsid w:val="00F43DFC"/>
    <w:rsid w:val="00F44722"/>
    <w:rsid w:val="00F4509C"/>
    <w:rsid w:val="00F45F25"/>
    <w:rsid w:val="00F46377"/>
    <w:rsid w:val="00F46A0F"/>
    <w:rsid w:val="00F47C6D"/>
    <w:rsid w:val="00F47F04"/>
    <w:rsid w:val="00F503F5"/>
    <w:rsid w:val="00F50685"/>
    <w:rsid w:val="00F506B3"/>
    <w:rsid w:val="00F50B26"/>
    <w:rsid w:val="00F50C2B"/>
    <w:rsid w:val="00F50CA1"/>
    <w:rsid w:val="00F5140F"/>
    <w:rsid w:val="00F5144E"/>
    <w:rsid w:val="00F51FD6"/>
    <w:rsid w:val="00F523DB"/>
    <w:rsid w:val="00F5340C"/>
    <w:rsid w:val="00F53624"/>
    <w:rsid w:val="00F53990"/>
    <w:rsid w:val="00F53FD3"/>
    <w:rsid w:val="00F5491B"/>
    <w:rsid w:val="00F54B4F"/>
    <w:rsid w:val="00F56004"/>
    <w:rsid w:val="00F5776C"/>
    <w:rsid w:val="00F57B2C"/>
    <w:rsid w:val="00F57C64"/>
    <w:rsid w:val="00F57F39"/>
    <w:rsid w:val="00F57F90"/>
    <w:rsid w:val="00F60730"/>
    <w:rsid w:val="00F607E1"/>
    <w:rsid w:val="00F6108A"/>
    <w:rsid w:val="00F61314"/>
    <w:rsid w:val="00F618D1"/>
    <w:rsid w:val="00F61A91"/>
    <w:rsid w:val="00F61E2E"/>
    <w:rsid w:val="00F62775"/>
    <w:rsid w:val="00F62A0C"/>
    <w:rsid w:val="00F63427"/>
    <w:rsid w:val="00F63ADC"/>
    <w:rsid w:val="00F63ECE"/>
    <w:rsid w:val="00F64082"/>
    <w:rsid w:val="00F64671"/>
    <w:rsid w:val="00F64BBF"/>
    <w:rsid w:val="00F65168"/>
    <w:rsid w:val="00F6517D"/>
    <w:rsid w:val="00F6528B"/>
    <w:rsid w:val="00F655AB"/>
    <w:rsid w:val="00F65BCD"/>
    <w:rsid w:val="00F66058"/>
    <w:rsid w:val="00F66E4B"/>
    <w:rsid w:val="00F679F3"/>
    <w:rsid w:val="00F7103C"/>
    <w:rsid w:val="00F715ED"/>
    <w:rsid w:val="00F71725"/>
    <w:rsid w:val="00F71A94"/>
    <w:rsid w:val="00F7200B"/>
    <w:rsid w:val="00F722A9"/>
    <w:rsid w:val="00F72BF8"/>
    <w:rsid w:val="00F737AE"/>
    <w:rsid w:val="00F73C25"/>
    <w:rsid w:val="00F74E30"/>
    <w:rsid w:val="00F758BE"/>
    <w:rsid w:val="00F75F4C"/>
    <w:rsid w:val="00F7717D"/>
    <w:rsid w:val="00F77D90"/>
    <w:rsid w:val="00F80A6E"/>
    <w:rsid w:val="00F81422"/>
    <w:rsid w:val="00F8182A"/>
    <w:rsid w:val="00F81E9E"/>
    <w:rsid w:val="00F82B1F"/>
    <w:rsid w:val="00F82EF9"/>
    <w:rsid w:val="00F82F35"/>
    <w:rsid w:val="00F8371E"/>
    <w:rsid w:val="00F842CC"/>
    <w:rsid w:val="00F84768"/>
    <w:rsid w:val="00F848E6"/>
    <w:rsid w:val="00F84A62"/>
    <w:rsid w:val="00F85675"/>
    <w:rsid w:val="00F85AC3"/>
    <w:rsid w:val="00F85C24"/>
    <w:rsid w:val="00F85FDF"/>
    <w:rsid w:val="00F866CA"/>
    <w:rsid w:val="00F8711C"/>
    <w:rsid w:val="00F87278"/>
    <w:rsid w:val="00F872D1"/>
    <w:rsid w:val="00F87626"/>
    <w:rsid w:val="00F87D36"/>
    <w:rsid w:val="00F90544"/>
    <w:rsid w:val="00F90B9C"/>
    <w:rsid w:val="00F90E8B"/>
    <w:rsid w:val="00F9231F"/>
    <w:rsid w:val="00F926AB"/>
    <w:rsid w:val="00F92742"/>
    <w:rsid w:val="00F9386E"/>
    <w:rsid w:val="00F93BF6"/>
    <w:rsid w:val="00F94C8B"/>
    <w:rsid w:val="00F95619"/>
    <w:rsid w:val="00F95F23"/>
    <w:rsid w:val="00F95F2D"/>
    <w:rsid w:val="00F96DC1"/>
    <w:rsid w:val="00F97AF2"/>
    <w:rsid w:val="00FA0617"/>
    <w:rsid w:val="00FA0798"/>
    <w:rsid w:val="00FA17EF"/>
    <w:rsid w:val="00FA1B55"/>
    <w:rsid w:val="00FA3745"/>
    <w:rsid w:val="00FA4039"/>
    <w:rsid w:val="00FA4325"/>
    <w:rsid w:val="00FA4B9C"/>
    <w:rsid w:val="00FA4C1D"/>
    <w:rsid w:val="00FA5009"/>
    <w:rsid w:val="00FA57CA"/>
    <w:rsid w:val="00FA60D2"/>
    <w:rsid w:val="00FA6215"/>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E20"/>
    <w:rsid w:val="00FB3F4E"/>
    <w:rsid w:val="00FB4E4C"/>
    <w:rsid w:val="00FB4EAE"/>
    <w:rsid w:val="00FB4F02"/>
    <w:rsid w:val="00FB5622"/>
    <w:rsid w:val="00FB66BD"/>
    <w:rsid w:val="00FB6D2E"/>
    <w:rsid w:val="00FB7498"/>
    <w:rsid w:val="00FB7DC3"/>
    <w:rsid w:val="00FC0168"/>
    <w:rsid w:val="00FC045E"/>
    <w:rsid w:val="00FC0D9E"/>
    <w:rsid w:val="00FC135A"/>
    <w:rsid w:val="00FC19C3"/>
    <w:rsid w:val="00FC29D2"/>
    <w:rsid w:val="00FC2E6D"/>
    <w:rsid w:val="00FC3394"/>
    <w:rsid w:val="00FC37A7"/>
    <w:rsid w:val="00FC3DEC"/>
    <w:rsid w:val="00FC4484"/>
    <w:rsid w:val="00FC4CC4"/>
    <w:rsid w:val="00FC531E"/>
    <w:rsid w:val="00FC53F8"/>
    <w:rsid w:val="00FC6D6A"/>
    <w:rsid w:val="00FC7015"/>
    <w:rsid w:val="00FC7161"/>
    <w:rsid w:val="00FD012A"/>
    <w:rsid w:val="00FD027A"/>
    <w:rsid w:val="00FD0A51"/>
    <w:rsid w:val="00FD0BBD"/>
    <w:rsid w:val="00FD1096"/>
    <w:rsid w:val="00FD138D"/>
    <w:rsid w:val="00FD1573"/>
    <w:rsid w:val="00FD1CEC"/>
    <w:rsid w:val="00FD2BBB"/>
    <w:rsid w:val="00FD30D0"/>
    <w:rsid w:val="00FD3657"/>
    <w:rsid w:val="00FD373D"/>
    <w:rsid w:val="00FD3B04"/>
    <w:rsid w:val="00FD4377"/>
    <w:rsid w:val="00FD4A2A"/>
    <w:rsid w:val="00FD505F"/>
    <w:rsid w:val="00FD54A7"/>
    <w:rsid w:val="00FD5C8D"/>
    <w:rsid w:val="00FD5E79"/>
    <w:rsid w:val="00FD6556"/>
    <w:rsid w:val="00FD664C"/>
    <w:rsid w:val="00FD684C"/>
    <w:rsid w:val="00FD6978"/>
    <w:rsid w:val="00FD69A1"/>
    <w:rsid w:val="00FD6A6C"/>
    <w:rsid w:val="00FD73C8"/>
    <w:rsid w:val="00FD7F84"/>
    <w:rsid w:val="00FE04A1"/>
    <w:rsid w:val="00FE070B"/>
    <w:rsid w:val="00FE0FA2"/>
    <w:rsid w:val="00FE1509"/>
    <w:rsid w:val="00FE16D8"/>
    <w:rsid w:val="00FE1B1D"/>
    <w:rsid w:val="00FE27C1"/>
    <w:rsid w:val="00FE2D54"/>
    <w:rsid w:val="00FE2DF5"/>
    <w:rsid w:val="00FE2F74"/>
    <w:rsid w:val="00FE3953"/>
    <w:rsid w:val="00FE3B27"/>
    <w:rsid w:val="00FE3CB4"/>
    <w:rsid w:val="00FE4EFD"/>
    <w:rsid w:val="00FE4F15"/>
    <w:rsid w:val="00FE50BD"/>
    <w:rsid w:val="00FE5EAC"/>
    <w:rsid w:val="00FE5F4C"/>
    <w:rsid w:val="00FE6E38"/>
    <w:rsid w:val="00FE7107"/>
    <w:rsid w:val="00FE74CE"/>
    <w:rsid w:val="00FE7C96"/>
    <w:rsid w:val="00FF0ACB"/>
    <w:rsid w:val="00FF14F6"/>
    <w:rsid w:val="00FF1B37"/>
    <w:rsid w:val="00FF266D"/>
    <w:rsid w:val="00FF2AFA"/>
    <w:rsid w:val="00FF32B4"/>
    <w:rsid w:val="00FF3984"/>
    <w:rsid w:val="00FF3D26"/>
    <w:rsid w:val="00FF3F65"/>
    <w:rsid w:val="00FF4416"/>
    <w:rsid w:val="00FF4691"/>
    <w:rsid w:val="00FF4692"/>
    <w:rsid w:val="00FF4A3B"/>
    <w:rsid w:val="00FF4AD1"/>
    <w:rsid w:val="00FF4CBE"/>
    <w:rsid w:val="00FF5181"/>
    <w:rsid w:val="00FF54FF"/>
    <w:rsid w:val="00FF553D"/>
    <w:rsid w:val="00FF696C"/>
    <w:rsid w:val="00FF6E7B"/>
    <w:rsid w:val="00FF7689"/>
    <w:rsid w:val="00FF7ABA"/>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D3420"/>
  <w14:defaultImageDpi w14:val="32767"/>
  <w15:chartTrackingRefBased/>
  <w15:docId w15:val="{27C4B898-3370-9541-9F37-CDF8EE9CD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07A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 w:type="character" w:styleId="Hyperlink">
    <w:name w:val="Hyperlink"/>
    <w:basedOn w:val="DefaultParagraphFont"/>
    <w:uiPriority w:val="99"/>
    <w:semiHidden/>
    <w:unhideWhenUsed/>
    <w:rsid w:val="006D1F71"/>
    <w:rPr>
      <w:color w:val="0000FF"/>
      <w:u w:val="single"/>
    </w:rPr>
  </w:style>
  <w:style w:type="character" w:customStyle="1" w:styleId="apple-converted-space">
    <w:name w:val="apple-converted-space"/>
    <w:basedOn w:val="DefaultParagraphFont"/>
    <w:rsid w:val="006D1F71"/>
  </w:style>
  <w:style w:type="character" w:customStyle="1" w:styleId="Heading1Char">
    <w:name w:val="Heading 1 Char"/>
    <w:basedOn w:val="DefaultParagraphFont"/>
    <w:link w:val="Heading1"/>
    <w:uiPriority w:val="9"/>
    <w:rsid w:val="00DD07AD"/>
    <w:rPr>
      <w:rFonts w:ascii="Times New Roman" w:eastAsia="Times New Roman" w:hAnsi="Times New Roman" w:cs="Times New Roman"/>
      <w:b/>
      <w:bCs/>
      <w:kern w:val="36"/>
      <w:sz w:val="48"/>
      <w:szCs w:val="48"/>
    </w:rPr>
  </w:style>
  <w:style w:type="character" w:customStyle="1" w:styleId="passage-display-bcv">
    <w:name w:val="passage-display-bcv"/>
    <w:basedOn w:val="DefaultParagraphFont"/>
    <w:rsid w:val="00DD07AD"/>
  </w:style>
  <w:style w:type="character" w:customStyle="1" w:styleId="passage-display-version">
    <w:name w:val="passage-display-version"/>
    <w:basedOn w:val="DefaultParagraphFont"/>
    <w:rsid w:val="00DD07AD"/>
  </w:style>
  <w:style w:type="character" w:customStyle="1" w:styleId="text">
    <w:name w:val="text"/>
    <w:basedOn w:val="DefaultParagraphFont"/>
    <w:rsid w:val="00DD07AD"/>
  </w:style>
  <w:style w:type="paragraph" w:styleId="Header">
    <w:name w:val="header"/>
    <w:basedOn w:val="Normal"/>
    <w:link w:val="HeaderChar"/>
    <w:uiPriority w:val="99"/>
    <w:unhideWhenUsed/>
    <w:rsid w:val="00520799"/>
    <w:pPr>
      <w:tabs>
        <w:tab w:val="center" w:pos="4680"/>
        <w:tab w:val="right" w:pos="9360"/>
      </w:tabs>
    </w:pPr>
  </w:style>
  <w:style w:type="character" w:customStyle="1" w:styleId="HeaderChar">
    <w:name w:val="Header Char"/>
    <w:basedOn w:val="DefaultParagraphFont"/>
    <w:link w:val="Header"/>
    <w:uiPriority w:val="99"/>
    <w:rsid w:val="00520799"/>
  </w:style>
  <w:style w:type="paragraph" w:styleId="Footer">
    <w:name w:val="footer"/>
    <w:basedOn w:val="Normal"/>
    <w:link w:val="FooterChar"/>
    <w:uiPriority w:val="99"/>
    <w:unhideWhenUsed/>
    <w:rsid w:val="00520799"/>
    <w:pPr>
      <w:tabs>
        <w:tab w:val="center" w:pos="4680"/>
        <w:tab w:val="right" w:pos="9360"/>
      </w:tabs>
    </w:pPr>
  </w:style>
  <w:style w:type="character" w:customStyle="1" w:styleId="FooterChar">
    <w:name w:val="Footer Char"/>
    <w:basedOn w:val="DefaultParagraphFont"/>
    <w:link w:val="Footer"/>
    <w:uiPriority w:val="99"/>
    <w:rsid w:val="0052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271980937">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62970051">
      <w:bodyDiv w:val="1"/>
      <w:marLeft w:val="0"/>
      <w:marRight w:val="0"/>
      <w:marTop w:val="0"/>
      <w:marBottom w:val="0"/>
      <w:divBdr>
        <w:top w:val="none" w:sz="0" w:space="0" w:color="auto"/>
        <w:left w:val="none" w:sz="0" w:space="0" w:color="auto"/>
        <w:bottom w:val="none" w:sz="0" w:space="0" w:color="auto"/>
        <w:right w:val="none" w:sz="0" w:space="0" w:color="auto"/>
      </w:divBdr>
      <w:divsChild>
        <w:div w:id="2074883777">
          <w:marLeft w:val="0"/>
          <w:marRight w:val="0"/>
          <w:marTop w:val="0"/>
          <w:marBottom w:val="0"/>
          <w:divBdr>
            <w:top w:val="none" w:sz="0" w:space="0" w:color="auto"/>
            <w:left w:val="none" w:sz="0" w:space="0" w:color="auto"/>
            <w:bottom w:val="none" w:sz="0" w:space="0" w:color="auto"/>
            <w:right w:val="none" w:sz="0" w:space="0" w:color="auto"/>
          </w:divBdr>
        </w:div>
        <w:div w:id="473907600">
          <w:marLeft w:val="0"/>
          <w:marRight w:val="0"/>
          <w:marTop w:val="0"/>
          <w:marBottom w:val="0"/>
          <w:divBdr>
            <w:top w:val="none" w:sz="0" w:space="0" w:color="auto"/>
            <w:left w:val="none" w:sz="0" w:space="0" w:color="auto"/>
            <w:bottom w:val="none" w:sz="0" w:space="0" w:color="auto"/>
            <w:right w:val="none" w:sz="0" w:space="0" w:color="auto"/>
          </w:divBdr>
        </w:div>
      </w:divsChild>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19351926">
      <w:bodyDiv w:val="1"/>
      <w:marLeft w:val="0"/>
      <w:marRight w:val="0"/>
      <w:marTop w:val="0"/>
      <w:marBottom w:val="0"/>
      <w:divBdr>
        <w:top w:val="none" w:sz="0" w:space="0" w:color="auto"/>
        <w:left w:val="none" w:sz="0" w:space="0" w:color="auto"/>
        <w:bottom w:val="none" w:sz="0" w:space="0" w:color="auto"/>
        <w:right w:val="none" w:sz="0" w:space="0" w:color="auto"/>
      </w:divBdr>
      <w:divsChild>
        <w:div w:id="1031224738">
          <w:marLeft w:val="0"/>
          <w:marRight w:val="0"/>
          <w:marTop w:val="0"/>
          <w:marBottom w:val="0"/>
          <w:divBdr>
            <w:top w:val="none" w:sz="0" w:space="0" w:color="auto"/>
            <w:left w:val="none" w:sz="0" w:space="0" w:color="auto"/>
            <w:bottom w:val="none" w:sz="0" w:space="0" w:color="auto"/>
            <w:right w:val="none" w:sz="0" w:space="0" w:color="auto"/>
          </w:divBdr>
        </w:div>
        <w:div w:id="524293050">
          <w:marLeft w:val="0"/>
          <w:marRight w:val="0"/>
          <w:marTop w:val="0"/>
          <w:marBottom w:val="0"/>
          <w:divBdr>
            <w:top w:val="none" w:sz="0" w:space="0" w:color="auto"/>
            <w:left w:val="none" w:sz="0" w:space="0" w:color="auto"/>
            <w:bottom w:val="none" w:sz="0" w:space="0" w:color="auto"/>
            <w:right w:val="none" w:sz="0" w:space="0" w:color="auto"/>
          </w:divBdr>
          <w:divsChild>
            <w:div w:id="324482726">
              <w:marLeft w:val="0"/>
              <w:marRight w:val="0"/>
              <w:marTop w:val="0"/>
              <w:marBottom w:val="0"/>
              <w:divBdr>
                <w:top w:val="none" w:sz="0" w:space="0" w:color="auto"/>
                <w:left w:val="none" w:sz="0" w:space="0" w:color="auto"/>
                <w:bottom w:val="none" w:sz="0" w:space="0" w:color="auto"/>
                <w:right w:val="none" w:sz="0" w:space="0" w:color="auto"/>
              </w:divBdr>
            </w:div>
          </w:divsChild>
        </w:div>
        <w:div w:id="1697000189">
          <w:marLeft w:val="0"/>
          <w:marRight w:val="0"/>
          <w:marTop w:val="0"/>
          <w:marBottom w:val="0"/>
          <w:divBdr>
            <w:top w:val="none" w:sz="0" w:space="0" w:color="auto"/>
            <w:left w:val="none" w:sz="0" w:space="0" w:color="auto"/>
            <w:bottom w:val="none" w:sz="0" w:space="0" w:color="auto"/>
            <w:right w:val="none" w:sz="0" w:space="0" w:color="auto"/>
          </w:divBdr>
        </w:div>
        <w:div w:id="1091513030">
          <w:marLeft w:val="0"/>
          <w:marRight w:val="0"/>
          <w:marTop w:val="0"/>
          <w:marBottom w:val="0"/>
          <w:divBdr>
            <w:top w:val="none" w:sz="0" w:space="0" w:color="auto"/>
            <w:left w:val="none" w:sz="0" w:space="0" w:color="auto"/>
            <w:bottom w:val="none" w:sz="0" w:space="0" w:color="auto"/>
            <w:right w:val="none" w:sz="0" w:space="0" w:color="auto"/>
          </w:divBdr>
          <w:divsChild>
            <w:div w:id="1276407601">
              <w:marLeft w:val="0"/>
              <w:marRight w:val="0"/>
              <w:marTop w:val="0"/>
              <w:marBottom w:val="0"/>
              <w:divBdr>
                <w:top w:val="none" w:sz="0" w:space="0" w:color="auto"/>
                <w:left w:val="none" w:sz="0" w:space="0" w:color="auto"/>
                <w:bottom w:val="none" w:sz="0" w:space="0" w:color="auto"/>
                <w:right w:val="none" w:sz="0" w:space="0" w:color="auto"/>
              </w:divBdr>
            </w:div>
          </w:divsChild>
        </w:div>
        <w:div w:id="2122988541">
          <w:marLeft w:val="0"/>
          <w:marRight w:val="0"/>
          <w:marTop w:val="0"/>
          <w:marBottom w:val="0"/>
          <w:divBdr>
            <w:top w:val="none" w:sz="0" w:space="0" w:color="auto"/>
            <w:left w:val="none" w:sz="0" w:space="0" w:color="auto"/>
            <w:bottom w:val="none" w:sz="0" w:space="0" w:color="auto"/>
            <w:right w:val="none" w:sz="0" w:space="0" w:color="auto"/>
          </w:divBdr>
        </w:div>
        <w:div w:id="2143377126">
          <w:marLeft w:val="0"/>
          <w:marRight w:val="0"/>
          <w:marTop w:val="0"/>
          <w:marBottom w:val="0"/>
          <w:divBdr>
            <w:top w:val="none" w:sz="0" w:space="0" w:color="auto"/>
            <w:left w:val="none" w:sz="0" w:space="0" w:color="auto"/>
            <w:bottom w:val="none" w:sz="0" w:space="0" w:color="auto"/>
            <w:right w:val="none" w:sz="0" w:space="0" w:color="auto"/>
          </w:divBdr>
        </w:div>
      </w:divsChild>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02072371">
      <w:bodyDiv w:val="1"/>
      <w:marLeft w:val="0"/>
      <w:marRight w:val="0"/>
      <w:marTop w:val="0"/>
      <w:marBottom w:val="0"/>
      <w:divBdr>
        <w:top w:val="none" w:sz="0" w:space="0" w:color="auto"/>
        <w:left w:val="none" w:sz="0" w:space="0" w:color="auto"/>
        <w:bottom w:val="none" w:sz="0" w:space="0" w:color="auto"/>
        <w:right w:val="none" w:sz="0" w:space="0" w:color="auto"/>
      </w:divBdr>
      <w:divsChild>
        <w:div w:id="2084719755">
          <w:marLeft w:val="0"/>
          <w:marRight w:val="0"/>
          <w:marTop w:val="0"/>
          <w:marBottom w:val="0"/>
          <w:divBdr>
            <w:top w:val="none" w:sz="0" w:space="0" w:color="auto"/>
            <w:left w:val="none" w:sz="0" w:space="0" w:color="auto"/>
            <w:bottom w:val="none" w:sz="0" w:space="0" w:color="auto"/>
            <w:right w:val="none" w:sz="0" w:space="0" w:color="auto"/>
          </w:divBdr>
        </w:div>
        <w:div w:id="428545632">
          <w:marLeft w:val="0"/>
          <w:marRight w:val="0"/>
          <w:marTop w:val="0"/>
          <w:marBottom w:val="0"/>
          <w:divBdr>
            <w:top w:val="none" w:sz="0" w:space="0" w:color="auto"/>
            <w:left w:val="none" w:sz="0" w:space="0" w:color="auto"/>
            <w:bottom w:val="none" w:sz="0" w:space="0" w:color="auto"/>
            <w:right w:val="none" w:sz="0" w:space="0" w:color="auto"/>
          </w:divBdr>
        </w:div>
      </w:divsChild>
    </w:div>
    <w:div w:id="1841580896">
      <w:bodyDiv w:val="1"/>
      <w:marLeft w:val="0"/>
      <w:marRight w:val="0"/>
      <w:marTop w:val="0"/>
      <w:marBottom w:val="0"/>
      <w:divBdr>
        <w:top w:val="none" w:sz="0" w:space="0" w:color="auto"/>
        <w:left w:val="none" w:sz="0" w:space="0" w:color="auto"/>
        <w:bottom w:val="none" w:sz="0" w:space="0" w:color="auto"/>
        <w:right w:val="none" w:sz="0" w:space="0" w:color="auto"/>
      </w:divBdr>
      <w:divsChild>
        <w:div w:id="1918973672">
          <w:marLeft w:val="0"/>
          <w:marRight w:val="0"/>
          <w:marTop w:val="0"/>
          <w:marBottom w:val="0"/>
          <w:divBdr>
            <w:top w:val="none" w:sz="0" w:space="0" w:color="auto"/>
            <w:left w:val="none" w:sz="0" w:space="0" w:color="auto"/>
            <w:bottom w:val="none" w:sz="0" w:space="0" w:color="auto"/>
            <w:right w:val="none" w:sz="0" w:space="0" w:color="auto"/>
          </w:divBdr>
        </w:div>
        <w:div w:id="108818046">
          <w:marLeft w:val="0"/>
          <w:marRight w:val="0"/>
          <w:marTop w:val="0"/>
          <w:marBottom w:val="0"/>
          <w:divBdr>
            <w:top w:val="none" w:sz="0" w:space="0" w:color="auto"/>
            <w:left w:val="none" w:sz="0" w:space="0" w:color="auto"/>
            <w:bottom w:val="none" w:sz="0" w:space="0" w:color="auto"/>
            <w:right w:val="none" w:sz="0" w:space="0" w:color="auto"/>
          </w:divBdr>
        </w:div>
      </w:divsChild>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076974027">
      <w:bodyDiv w:val="1"/>
      <w:marLeft w:val="0"/>
      <w:marRight w:val="0"/>
      <w:marTop w:val="0"/>
      <w:marBottom w:val="0"/>
      <w:divBdr>
        <w:top w:val="none" w:sz="0" w:space="0" w:color="auto"/>
        <w:left w:val="none" w:sz="0" w:space="0" w:color="auto"/>
        <w:bottom w:val="none" w:sz="0" w:space="0" w:color="auto"/>
        <w:right w:val="none" w:sz="0" w:space="0" w:color="auto"/>
      </w:divBdr>
    </w:div>
    <w:div w:id="2081638863">
      <w:bodyDiv w:val="1"/>
      <w:marLeft w:val="0"/>
      <w:marRight w:val="0"/>
      <w:marTop w:val="0"/>
      <w:marBottom w:val="0"/>
      <w:divBdr>
        <w:top w:val="none" w:sz="0" w:space="0" w:color="auto"/>
        <w:left w:val="none" w:sz="0" w:space="0" w:color="auto"/>
        <w:bottom w:val="none" w:sz="0" w:space="0" w:color="auto"/>
        <w:right w:val="none" w:sz="0" w:space="0" w:color="auto"/>
      </w:divBdr>
      <w:divsChild>
        <w:div w:id="1955212970">
          <w:marLeft w:val="0"/>
          <w:marRight w:val="0"/>
          <w:marTop w:val="0"/>
          <w:marBottom w:val="0"/>
          <w:divBdr>
            <w:top w:val="none" w:sz="0" w:space="0" w:color="auto"/>
            <w:left w:val="none" w:sz="0" w:space="0" w:color="auto"/>
            <w:bottom w:val="none" w:sz="0" w:space="0" w:color="auto"/>
            <w:right w:val="none" w:sz="0" w:space="0" w:color="auto"/>
          </w:divBdr>
        </w:div>
        <w:div w:id="492720463">
          <w:marLeft w:val="0"/>
          <w:marRight w:val="0"/>
          <w:marTop w:val="0"/>
          <w:marBottom w:val="0"/>
          <w:divBdr>
            <w:top w:val="none" w:sz="0" w:space="0" w:color="auto"/>
            <w:left w:val="none" w:sz="0" w:space="0" w:color="auto"/>
            <w:bottom w:val="none" w:sz="0" w:space="0" w:color="auto"/>
            <w:right w:val="none" w:sz="0" w:space="0" w:color="auto"/>
          </w:divBdr>
          <w:divsChild>
            <w:div w:id="1179151959">
              <w:marLeft w:val="0"/>
              <w:marRight w:val="0"/>
              <w:marTop w:val="0"/>
              <w:marBottom w:val="0"/>
              <w:divBdr>
                <w:top w:val="none" w:sz="0" w:space="0" w:color="auto"/>
                <w:left w:val="none" w:sz="0" w:space="0" w:color="auto"/>
                <w:bottom w:val="none" w:sz="0" w:space="0" w:color="auto"/>
                <w:right w:val="none" w:sz="0" w:space="0" w:color="auto"/>
              </w:divBdr>
            </w:div>
          </w:divsChild>
        </w:div>
        <w:div w:id="1417559465">
          <w:marLeft w:val="0"/>
          <w:marRight w:val="0"/>
          <w:marTop w:val="0"/>
          <w:marBottom w:val="0"/>
          <w:divBdr>
            <w:top w:val="none" w:sz="0" w:space="0" w:color="auto"/>
            <w:left w:val="none" w:sz="0" w:space="0" w:color="auto"/>
            <w:bottom w:val="none" w:sz="0" w:space="0" w:color="auto"/>
            <w:right w:val="none" w:sz="0" w:space="0" w:color="auto"/>
          </w:divBdr>
        </w:div>
        <w:div w:id="1819301376">
          <w:marLeft w:val="0"/>
          <w:marRight w:val="0"/>
          <w:marTop w:val="0"/>
          <w:marBottom w:val="0"/>
          <w:divBdr>
            <w:top w:val="none" w:sz="0" w:space="0" w:color="auto"/>
            <w:left w:val="none" w:sz="0" w:space="0" w:color="auto"/>
            <w:bottom w:val="none" w:sz="0" w:space="0" w:color="auto"/>
            <w:right w:val="none" w:sz="0" w:space="0" w:color="auto"/>
          </w:divBdr>
          <w:divsChild>
            <w:div w:id="692263457">
              <w:marLeft w:val="0"/>
              <w:marRight w:val="0"/>
              <w:marTop w:val="0"/>
              <w:marBottom w:val="0"/>
              <w:divBdr>
                <w:top w:val="none" w:sz="0" w:space="0" w:color="auto"/>
                <w:left w:val="none" w:sz="0" w:space="0" w:color="auto"/>
                <w:bottom w:val="none" w:sz="0" w:space="0" w:color="auto"/>
                <w:right w:val="none" w:sz="0" w:space="0" w:color="auto"/>
              </w:divBdr>
            </w:div>
          </w:divsChild>
        </w:div>
        <w:div w:id="1485127221">
          <w:marLeft w:val="0"/>
          <w:marRight w:val="0"/>
          <w:marTop w:val="0"/>
          <w:marBottom w:val="0"/>
          <w:divBdr>
            <w:top w:val="none" w:sz="0" w:space="0" w:color="auto"/>
            <w:left w:val="none" w:sz="0" w:space="0" w:color="auto"/>
            <w:bottom w:val="none" w:sz="0" w:space="0" w:color="auto"/>
            <w:right w:val="none" w:sz="0" w:space="0" w:color="auto"/>
          </w:divBdr>
        </w:div>
        <w:div w:id="217666806">
          <w:marLeft w:val="0"/>
          <w:marRight w:val="0"/>
          <w:marTop w:val="0"/>
          <w:marBottom w:val="0"/>
          <w:divBdr>
            <w:top w:val="none" w:sz="0" w:space="0" w:color="auto"/>
            <w:left w:val="none" w:sz="0" w:space="0" w:color="auto"/>
            <w:bottom w:val="none" w:sz="0" w:space="0" w:color="auto"/>
            <w:right w:val="none" w:sz="0" w:space="0" w:color="auto"/>
          </w:divBdr>
        </w:div>
      </w:divsChild>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ronharris/Desktop/My%20Sermons2/SS%20Lesson%2015%20-%20A%20Time%20to%20Build%20up%20-%20Fi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SS Lesson 15 - A Time to Build up - Finish.dotx</Template>
  <TotalTime>123</TotalTime>
  <Pages>2</Pages>
  <Words>1580</Words>
  <Characters>9007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17</cp:revision>
  <cp:lastPrinted>2021-07-11T04:20:00Z</cp:lastPrinted>
  <dcterms:created xsi:type="dcterms:W3CDTF">2021-07-11T01:09:00Z</dcterms:created>
  <dcterms:modified xsi:type="dcterms:W3CDTF">2021-07-11T04:44:00Z</dcterms:modified>
</cp:coreProperties>
</file>