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6E271" w14:textId="5599F458" w:rsidR="00D379C8" w:rsidRPr="00BD6672" w:rsidRDefault="00C35104" w:rsidP="009A191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RE</w:t>
      </w:r>
      <w:r w:rsidR="00D3349C">
        <w:rPr>
          <w:rFonts w:ascii="Times New Roman" w:hAnsi="Times New Roman" w:cs="Times New Roman"/>
          <w:b/>
          <w:color w:val="000000" w:themeColor="text1"/>
        </w:rPr>
        <w:t>BUILDING</w:t>
      </w:r>
      <w:r>
        <w:rPr>
          <w:rFonts w:ascii="Times New Roman" w:hAnsi="Times New Roman" w:cs="Times New Roman"/>
          <w:b/>
          <w:color w:val="000000" w:themeColor="text1"/>
        </w:rPr>
        <w:t xml:space="preserve"> </w:t>
      </w:r>
      <w:r w:rsidR="00D3349C">
        <w:rPr>
          <w:rFonts w:ascii="Times New Roman" w:hAnsi="Times New Roman" w:cs="Times New Roman"/>
          <w:b/>
          <w:color w:val="000000" w:themeColor="text1"/>
        </w:rPr>
        <w:t>BROKEN TRUST</w:t>
      </w:r>
    </w:p>
    <w:p w14:paraId="47C9E596" w14:textId="2D4A9FFE" w:rsidR="00EA7D9A" w:rsidRPr="00BD6672" w:rsidRDefault="00190916" w:rsidP="00325823">
      <w:pPr>
        <w:jc w:val="center"/>
        <w:outlineLvl w:val="0"/>
        <w:rPr>
          <w:rFonts w:ascii="Times New Roman" w:hAnsi="Times New Roman" w:cs="Times New Roman"/>
          <w:color w:val="000000" w:themeColor="text1"/>
        </w:rPr>
      </w:pPr>
      <w:r w:rsidRPr="00BD6672">
        <w:rPr>
          <w:rFonts w:ascii="Times New Roman" w:hAnsi="Times New Roman" w:cs="Times New Roman"/>
          <w:color w:val="000000" w:themeColor="text1"/>
        </w:rPr>
        <w:t>Sunday School Lesson</w:t>
      </w:r>
      <w:r w:rsidR="00755456" w:rsidRPr="00BD6672">
        <w:rPr>
          <w:rFonts w:ascii="Times New Roman" w:hAnsi="Times New Roman" w:cs="Times New Roman"/>
          <w:color w:val="000000" w:themeColor="text1"/>
        </w:rPr>
        <w:t xml:space="preserve"> </w:t>
      </w:r>
      <w:r w:rsidR="00600D04">
        <w:rPr>
          <w:rFonts w:ascii="Times New Roman" w:hAnsi="Times New Roman" w:cs="Times New Roman"/>
          <w:color w:val="000000" w:themeColor="text1"/>
        </w:rPr>
        <w:t>1</w:t>
      </w:r>
      <w:r w:rsidR="007D1C89">
        <w:rPr>
          <w:rFonts w:ascii="Times New Roman" w:hAnsi="Times New Roman" w:cs="Times New Roman"/>
          <w:color w:val="000000" w:themeColor="text1"/>
        </w:rPr>
        <w:t>3</w:t>
      </w:r>
    </w:p>
    <w:p w14:paraId="277991D9" w14:textId="0CA562ED" w:rsidR="008C25B5" w:rsidRPr="00BD6672" w:rsidRDefault="009A786D" w:rsidP="008C25B5">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FORMER THINGS</w:t>
      </w:r>
    </w:p>
    <w:p w14:paraId="7DDCE9F3" w14:textId="4ABD0742" w:rsidR="006C01AD" w:rsidRPr="00BD6672" w:rsidRDefault="008E2BE6" w:rsidP="00325823">
      <w:pPr>
        <w:jc w:val="center"/>
        <w:outlineLvl w:val="0"/>
        <w:rPr>
          <w:rFonts w:ascii="Times New Roman" w:hAnsi="Times New Roman" w:cs="Times New Roman"/>
          <w:i/>
          <w:iCs/>
          <w:color w:val="000000" w:themeColor="text1"/>
        </w:rPr>
      </w:pPr>
      <w:r>
        <w:rPr>
          <w:rFonts w:ascii="Times New Roman" w:hAnsi="Times New Roman" w:cs="Times New Roman"/>
          <w:iCs/>
          <w:color w:val="000000" w:themeColor="text1"/>
        </w:rPr>
        <w:t>Proverbs 25:19</w:t>
      </w:r>
    </w:p>
    <w:p w14:paraId="1F08115B" w14:textId="192D3483" w:rsidR="00897755" w:rsidRPr="00BD6672" w:rsidRDefault="00A37059" w:rsidP="00FA6C77">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5</w:t>
      </w:r>
      <w:r w:rsidR="00E01081" w:rsidRPr="00BD6672">
        <w:rPr>
          <w:rFonts w:ascii="Times New Roman" w:hAnsi="Times New Roman" w:cs="Times New Roman"/>
          <w:color w:val="000000" w:themeColor="text1"/>
        </w:rPr>
        <w:t>/</w:t>
      </w:r>
      <w:r>
        <w:rPr>
          <w:rFonts w:ascii="Times New Roman" w:hAnsi="Times New Roman" w:cs="Times New Roman"/>
          <w:color w:val="000000" w:themeColor="text1"/>
        </w:rPr>
        <w:t>1/</w:t>
      </w:r>
      <w:r w:rsidR="00E93333" w:rsidRPr="00BD6672">
        <w:rPr>
          <w:rFonts w:ascii="Times New Roman" w:hAnsi="Times New Roman" w:cs="Times New Roman"/>
          <w:color w:val="000000" w:themeColor="text1"/>
        </w:rPr>
        <w:t>20</w:t>
      </w:r>
      <w:r w:rsidR="00693151" w:rsidRPr="00BD6672">
        <w:rPr>
          <w:rFonts w:ascii="Times New Roman" w:hAnsi="Times New Roman" w:cs="Times New Roman"/>
          <w:color w:val="000000" w:themeColor="text1"/>
        </w:rPr>
        <w:t>2</w:t>
      </w:r>
      <w:r w:rsidR="0090777E">
        <w:rPr>
          <w:rFonts w:ascii="Times New Roman" w:hAnsi="Times New Roman" w:cs="Times New Roman"/>
          <w:color w:val="000000" w:themeColor="text1"/>
        </w:rPr>
        <w:t>2</w:t>
      </w:r>
    </w:p>
    <w:p w14:paraId="138E9020" w14:textId="77777777" w:rsidR="00173CDE" w:rsidRPr="00BD6672" w:rsidRDefault="00173CDE" w:rsidP="002B56AA">
      <w:pPr>
        <w:rPr>
          <w:rFonts w:ascii="Times New Roman" w:hAnsi="Times New Roman" w:cs="Times New Roman"/>
          <w:color w:val="000000" w:themeColor="text1"/>
          <w:sz w:val="32"/>
          <w:szCs w:val="32"/>
        </w:rPr>
      </w:pPr>
    </w:p>
    <w:p w14:paraId="16427613" w14:textId="4D38E5A6" w:rsidR="00344E02" w:rsidRPr="00344A51" w:rsidRDefault="00897755" w:rsidP="00770A71">
      <w:pPr>
        <w:jc w:val="both"/>
        <w:rPr>
          <w:rFonts w:ascii="Times New Roman" w:hAnsi="Times New Roman" w:cs="Times New Roman"/>
          <w:iCs/>
          <w:color w:val="000000" w:themeColor="text1"/>
          <w:sz w:val="20"/>
          <w:szCs w:val="20"/>
        </w:rPr>
      </w:pPr>
      <w:r w:rsidRPr="00BD6672">
        <w:rPr>
          <w:rFonts w:ascii="Times New Roman" w:hAnsi="Times New Roman" w:cs="Times New Roman"/>
          <w:b/>
          <w:color w:val="000000" w:themeColor="text1"/>
          <w:sz w:val="20"/>
          <w:szCs w:val="20"/>
        </w:rPr>
        <w:t>Introduction:</w:t>
      </w:r>
      <w:r w:rsidR="000B15C8" w:rsidRPr="00BD6672">
        <w:rPr>
          <w:rFonts w:ascii="Times New Roman" w:hAnsi="Times New Roman" w:cs="Times New Roman"/>
          <w:color w:val="000000" w:themeColor="text1"/>
          <w:sz w:val="20"/>
          <w:szCs w:val="20"/>
        </w:rPr>
        <w:t xml:space="preserve"> </w:t>
      </w:r>
      <w:r w:rsidR="00CC7E80">
        <w:rPr>
          <w:rFonts w:ascii="Times New Roman" w:hAnsi="Times New Roman" w:cs="Times New Roman"/>
          <w:iCs/>
          <w:color w:val="000000" w:themeColor="text1"/>
          <w:sz w:val="20"/>
          <w:szCs w:val="20"/>
        </w:rPr>
        <w:t>We’ve spent two lessons thus far discussing how to rebuild broken trust, yet there are still more truths to be considered this morning on this particular topic. In fact, it’s very likely that we will still have one more lesson next week to ensure that we understand the full scope of how to rebuild broken trust. To start our lesson, let’s review the eight major statements that have already been given. 1.) T</w:t>
      </w:r>
      <w:r w:rsidR="00CD1050">
        <w:rPr>
          <w:rFonts w:ascii="Times New Roman" w:hAnsi="Times New Roman" w:cs="Times New Roman"/>
          <w:iCs/>
          <w:color w:val="000000" w:themeColor="text1"/>
          <w:sz w:val="20"/>
          <w:szCs w:val="20"/>
        </w:rPr>
        <w:t xml:space="preserve">he trust of every believer must be in the Lord far above any person. </w:t>
      </w:r>
      <w:r w:rsidR="00CC7E80">
        <w:rPr>
          <w:rFonts w:ascii="Times New Roman" w:hAnsi="Times New Roman" w:cs="Times New Roman"/>
          <w:iCs/>
          <w:color w:val="000000" w:themeColor="text1"/>
          <w:sz w:val="20"/>
          <w:szCs w:val="20"/>
        </w:rPr>
        <w:t>2.) T</w:t>
      </w:r>
      <w:r w:rsidR="00CD1050">
        <w:rPr>
          <w:rFonts w:ascii="Times New Roman" w:hAnsi="Times New Roman" w:cs="Times New Roman"/>
          <w:iCs/>
          <w:color w:val="000000" w:themeColor="text1"/>
          <w:sz w:val="20"/>
          <w:szCs w:val="20"/>
        </w:rPr>
        <w:t xml:space="preserve">he trust of every believer is not to be blindly given out to any person. </w:t>
      </w:r>
      <w:r w:rsidR="00CC7E80">
        <w:rPr>
          <w:rFonts w:ascii="Times New Roman" w:hAnsi="Times New Roman" w:cs="Times New Roman"/>
          <w:iCs/>
          <w:color w:val="000000" w:themeColor="text1"/>
          <w:sz w:val="20"/>
          <w:szCs w:val="20"/>
        </w:rPr>
        <w:t>3.) T</w:t>
      </w:r>
      <w:r w:rsidR="00CD1050">
        <w:rPr>
          <w:rFonts w:ascii="Times New Roman" w:hAnsi="Times New Roman" w:cs="Times New Roman"/>
          <w:iCs/>
          <w:color w:val="000000" w:themeColor="text1"/>
          <w:sz w:val="20"/>
          <w:szCs w:val="20"/>
        </w:rPr>
        <w:t xml:space="preserve">he trust of every believer is in God’s Spirit working in any person. </w:t>
      </w:r>
      <w:r w:rsidR="00CC7E80">
        <w:rPr>
          <w:rFonts w:ascii="Times New Roman" w:hAnsi="Times New Roman" w:cs="Times New Roman"/>
          <w:iCs/>
          <w:color w:val="000000" w:themeColor="text1"/>
          <w:sz w:val="20"/>
          <w:szCs w:val="20"/>
        </w:rPr>
        <w:t>4.) The</w:t>
      </w:r>
      <w:r w:rsidR="00CD1050">
        <w:rPr>
          <w:rFonts w:ascii="Times New Roman" w:hAnsi="Times New Roman" w:cs="Times New Roman"/>
          <w:iCs/>
          <w:color w:val="000000" w:themeColor="text1"/>
          <w:sz w:val="20"/>
          <w:szCs w:val="20"/>
        </w:rPr>
        <w:t xml:space="preserve"> trust of every believer is in the truth above any person. </w:t>
      </w:r>
      <w:r w:rsidR="00CC7E80">
        <w:rPr>
          <w:rFonts w:ascii="Times New Roman" w:hAnsi="Times New Roman" w:cs="Times New Roman"/>
          <w:iCs/>
          <w:color w:val="000000" w:themeColor="text1"/>
          <w:sz w:val="20"/>
          <w:szCs w:val="20"/>
        </w:rPr>
        <w:t>5.) There must be healing of the pain that comes from broken trust. 6.) There must be honesty of the past in order to rebuild broken trust. 7.) There must be honesty in the present in order to reb</w:t>
      </w:r>
      <w:r w:rsidR="0040440E">
        <w:rPr>
          <w:rFonts w:ascii="Times New Roman" w:hAnsi="Times New Roman" w:cs="Times New Roman"/>
          <w:iCs/>
          <w:color w:val="000000" w:themeColor="text1"/>
          <w:sz w:val="20"/>
          <w:szCs w:val="20"/>
        </w:rPr>
        <w:t xml:space="preserve">uild broken trust. 8.) There must be hope in order to rebuild broken trust. We did not get to spend much time on this last point in the prior lesson. Trust and faith are built upon hope. We trust in someone, and we hope that they will follow through on what they say they will do. We trust in the Lord, and He is our hope for eternal life. </w:t>
      </w:r>
      <w:r w:rsidR="007A388C">
        <w:rPr>
          <w:rFonts w:ascii="Times New Roman" w:hAnsi="Times New Roman" w:cs="Times New Roman"/>
          <w:iCs/>
          <w:color w:val="000000" w:themeColor="text1"/>
          <w:sz w:val="20"/>
          <w:szCs w:val="20"/>
        </w:rPr>
        <w:t>We are going to continue in this thought of hope and rebuilding trust in today’s lesson by looking at some specific ways to ensure that rebuilding of trust can actually happen.</w:t>
      </w:r>
    </w:p>
    <w:p w14:paraId="208C9402" w14:textId="77777777" w:rsidR="00A83F03" w:rsidRPr="00413D4C" w:rsidRDefault="00A83F03" w:rsidP="00A83F03">
      <w:pPr>
        <w:jc w:val="both"/>
        <w:rPr>
          <w:rFonts w:ascii="Times New Roman" w:hAnsi="Times New Roman" w:cs="Times New Roman"/>
          <w:b/>
          <w:bCs/>
          <w:color w:val="000000" w:themeColor="text1"/>
          <w:sz w:val="20"/>
          <w:szCs w:val="20"/>
        </w:rPr>
      </w:pPr>
    </w:p>
    <w:p w14:paraId="4C16D07D" w14:textId="6ECD2E4C" w:rsidR="00A83F03" w:rsidRPr="00BD6672" w:rsidRDefault="007A509F" w:rsidP="00A83F03">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TH</w:t>
      </w:r>
      <w:r w:rsidR="00494CFD">
        <w:rPr>
          <w:rFonts w:ascii="Times New Roman" w:hAnsi="Times New Roman" w:cs="Times New Roman"/>
          <w:b/>
          <w:bCs/>
          <w:color w:val="000000" w:themeColor="text1"/>
          <w:sz w:val="20"/>
          <w:szCs w:val="20"/>
        </w:rPr>
        <w:t xml:space="preserve">ERE MUST BE </w:t>
      </w:r>
      <w:r w:rsidR="004172C3">
        <w:rPr>
          <w:rFonts w:ascii="Times New Roman" w:hAnsi="Times New Roman" w:cs="Times New Roman"/>
          <w:b/>
          <w:bCs/>
          <w:color w:val="000000" w:themeColor="text1"/>
          <w:sz w:val="20"/>
          <w:szCs w:val="20"/>
        </w:rPr>
        <w:t>A REASONABLE PATH GIVEN FOR THE REBUILDING OF TRUST.</w:t>
      </w:r>
    </w:p>
    <w:p w14:paraId="22493B5B" w14:textId="77777777" w:rsidR="00A83F03" w:rsidRPr="00BD6672" w:rsidRDefault="00A83F03" w:rsidP="00A83F03">
      <w:pPr>
        <w:pStyle w:val="ListParagraph"/>
        <w:ind w:left="360"/>
        <w:jc w:val="both"/>
        <w:rPr>
          <w:rFonts w:ascii="Times New Roman" w:hAnsi="Times New Roman" w:cs="Times New Roman"/>
          <w:color w:val="000000" w:themeColor="text1"/>
          <w:sz w:val="12"/>
          <w:szCs w:val="12"/>
        </w:rPr>
      </w:pPr>
    </w:p>
    <w:p w14:paraId="6E76D3C5" w14:textId="17B66B34" w:rsidR="00A83F03" w:rsidRPr="00BD6672" w:rsidRDefault="00A83F03" w:rsidP="00A83F03">
      <w:pPr>
        <w:pStyle w:val="ListParagraph"/>
        <w:numPr>
          <w:ilvl w:val="0"/>
          <w:numId w:val="6"/>
        </w:numPr>
        <w:jc w:val="both"/>
        <w:rPr>
          <w:rFonts w:ascii="Times New Roman" w:hAnsi="Times New Roman" w:cs="Times New Roman"/>
          <w:b/>
          <w:bCs/>
          <w:color w:val="000000" w:themeColor="text1"/>
          <w:sz w:val="12"/>
          <w:szCs w:val="12"/>
        </w:rPr>
      </w:pPr>
      <w:r w:rsidRPr="00BD6672">
        <w:rPr>
          <w:rFonts w:ascii="Times New Roman" w:hAnsi="Times New Roman" w:cs="Times New Roman"/>
          <w:b/>
          <w:bCs/>
          <w:color w:val="000000" w:themeColor="text1"/>
          <w:sz w:val="20"/>
          <w:szCs w:val="20"/>
        </w:rPr>
        <w:t xml:space="preserve">Notice </w:t>
      </w:r>
      <w:r w:rsidR="00843637">
        <w:rPr>
          <w:rFonts w:ascii="Times New Roman" w:hAnsi="Times New Roman" w:cs="Times New Roman"/>
          <w:b/>
          <w:bCs/>
          <w:color w:val="000000" w:themeColor="text1"/>
          <w:sz w:val="20"/>
          <w:szCs w:val="20"/>
        </w:rPr>
        <w:t xml:space="preserve">that </w:t>
      </w:r>
      <w:r w:rsidR="00893D71">
        <w:rPr>
          <w:rFonts w:ascii="Times New Roman" w:hAnsi="Times New Roman" w:cs="Times New Roman"/>
          <w:b/>
          <w:bCs/>
          <w:color w:val="000000" w:themeColor="text1"/>
          <w:sz w:val="20"/>
          <w:szCs w:val="20"/>
        </w:rPr>
        <w:t xml:space="preserve">the believer must be reasonable in his expectations as he proves who and what are trustworthy </w:t>
      </w:r>
      <w:r>
        <w:rPr>
          <w:rFonts w:ascii="Times New Roman" w:hAnsi="Times New Roman" w:cs="Times New Roman"/>
          <w:b/>
          <w:bCs/>
          <w:color w:val="000000" w:themeColor="text1"/>
          <w:sz w:val="20"/>
          <w:szCs w:val="20"/>
        </w:rPr>
        <w:t>(</w:t>
      </w:r>
      <w:r w:rsidR="00C22851">
        <w:rPr>
          <w:rFonts w:ascii="Times New Roman" w:hAnsi="Times New Roman" w:cs="Times New Roman"/>
          <w:b/>
          <w:bCs/>
          <w:color w:val="000000" w:themeColor="text1"/>
          <w:sz w:val="20"/>
          <w:szCs w:val="20"/>
        </w:rPr>
        <w:t>Gen</w:t>
      </w:r>
      <w:r w:rsidR="00893D71">
        <w:rPr>
          <w:rFonts w:ascii="Times New Roman" w:hAnsi="Times New Roman" w:cs="Times New Roman"/>
          <w:b/>
          <w:bCs/>
          <w:color w:val="000000" w:themeColor="text1"/>
          <w:sz w:val="20"/>
          <w:szCs w:val="20"/>
        </w:rPr>
        <w:t>.</w:t>
      </w:r>
      <w:r w:rsidR="00C22851">
        <w:rPr>
          <w:rFonts w:ascii="Times New Roman" w:hAnsi="Times New Roman" w:cs="Times New Roman"/>
          <w:b/>
          <w:bCs/>
          <w:color w:val="000000" w:themeColor="text1"/>
          <w:sz w:val="20"/>
          <w:szCs w:val="20"/>
        </w:rPr>
        <w:t xml:space="preserve"> 42:15-16; Exodus 16:4; 20:20; </w:t>
      </w:r>
      <w:r w:rsidR="00355284">
        <w:rPr>
          <w:rFonts w:ascii="Times New Roman" w:hAnsi="Times New Roman" w:cs="Times New Roman"/>
          <w:b/>
          <w:bCs/>
          <w:color w:val="000000" w:themeColor="text1"/>
          <w:sz w:val="20"/>
          <w:szCs w:val="20"/>
        </w:rPr>
        <w:t>P</w:t>
      </w:r>
      <w:r w:rsidR="00C22851">
        <w:rPr>
          <w:rFonts w:ascii="Times New Roman" w:hAnsi="Times New Roman" w:cs="Times New Roman"/>
          <w:b/>
          <w:bCs/>
          <w:color w:val="000000" w:themeColor="text1"/>
          <w:sz w:val="20"/>
          <w:szCs w:val="20"/>
        </w:rPr>
        <w:t>salm 26:2; Dan</w:t>
      </w:r>
      <w:r w:rsidR="00893D71">
        <w:rPr>
          <w:rFonts w:ascii="Times New Roman" w:hAnsi="Times New Roman" w:cs="Times New Roman"/>
          <w:b/>
          <w:bCs/>
          <w:color w:val="000000" w:themeColor="text1"/>
          <w:sz w:val="20"/>
          <w:szCs w:val="20"/>
        </w:rPr>
        <w:t>.</w:t>
      </w:r>
      <w:r w:rsidR="00C22851">
        <w:rPr>
          <w:rFonts w:ascii="Times New Roman" w:hAnsi="Times New Roman" w:cs="Times New Roman"/>
          <w:b/>
          <w:bCs/>
          <w:color w:val="000000" w:themeColor="text1"/>
          <w:sz w:val="20"/>
          <w:szCs w:val="20"/>
        </w:rPr>
        <w:t xml:space="preserve"> 1:12-14; Mal</w:t>
      </w:r>
      <w:r w:rsidR="00893D71">
        <w:rPr>
          <w:rFonts w:ascii="Times New Roman" w:hAnsi="Times New Roman" w:cs="Times New Roman"/>
          <w:b/>
          <w:bCs/>
          <w:color w:val="000000" w:themeColor="text1"/>
          <w:sz w:val="20"/>
          <w:szCs w:val="20"/>
        </w:rPr>
        <w:t>.</w:t>
      </w:r>
      <w:r w:rsidR="00C22851">
        <w:rPr>
          <w:rFonts w:ascii="Times New Roman" w:hAnsi="Times New Roman" w:cs="Times New Roman"/>
          <w:b/>
          <w:bCs/>
          <w:color w:val="000000" w:themeColor="text1"/>
          <w:sz w:val="20"/>
          <w:szCs w:val="20"/>
        </w:rPr>
        <w:t xml:space="preserve"> 3:l0; 2 Cor</w:t>
      </w:r>
      <w:r w:rsidR="00893D71">
        <w:rPr>
          <w:rFonts w:ascii="Times New Roman" w:hAnsi="Times New Roman" w:cs="Times New Roman"/>
          <w:b/>
          <w:bCs/>
          <w:color w:val="000000" w:themeColor="text1"/>
          <w:sz w:val="20"/>
          <w:szCs w:val="20"/>
        </w:rPr>
        <w:t>.</w:t>
      </w:r>
      <w:r w:rsidR="00C22851">
        <w:rPr>
          <w:rFonts w:ascii="Times New Roman" w:hAnsi="Times New Roman" w:cs="Times New Roman"/>
          <w:b/>
          <w:bCs/>
          <w:color w:val="000000" w:themeColor="text1"/>
          <w:sz w:val="20"/>
          <w:szCs w:val="20"/>
        </w:rPr>
        <w:t xml:space="preserve"> 8:8</w:t>
      </w:r>
      <w:r w:rsidR="00355284">
        <w:rPr>
          <w:rFonts w:ascii="Times New Roman" w:hAnsi="Times New Roman" w:cs="Times New Roman"/>
          <w:b/>
          <w:bCs/>
          <w:color w:val="000000" w:themeColor="text1"/>
          <w:sz w:val="20"/>
          <w:szCs w:val="20"/>
        </w:rPr>
        <w:t>).</w:t>
      </w:r>
      <w:r w:rsidR="00DB2C45">
        <w:rPr>
          <w:rFonts w:ascii="Times New Roman" w:hAnsi="Times New Roman" w:cs="Times New Roman"/>
          <w:b/>
          <w:bCs/>
          <w:color w:val="000000" w:themeColor="text1"/>
          <w:sz w:val="20"/>
          <w:szCs w:val="20"/>
        </w:rPr>
        <w:t xml:space="preserve"> </w:t>
      </w:r>
      <w:r w:rsidR="00893D71">
        <w:rPr>
          <w:rFonts w:ascii="Times New Roman" w:hAnsi="Times New Roman" w:cs="Times New Roman"/>
          <w:color w:val="000000" w:themeColor="text1"/>
          <w:sz w:val="20"/>
          <w:szCs w:val="20"/>
        </w:rPr>
        <w:t xml:space="preserve">In our second observation in this topic, we recognized that the trust of a believer is not to be blindly given out. We noted that it is the job of every believer to prove all things. </w:t>
      </w:r>
      <w:r w:rsidR="0064034D">
        <w:rPr>
          <w:rFonts w:ascii="Times New Roman" w:hAnsi="Times New Roman" w:cs="Times New Roman"/>
          <w:color w:val="000000" w:themeColor="text1"/>
          <w:sz w:val="20"/>
          <w:szCs w:val="20"/>
        </w:rPr>
        <w:t xml:space="preserve">Consequently, when it comes to giving trust back to someone who has previously broken that trust, </w:t>
      </w:r>
      <w:r w:rsidR="00955A12">
        <w:rPr>
          <w:rFonts w:ascii="Times New Roman" w:hAnsi="Times New Roman" w:cs="Times New Roman"/>
          <w:color w:val="000000" w:themeColor="text1"/>
          <w:sz w:val="20"/>
          <w:szCs w:val="20"/>
        </w:rPr>
        <w:t>it is</w:t>
      </w:r>
      <w:r w:rsidR="009672B7">
        <w:rPr>
          <w:rFonts w:ascii="Times New Roman" w:hAnsi="Times New Roman" w:cs="Times New Roman"/>
          <w:color w:val="000000" w:themeColor="text1"/>
          <w:sz w:val="20"/>
          <w:szCs w:val="20"/>
        </w:rPr>
        <w:t xml:space="preserve"> a</w:t>
      </w:r>
      <w:r w:rsidR="00955A12">
        <w:rPr>
          <w:rFonts w:ascii="Times New Roman" w:hAnsi="Times New Roman" w:cs="Times New Roman"/>
          <w:color w:val="000000" w:themeColor="text1"/>
          <w:sz w:val="20"/>
          <w:szCs w:val="20"/>
        </w:rPr>
        <w:t xml:space="preserve"> </w:t>
      </w:r>
      <w:r w:rsidR="009672B7">
        <w:rPr>
          <w:rFonts w:ascii="Times New Roman" w:hAnsi="Times New Roman" w:cs="Times New Roman"/>
          <w:color w:val="000000" w:themeColor="text1"/>
          <w:sz w:val="20"/>
          <w:szCs w:val="20"/>
        </w:rPr>
        <w:t>responsible thing</w:t>
      </w:r>
      <w:r w:rsidR="00955A12">
        <w:rPr>
          <w:rFonts w:ascii="Times New Roman" w:hAnsi="Times New Roman" w:cs="Times New Roman"/>
          <w:color w:val="000000" w:themeColor="text1"/>
          <w:sz w:val="20"/>
          <w:szCs w:val="20"/>
        </w:rPr>
        <w:t xml:space="preserve"> to precede that return of trust with some</w:t>
      </w:r>
      <w:r w:rsidR="009672B7">
        <w:rPr>
          <w:rFonts w:ascii="Times New Roman" w:hAnsi="Times New Roman" w:cs="Times New Roman"/>
          <w:color w:val="000000" w:themeColor="text1"/>
          <w:sz w:val="20"/>
          <w:szCs w:val="20"/>
        </w:rPr>
        <w:t xml:space="preserve"> reasonable</w:t>
      </w:r>
      <w:r w:rsidR="00955A12">
        <w:rPr>
          <w:rFonts w:ascii="Times New Roman" w:hAnsi="Times New Roman" w:cs="Times New Roman"/>
          <w:color w:val="000000" w:themeColor="text1"/>
          <w:sz w:val="20"/>
          <w:szCs w:val="20"/>
        </w:rPr>
        <w:t xml:space="preserve"> proving.</w:t>
      </w:r>
      <w:r w:rsidR="009672B7">
        <w:rPr>
          <w:rFonts w:ascii="Times New Roman" w:hAnsi="Times New Roman" w:cs="Times New Roman"/>
          <w:color w:val="000000" w:themeColor="text1"/>
          <w:sz w:val="20"/>
          <w:szCs w:val="20"/>
        </w:rPr>
        <w:t xml:space="preserve"> Notice the use of the word </w:t>
      </w:r>
      <w:r w:rsidR="009672B7">
        <w:rPr>
          <w:rFonts w:ascii="Times New Roman" w:hAnsi="Times New Roman" w:cs="Times New Roman"/>
          <w:i/>
          <w:iCs/>
          <w:color w:val="000000" w:themeColor="text1"/>
          <w:sz w:val="20"/>
          <w:szCs w:val="20"/>
        </w:rPr>
        <w:t>reasonable</w:t>
      </w:r>
      <w:r w:rsidR="009672B7">
        <w:rPr>
          <w:rFonts w:ascii="Times New Roman" w:hAnsi="Times New Roman" w:cs="Times New Roman"/>
          <w:color w:val="000000" w:themeColor="text1"/>
          <w:sz w:val="20"/>
          <w:szCs w:val="20"/>
        </w:rPr>
        <w:t>. Not all proving is reasonable. There should be a specific path of proving set forth that is consistent with the offense that was committed, and it must also be consistent with what our Biblical expectations should be. Some situations are easier than others to set the path forward, as the Bible gives clear direction on how to handle the matter. At other times, we must trust the leading of the Holy Spirit to direct us on a reasonable path of proving. When Joseph’s brothers came to him in Egypt, he did not immediately trust them.</w:t>
      </w:r>
      <w:r w:rsidR="00B245B6">
        <w:rPr>
          <w:rFonts w:ascii="Times New Roman" w:hAnsi="Times New Roman" w:cs="Times New Roman"/>
          <w:color w:val="000000" w:themeColor="text1"/>
          <w:sz w:val="20"/>
          <w:szCs w:val="20"/>
        </w:rPr>
        <w:t xml:space="preserve"> Instead, he proved them by having them bring his little brother. This was consistent with their offense.</w:t>
      </w:r>
      <w:r w:rsidR="009672B7">
        <w:rPr>
          <w:rFonts w:ascii="Times New Roman" w:hAnsi="Times New Roman" w:cs="Times New Roman"/>
          <w:color w:val="000000" w:themeColor="text1"/>
          <w:sz w:val="20"/>
          <w:szCs w:val="20"/>
        </w:rPr>
        <w:t xml:space="preserve">  </w:t>
      </w:r>
    </w:p>
    <w:p w14:paraId="5FA711DE" w14:textId="77777777" w:rsidR="00A83F03" w:rsidRPr="00BD6672" w:rsidRDefault="00A83F03" w:rsidP="00A83F03">
      <w:pPr>
        <w:pStyle w:val="ListParagraph"/>
        <w:ind w:left="1080"/>
        <w:jc w:val="both"/>
        <w:rPr>
          <w:rFonts w:ascii="Times New Roman" w:hAnsi="Times New Roman" w:cs="Times New Roman"/>
          <w:b/>
          <w:bCs/>
          <w:color w:val="000000" w:themeColor="text1"/>
          <w:sz w:val="12"/>
          <w:szCs w:val="12"/>
        </w:rPr>
      </w:pPr>
    </w:p>
    <w:p w14:paraId="276561AB" w14:textId="4F8C9B3A" w:rsidR="00A83F03" w:rsidRPr="00BD6672" w:rsidRDefault="00A83F03" w:rsidP="00A83F03">
      <w:pPr>
        <w:pStyle w:val="ListParagraph"/>
        <w:numPr>
          <w:ilvl w:val="0"/>
          <w:numId w:val="6"/>
        </w:numPr>
        <w:jc w:val="both"/>
        <w:rPr>
          <w:rFonts w:ascii="Times New Roman" w:hAnsi="Times New Roman" w:cs="Times New Roman"/>
          <w:color w:val="000000" w:themeColor="text1"/>
          <w:sz w:val="20"/>
          <w:szCs w:val="20"/>
        </w:rPr>
      </w:pPr>
      <w:r w:rsidRPr="00BD6672">
        <w:rPr>
          <w:rFonts w:ascii="Times New Roman" w:hAnsi="Times New Roman" w:cs="Times New Roman"/>
          <w:b/>
          <w:bCs/>
          <w:color w:val="000000" w:themeColor="text1"/>
          <w:sz w:val="20"/>
          <w:szCs w:val="20"/>
        </w:rPr>
        <w:t>Notice that</w:t>
      </w:r>
      <w:r w:rsidR="003234B6">
        <w:rPr>
          <w:rFonts w:ascii="Times New Roman" w:hAnsi="Times New Roman" w:cs="Times New Roman"/>
          <w:b/>
          <w:bCs/>
          <w:color w:val="000000" w:themeColor="text1"/>
          <w:sz w:val="20"/>
          <w:szCs w:val="20"/>
        </w:rPr>
        <w:t xml:space="preserve"> </w:t>
      </w:r>
      <w:r w:rsidR="009A2E73">
        <w:rPr>
          <w:rFonts w:ascii="Times New Roman" w:hAnsi="Times New Roman" w:cs="Times New Roman"/>
          <w:b/>
          <w:bCs/>
          <w:color w:val="000000" w:themeColor="text1"/>
          <w:sz w:val="20"/>
          <w:szCs w:val="20"/>
        </w:rPr>
        <w:t xml:space="preserve">unreasonable proving </w:t>
      </w:r>
      <w:r w:rsidR="00C22851">
        <w:rPr>
          <w:rFonts w:ascii="Times New Roman" w:hAnsi="Times New Roman" w:cs="Times New Roman"/>
          <w:b/>
          <w:bCs/>
          <w:color w:val="000000" w:themeColor="text1"/>
          <w:sz w:val="20"/>
          <w:szCs w:val="20"/>
        </w:rPr>
        <w:t>will produce anger and frustration</w:t>
      </w:r>
      <w:r w:rsidR="003234B6">
        <w:rPr>
          <w:rFonts w:ascii="Times New Roman" w:hAnsi="Times New Roman" w:cs="Times New Roman"/>
          <w:b/>
          <w:bCs/>
          <w:color w:val="000000" w:themeColor="text1"/>
          <w:sz w:val="20"/>
          <w:szCs w:val="20"/>
        </w:rPr>
        <w:t xml:space="preserve"> </w:t>
      </w:r>
      <w:r>
        <w:rPr>
          <w:rFonts w:ascii="Times New Roman" w:hAnsi="Times New Roman" w:cs="Times New Roman"/>
          <w:b/>
          <w:bCs/>
          <w:color w:val="000000" w:themeColor="text1"/>
          <w:sz w:val="20"/>
          <w:szCs w:val="20"/>
        </w:rPr>
        <w:t>(</w:t>
      </w:r>
      <w:r w:rsidR="002B1AA9">
        <w:rPr>
          <w:rFonts w:ascii="Times New Roman" w:hAnsi="Times New Roman" w:cs="Times New Roman"/>
          <w:b/>
          <w:bCs/>
          <w:color w:val="000000" w:themeColor="text1"/>
          <w:sz w:val="20"/>
          <w:szCs w:val="20"/>
        </w:rPr>
        <w:t xml:space="preserve">Galatians 2:11-14; 6:1; </w:t>
      </w:r>
      <w:r w:rsidR="00C22851">
        <w:rPr>
          <w:rFonts w:ascii="Times New Roman" w:hAnsi="Times New Roman" w:cs="Times New Roman"/>
          <w:b/>
          <w:bCs/>
          <w:color w:val="000000" w:themeColor="text1"/>
          <w:sz w:val="20"/>
          <w:szCs w:val="20"/>
        </w:rPr>
        <w:t>Psalm 95:9</w:t>
      </w:r>
      <w:r w:rsidR="005B393D">
        <w:rPr>
          <w:rFonts w:ascii="Times New Roman" w:hAnsi="Times New Roman" w:cs="Times New Roman"/>
          <w:b/>
          <w:bCs/>
          <w:color w:val="000000" w:themeColor="text1"/>
          <w:sz w:val="20"/>
          <w:szCs w:val="20"/>
        </w:rPr>
        <w:t>; Acts 15:28-30</w:t>
      </w:r>
      <w:r>
        <w:rPr>
          <w:rFonts w:ascii="Times New Roman" w:hAnsi="Times New Roman" w:cs="Times New Roman"/>
          <w:b/>
          <w:bCs/>
          <w:color w:val="000000" w:themeColor="text1"/>
          <w:sz w:val="20"/>
          <w:szCs w:val="20"/>
        </w:rPr>
        <w:t>)</w:t>
      </w:r>
      <w:r w:rsidRPr="00BD6672">
        <w:rPr>
          <w:rFonts w:ascii="Times New Roman" w:hAnsi="Times New Roman" w:cs="Times New Roman"/>
          <w:b/>
          <w:bCs/>
          <w:color w:val="000000" w:themeColor="text1"/>
          <w:sz w:val="20"/>
          <w:szCs w:val="20"/>
        </w:rPr>
        <w:t xml:space="preserve">. </w:t>
      </w:r>
      <w:r w:rsidR="00B245B6">
        <w:rPr>
          <w:rFonts w:ascii="Times New Roman" w:hAnsi="Times New Roman" w:cs="Times New Roman"/>
          <w:color w:val="000000" w:themeColor="text1"/>
          <w:sz w:val="20"/>
          <w:szCs w:val="20"/>
        </w:rPr>
        <w:t xml:space="preserve">This thought echoes where we ended the lesson last week. The offender needs to have hope that trust can be built. Unreasonable proving does the opposite of that. It makes the person trying to build trust feel hopeless and despondent. It also produces anger and frustration. A great example of this was the way that the believing Jews treated the believing Gentiles. They were very slow to trust these new Gentile converts. Paul tells us in the book of Galatians that Peter and others had required the Gentiles to prove themselves by doing things that they themselves were not doing. Why would the Gentiles be expected to follow all of the administrative aspects of the Law if Peter himself was not even doing that? When giving our trust to someone else, we tend to hold them to a higher standard than our own selves. Is this fair or just? It certainly does not seem so. </w:t>
      </w:r>
      <w:r w:rsidR="002B1AA9">
        <w:rPr>
          <w:rFonts w:ascii="Times New Roman" w:hAnsi="Times New Roman" w:cs="Times New Roman"/>
          <w:color w:val="000000" w:themeColor="text1"/>
          <w:sz w:val="20"/>
          <w:szCs w:val="20"/>
        </w:rPr>
        <w:t>This is why the Bible commands us to consider ourselves when offering restoration to others. Trust will never be regained if you expect them to never offend or wrong you again. Such an individual would be perfect (James 3:2)!</w:t>
      </w:r>
    </w:p>
    <w:p w14:paraId="6092929D" w14:textId="36EFDDF6" w:rsidR="00AB4772" w:rsidRPr="00BD6672" w:rsidRDefault="00AB4772" w:rsidP="00AB4772">
      <w:pPr>
        <w:jc w:val="both"/>
        <w:rPr>
          <w:rFonts w:ascii="Times New Roman" w:hAnsi="Times New Roman" w:cs="Times New Roman"/>
          <w:color w:val="000000" w:themeColor="text1"/>
          <w:sz w:val="20"/>
          <w:szCs w:val="20"/>
        </w:rPr>
      </w:pPr>
    </w:p>
    <w:p w14:paraId="2FAF1671" w14:textId="08474369" w:rsidR="00BF22DE" w:rsidRPr="00BD6672" w:rsidRDefault="007A509F" w:rsidP="002A2BEF">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THE</w:t>
      </w:r>
      <w:r w:rsidR="00C44AA0">
        <w:rPr>
          <w:rFonts w:ascii="Times New Roman" w:hAnsi="Times New Roman" w:cs="Times New Roman"/>
          <w:b/>
          <w:bCs/>
          <w:color w:val="000000" w:themeColor="text1"/>
          <w:sz w:val="20"/>
          <w:szCs w:val="20"/>
        </w:rPr>
        <w:t xml:space="preserve">RE MUST </w:t>
      </w:r>
      <w:r w:rsidR="002B1AA9">
        <w:rPr>
          <w:rFonts w:ascii="Times New Roman" w:hAnsi="Times New Roman" w:cs="Times New Roman"/>
          <w:b/>
          <w:bCs/>
          <w:color w:val="000000" w:themeColor="text1"/>
          <w:sz w:val="20"/>
          <w:szCs w:val="20"/>
        </w:rPr>
        <w:t xml:space="preserve">BE </w:t>
      </w:r>
      <w:r w:rsidR="00851A31">
        <w:rPr>
          <w:rFonts w:ascii="Times New Roman" w:hAnsi="Times New Roman" w:cs="Times New Roman"/>
          <w:b/>
          <w:bCs/>
          <w:color w:val="000000" w:themeColor="text1"/>
          <w:sz w:val="20"/>
          <w:szCs w:val="20"/>
        </w:rPr>
        <w:t>RESTRICTIVE MEASURES PUT IN PLACE TO HELP REBUILD TRUST</w:t>
      </w:r>
      <w:r w:rsidR="002B1AA9">
        <w:rPr>
          <w:rFonts w:ascii="Times New Roman" w:hAnsi="Times New Roman" w:cs="Times New Roman"/>
          <w:b/>
          <w:bCs/>
          <w:color w:val="000000" w:themeColor="text1"/>
          <w:sz w:val="20"/>
          <w:szCs w:val="20"/>
        </w:rPr>
        <w:t>.</w:t>
      </w:r>
    </w:p>
    <w:p w14:paraId="6AFCB20F" w14:textId="7492BB98" w:rsidR="000E1CC9" w:rsidRPr="00BD6672" w:rsidRDefault="0033757B" w:rsidP="002A2BEF">
      <w:pPr>
        <w:pStyle w:val="ListParagraph"/>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t>
      </w:r>
    </w:p>
    <w:p w14:paraId="3E5DFA6E" w14:textId="13BE06B6" w:rsidR="00EC21DE" w:rsidRPr="00D9122C" w:rsidRDefault="00AB1B82" w:rsidP="00A21C92">
      <w:pPr>
        <w:pStyle w:val="ListParagraph"/>
        <w:numPr>
          <w:ilvl w:val="0"/>
          <w:numId w:val="7"/>
        </w:numPr>
        <w:jc w:val="both"/>
        <w:rPr>
          <w:rFonts w:ascii="Times New Roman" w:hAnsi="Times New Roman" w:cs="Times New Roman"/>
          <w:b/>
          <w:color w:val="000000" w:themeColor="text1"/>
          <w:sz w:val="20"/>
          <w:szCs w:val="20"/>
        </w:rPr>
      </w:pPr>
      <w:r w:rsidRPr="00D9122C">
        <w:rPr>
          <w:rFonts w:ascii="Times New Roman" w:hAnsi="Times New Roman" w:cs="Times New Roman"/>
          <w:b/>
          <w:bCs/>
          <w:color w:val="000000" w:themeColor="text1"/>
          <w:sz w:val="20"/>
          <w:szCs w:val="20"/>
        </w:rPr>
        <w:t>Notice that</w:t>
      </w:r>
      <w:r w:rsidR="00AD51A2" w:rsidRPr="00D9122C">
        <w:rPr>
          <w:rFonts w:ascii="Times New Roman" w:hAnsi="Times New Roman" w:cs="Times New Roman"/>
          <w:b/>
          <w:bCs/>
          <w:color w:val="000000" w:themeColor="text1"/>
          <w:sz w:val="20"/>
          <w:szCs w:val="20"/>
        </w:rPr>
        <w:t xml:space="preserve"> </w:t>
      </w:r>
      <w:r w:rsidR="00C41C5B">
        <w:rPr>
          <w:rFonts w:ascii="Times New Roman" w:hAnsi="Times New Roman" w:cs="Times New Roman"/>
          <w:b/>
          <w:bCs/>
          <w:color w:val="000000" w:themeColor="text1"/>
          <w:sz w:val="20"/>
          <w:szCs w:val="20"/>
        </w:rPr>
        <w:t>separation from the object of the offense gives confidence to the offended party</w:t>
      </w:r>
      <w:r w:rsidR="00D9122C" w:rsidRPr="00D9122C">
        <w:rPr>
          <w:rFonts w:ascii="Times New Roman" w:hAnsi="Times New Roman" w:cs="Times New Roman"/>
          <w:b/>
          <w:bCs/>
          <w:color w:val="000000" w:themeColor="text1"/>
          <w:sz w:val="20"/>
          <w:szCs w:val="20"/>
        </w:rPr>
        <w:t xml:space="preserve"> </w:t>
      </w:r>
      <w:r w:rsidRPr="00D9122C">
        <w:rPr>
          <w:rFonts w:ascii="Times New Roman" w:hAnsi="Times New Roman" w:cs="Times New Roman"/>
          <w:b/>
          <w:bCs/>
          <w:color w:val="000000" w:themeColor="text1"/>
          <w:sz w:val="20"/>
          <w:szCs w:val="20"/>
        </w:rPr>
        <w:t>(</w:t>
      </w:r>
      <w:r w:rsidR="00A61D05">
        <w:rPr>
          <w:rFonts w:ascii="Times New Roman" w:hAnsi="Times New Roman" w:cs="Times New Roman"/>
          <w:b/>
          <w:bCs/>
          <w:color w:val="000000" w:themeColor="text1"/>
          <w:sz w:val="20"/>
          <w:szCs w:val="20"/>
        </w:rPr>
        <w:t>Matthew 5:29; Romans 14:1; James 1:14; 1 Thessalonians 3:5</w:t>
      </w:r>
      <w:r w:rsidR="00721A03">
        <w:rPr>
          <w:rFonts w:ascii="Times New Roman" w:hAnsi="Times New Roman" w:cs="Times New Roman"/>
          <w:b/>
          <w:bCs/>
          <w:color w:val="000000" w:themeColor="text1"/>
          <w:sz w:val="20"/>
          <w:szCs w:val="20"/>
        </w:rPr>
        <w:t>; Galatians 5:16-17; Ps. 119:9</w:t>
      </w:r>
      <w:r w:rsidRPr="00D9122C">
        <w:rPr>
          <w:rFonts w:ascii="Times New Roman" w:hAnsi="Times New Roman" w:cs="Times New Roman"/>
          <w:b/>
          <w:bCs/>
          <w:color w:val="000000" w:themeColor="text1"/>
          <w:sz w:val="20"/>
          <w:szCs w:val="20"/>
        </w:rPr>
        <w:t xml:space="preserve">). </w:t>
      </w:r>
      <w:r w:rsidR="00721A03">
        <w:rPr>
          <w:rFonts w:ascii="Times New Roman" w:hAnsi="Times New Roman" w:cs="Times New Roman"/>
          <w:color w:val="000000" w:themeColor="text1"/>
          <w:sz w:val="20"/>
          <w:szCs w:val="20"/>
        </w:rPr>
        <w:t xml:space="preserve">Separation is a good practice for every believer. The Bible shows us the clear progression that leads to sin. It is a result of the lusts of our flesh. Thus, if we want to have victory, we must resist the flesh. We must place boundaries in our lives to help us continue in victory over the flesh. </w:t>
      </w:r>
      <w:r w:rsidR="00223F6E">
        <w:rPr>
          <w:rFonts w:ascii="Times New Roman" w:hAnsi="Times New Roman" w:cs="Times New Roman"/>
          <w:color w:val="000000" w:themeColor="text1"/>
          <w:sz w:val="20"/>
          <w:szCs w:val="20"/>
        </w:rPr>
        <w:t>Paul said under the inspiration of the Holy Spirit that all things were lawful for him, but all things were not expedient. He would not be brought under the power of any. When we submit ourselves to restrictive measures, it tells others that we are serious about having victory over that offense. If we do nothing but give our word that we will do better, that will not provide sufficient confidence to the one who has been wronged. They need to see that we are abstaining from things that would lead to another offense. This is what Peter told the saints in 1 Peter 2:11-12. Their abstaining was to be the evidence of those speaking ill of them.</w:t>
      </w:r>
    </w:p>
    <w:p w14:paraId="1A440F2A" w14:textId="3D371A1D" w:rsidR="003C3AC9" w:rsidRDefault="003C3AC9" w:rsidP="00EC21DE">
      <w:pPr>
        <w:pStyle w:val="ListParagraph"/>
        <w:ind w:left="1080"/>
        <w:jc w:val="both"/>
        <w:rPr>
          <w:rFonts w:ascii="Times New Roman" w:hAnsi="Times New Roman" w:cs="Times New Roman"/>
          <w:b/>
          <w:color w:val="000000" w:themeColor="text1"/>
          <w:sz w:val="20"/>
          <w:szCs w:val="20"/>
        </w:rPr>
      </w:pPr>
    </w:p>
    <w:p w14:paraId="05F19505" w14:textId="77777777" w:rsidR="0083685C" w:rsidRPr="00EC21DE" w:rsidRDefault="0083685C" w:rsidP="00EC21DE">
      <w:pPr>
        <w:pStyle w:val="ListParagraph"/>
        <w:ind w:left="1080"/>
        <w:jc w:val="both"/>
        <w:rPr>
          <w:rFonts w:ascii="Times New Roman" w:hAnsi="Times New Roman" w:cs="Times New Roman"/>
          <w:b/>
          <w:color w:val="000000" w:themeColor="text1"/>
          <w:sz w:val="20"/>
          <w:szCs w:val="20"/>
        </w:rPr>
      </w:pPr>
    </w:p>
    <w:p w14:paraId="0EC4B045" w14:textId="321CE81A" w:rsidR="00D06AF5" w:rsidRPr="004F369F" w:rsidRDefault="00F6559C" w:rsidP="00CB19DB">
      <w:pPr>
        <w:pStyle w:val="ListParagraph"/>
        <w:numPr>
          <w:ilvl w:val="0"/>
          <w:numId w:val="7"/>
        </w:numPr>
        <w:jc w:val="both"/>
        <w:rPr>
          <w:rFonts w:ascii="Times New Roman" w:hAnsi="Times New Roman" w:cs="Times New Roman"/>
          <w:color w:val="000000" w:themeColor="text1"/>
          <w:sz w:val="20"/>
          <w:szCs w:val="20"/>
        </w:rPr>
      </w:pPr>
      <w:r w:rsidRPr="004F369F">
        <w:rPr>
          <w:rFonts w:ascii="Times New Roman" w:hAnsi="Times New Roman" w:cs="Times New Roman"/>
          <w:b/>
          <w:color w:val="000000" w:themeColor="text1"/>
          <w:sz w:val="20"/>
          <w:szCs w:val="20"/>
        </w:rPr>
        <w:t>Notice that</w:t>
      </w:r>
      <w:r w:rsidR="00763A7E" w:rsidRPr="004F369F">
        <w:rPr>
          <w:rFonts w:ascii="Times New Roman" w:hAnsi="Times New Roman" w:cs="Times New Roman"/>
          <w:b/>
          <w:color w:val="000000" w:themeColor="text1"/>
          <w:sz w:val="20"/>
          <w:szCs w:val="20"/>
        </w:rPr>
        <w:t xml:space="preserve"> </w:t>
      </w:r>
      <w:r w:rsidR="00C41C5B">
        <w:rPr>
          <w:rFonts w:ascii="Times New Roman" w:hAnsi="Times New Roman" w:cs="Times New Roman"/>
          <w:b/>
          <w:color w:val="000000" w:themeColor="text1"/>
          <w:sz w:val="20"/>
          <w:szCs w:val="20"/>
        </w:rPr>
        <w:t>separation from the object of the offense gives confidence to the offending party</w:t>
      </w:r>
      <w:r w:rsidR="00311CA6">
        <w:rPr>
          <w:rFonts w:ascii="Times New Roman" w:hAnsi="Times New Roman" w:cs="Times New Roman"/>
          <w:b/>
          <w:color w:val="000000" w:themeColor="text1"/>
          <w:sz w:val="20"/>
          <w:szCs w:val="20"/>
        </w:rPr>
        <w:t xml:space="preserve"> </w:t>
      </w:r>
      <w:r w:rsidR="00D65E9B" w:rsidRPr="004F369F">
        <w:rPr>
          <w:rFonts w:ascii="Times New Roman" w:hAnsi="Times New Roman" w:cs="Times New Roman"/>
          <w:b/>
          <w:color w:val="000000" w:themeColor="text1"/>
          <w:sz w:val="20"/>
          <w:szCs w:val="20"/>
        </w:rPr>
        <w:t>(</w:t>
      </w:r>
      <w:r w:rsidR="00721A03">
        <w:rPr>
          <w:rFonts w:ascii="Times New Roman" w:hAnsi="Times New Roman" w:cs="Times New Roman"/>
          <w:b/>
          <w:color w:val="000000" w:themeColor="text1"/>
          <w:sz w:val="20"/>
          <w:szCs w:val="20"/>
        </w:rPr>
        <w:t>Hebrews 12:1-2; James 4:7; 1 Corinthians 10:13</w:t>
      </w:r>
      <w:r w:rsidR="006E56F5" w:rsidRPr="004F369F">
        <w:rPr>
          <w:rFonts w:ascii="Times New Roman" w:hAnsi="Times New Roman" w:cs="Times New Roman"/>
          <w:b/>
          <w:bCs/>
          <w:color w:val="000000" w:themeColor="text1"/>
          <w:sz w:val="20"/>
          <w:szCs w:val="20"/>
        </w:rPr>
        <w:t>)</w:t>
      </w:r>
      <w:r w:rsidR="00932403" w:rsidRPr="004F369F">
        <w:rPr>
          <w:rFonts w:ascii="Times New Roman" w:hAnsi="Times New Roman" w:cs="Times New Roman"/>
          <w:b/>
          <w:color w:val="000000" w:themeColor="text1"/>
          <w:sz w:val="20"/>
          <w:szCs w:val="20"/>
        </w:rPr>
        <w:t xml:space="preserve">. </w:t>
      </w:r>
      <w:r w:rsidR="00661F8C">
        <w:rPr>
          <w:rFonts w:ascii="Times New Roman" w:hAnsi="Times New Roman" w:cs="Times New Roman"/>
          <w:bCs/>
          <w:color w:val="000000" w:themeColor="text1"/>
          <w:sz w:val="20"/>
          <w:szCs w:val="20"/>
        </w:rPr>
        <w:t xml:space="preserve">Separation (restrictive measures) not only gives confidence to the offended party, but it will also help the offender to have confidence that he can get victory and be restored. It is so sad to see a large number of people in this current generation, even Christians, who are defeated and seem to think that there is no way for them to be restored. Their sin has a terrible grip on them. They absolutely can have victory over that sin. Unfortunately, they are not very willing to do that which is necessary to get that victory. They just want it to no longer be a problem. They think that through positive thinking or some other easy measure they can get victory. They do not like the idea of restrictive measures. The reason for this is based in pride. </w:t>
      </w:r>
      <w:r w:rsidR="002D4F78">
        <w:rPr>
          <w:rFonts w:ascii="Times New Roman" w:hAnsi="Times New Roman" w:cs="Times New Roman"/>
          <w:bCs/>
          <w:color w:val="000000" w:themeColor="text1"/>
          <w:sz w:val="20"/>
          <w:szCs w:val="20"/>
        </w:rPr>
        <w:t>It is humbling to admit that the besetting sin has taken control over us. Yet, if we will acknowledge the reality of the situation and let a combination of Godly boundaries and Holy Spirit leading do their work, we can gain the confidence that comes through true God-guided victory. That will lead us then to rebuilding trust with others</w:t>
      </w:r>
      <w:r w:rsidR="00E03299">
        <w:rPr>
          <w:rFonts w:ascii="Times New Roman" w:hAnsi="Times New Roman" w:cs="Times New Roman"/>
          <w:bCs/>
          <w:color w:val="000000" w:themeColor="text1"/>
          <w:sz w:val="20"/>
          <w:szCs w:val="20"/>
        </w:rPr>
        <w:t>.</w:t>
      </w:r>
    </w:p>
    <w:p w14:paraId="57751EFC" w14:textId="77777777" w:rsidR="004F369F" w:rsidRPr="004F369F" w:rsidRDefault="004F369F" w:rsidP="004F369F">
      <w:pPr>
        <w:jc w:val="both"/>
        <w:rPr>
          <w:rFonts w:ascii="Times New Roman" w:hAnsi="Times New Roman" w:cs="Times New Roman"/>
          <w:color w:val="000000" w:themeColor="text1"/>
          <w:sz w:val="20"/>
          <w:szCs w:val="20"/>
        </w:rPr>
      </w:pPr>
    </w:p>
    <w:p w14:paraId="5F591984" w14:textId="3B77B591" w:rsidR="008C175E" w:rsidRPr="00BD6672" w:rsidRDefault="00C44AA0"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THERE MUST BE </w:t>
      </w:r>
      <w:r w:rsidR="002D59DC">
        <w:rPr>
          <w:rFonts w:ascii="Times New Roman" w:hAnsi="Times New Roman" w:cs="Times New Roman"/>
          <w:b/>
          <w:bCs/>
          <w:color w:val="000000" w:themeColor="text1"/>
          <w:sz w:val="20"/>
          <w:szCs w:val="20"/>
        </w:rPr>
        <w:t>REAL CHARITY INVOLVED IN THE WORK OF REBUILDING TRUST.</w:t>
      </w:r>
    </w:p>
    <w:p w14:paraId="7834BCC9" w14:textId="03E82EB0" w:rsidR="008C175E" w:rsidRPr="00BD6672" w:rsidRDefault="008C175E" w:rsidP="008C175E">
      <w:pPr>
        <w:pStyle w:val="ListParagraph"/>
        <w:jc w:val="both"/>
        <w:rPr>
          <w:rFonts w:ascii="Times New Roman" w:hAnsi="Times New Roman" w:cs="Times New Roman"/>
          <w:b/>
          <w:bCs/>
          <w:color w:val="000000" w:themeColor="text1"/>
          <w:sz w:val="12"/>
          <w:szCs w:val="12"/>
        </w:rPr>
      </w:pPr>
    </w:p>
    <w:p w14:paraId="70A208A9" w14:textId="18F0547D" w:rsidR="008C175E" w:rsidRPr="00671A71" w:rsidRDefault="0014201F" w:rsidP="00821A77">
      <w:pPr>
        <w:pStyle w:val="ListParagraph"/>
        <w:numPr>
          <w:ilvl w:val="0"/>
          <w:numId w:val="2"/>
        </w:numPr>
        <w:jc w:val="both"/>
        <w:rPr>
          <w:rFonts w:ascii="Times New Roman" w:hAnsi="Times New Roman" w:cs="Times New Roman"/>
          <w:color w:val="000000" w:themeColor="text1"/>
          <w:sz w:val="12"/>
          <w:szCs w:val="12"/>
        </w:rPr>
      </w:pPr>
      <w:r w:rsidRPr="00671A71">
        <w:rPr>
          <w:rFonts w:ascii="Times New Roman" w:hAnsi="Times New Roman" w:cs="Times New Roman"/>
          <w:b/>
          <w:bCs/>
          <w:color w:val="000000" w:themeColor="text1"/>
          <w:sz w:val="20"/>
          <w:szCs w:val="20"/>
        </w:rPr>
        <w:t xml:space="preserve">Notice </w:t>
      </w:r>
      <w:r w:rsidR="00311CA6">
        <w:rPr>
          <w:rFonts w:ascii="Times New Roman" w:hAnsi="Times New Roman" w:cs="Times New Roman"/>
          <w:b/>
          <w:bCs/>
          <w:color w:val="000000" w:themeColor="text1"/>
          <w:sz w:val="20"/>
          <w:szCs w:val="20"/>
        </w:rPr>
        <w:t xml:space="preserve">that </w:t>
      </w:r>
      <w:r w:rsidR="00204AEE">
        <w:rPr>
          <w:rFonts w:ascii="Times New Roman" w:hAnsi="Times New Roman" w:cs="Times New Roman"/>
          <w:b/>
          <w:bCs/>
          <w:color w:val="000000" w:themeColor="text1"/>
          <w:sz w:val="20"/>
          <w:szCs w:val="20"/>
        </w:rPr>
        <w:t>Godly charity suffereth long</w:t>
      </w:r>
      <w:r w:rsidR="005905A1">
        <w:rPr>
          <w:rFonts w:ascii="Times New Roman" w:hAnsi="Times New Roman" w:cs="Times New Roman"/>
          <w:b/>
          <w:bCs/>
          <w:color w:val="000000" w:themeColor="text1"/>
          <w:sz w:val="20"/>
          <w:szCs w:val="20"/>
        </w:rPr>
        <w:t xml:space="preserve"> </w:t>
      </w:r>
      <w:r w:rsidR="00635C49" w:rsidRPr="00671A71">
        <w:rPr>
          <w:rFonts w:ascii="Times New Roman" w:hAnsi="Times New Roman" w:cs="Times New Roman"/>
          <w:b/>
          <w:bCs/>
          <w:color w:val="000000" w:themeColor="text1"/>
          <w:sz w:val="20"/>
          <w:szCs w:val="20"/>
        </w:rPr>
        <w:t>(</w:t>
      </w:r>
      <w:r w:rsidR="00204AEE">
        <w:rPr>
          <w:rFonts w:ascii="Times New Roman" w:hAnsi="Times New Roman" w:cs="Times New Roman"/>
          <w:b/>
          <w:bCs/>
          <w:color w:val="000000" w:themeColor="text1"/>
          <w:sz w:val="20"/>
          <w:szCs w:val="20"/>
        </w:rPr>
        <w:t>1 Corinthians 13:4; Colossians 3:1</w:t>
      </w:r>
      <w:r w:rsidR="00154D4D">
        <w:rPr>
          <w:rFonts w:ascii="Times New Roman" w:hAnsi="Times New Roman" w:cs="Times New Roman"/>
          <w:b/>
          <w:bCs/>
          <w:color w:val="000000" w:themeColor="text1"/>
          <w:sz w:val="20"/>
          <w:szCs w:val="20"/>
        </w:rPr>
        <w:t>2</w:t>
      </w:r>
      <w:r w:rsidR="00204AEE">
        <w:rPr>
          <w:rFonts w:ascii="Times New Roman" w:hAnsi="Times New Roman" w:cs="Times New Roman"/>
          <w:b/>
          <w:bCs/>
          <w:color w:val="000000" w:themeColor="text1"/>
          <w:sz w:val="20"/>
          <w:szCs w:val="20"/>
        </w:rPr>
        <w:t xml:space="preserve">-14; 2 Thessalonians 1:3; </w:t>
      </w:r>
      <w:r w:rsidR="00813017">
        <w:rPr>
          <w:rFonts w:ascii="Times New Roman" w:hAnsi="Times New Roman" w:cs="Times New Roman"/>
          <w:b/>
          <w:bCs/>
          <w:color w:val="000000" w:themeColor="text1"/>
          <w:sz w:val="20"/>
          <w:szCs w:val="20"/>
        </w:rPr>
        <w:t>2 Peter 1:7</w:t>
      </w:r>
      <w:r w:rsidR="00154D4D">
        <w:rPr>
          <w:rFonts w:ascii="Times New Roman" w:hAnsi="Times New Roman" w:cs="Times New Roman"/>
          <w:b/>
          <w:bCs/>
          <w:color w:val="000000" w:themeColor="text1"/>
          <w:sz w:val="20"/>
          <w:szCs w:val="20"/>
        </w:rPr>
        <w:t>; 1 Timothy 1:16</w:t>
      </w:r>
      <w:r w:rsidR="006D35A1">
        <w:rPr>
          <w:rFonts w:ascii="Times New Roman" w:hAnsi="Times New Roman" w:cs="Times New Roman"/>
          <w:b/>
          <w:bCs/>
          <w:color w:val="000000" w:themeColor="text1"/>
          <w:sz w:val="20"/>
          <w:szCs w:val="20"/>
        </w:rPr>
        <w:t>).</w:t>
      </w:r>
      <w:r w:rsidR="00B57D32">
        <w:rPr>
          <w:rFonts w:ascii="Times New Roman" w:hAnsi="Times New Roman" w:cs="Times New Roman"/>
          <w:b/>
          <w:bCs/>
          <w:color w:val="000000" w:themeColor="text1"/>
          <w:sz w:val="20"/>
          <w:szCs w:val="20"/>
        </w:rPr>
        <w:t xml:space="preserve"> </w:t>
      </w:r>
      <w:r w:rsidR="00813017">
        <w:rPr>
          <w:rFonts w:ascii="Times New Roman" w:hAnsi="Times New Roman" w:cs="Times New Roman"/>
          <w:color w:val="000000" w:themeColor="text1"/>
          <w:sz w:val="20"/>
          <w:szCs w:val="20"/>
        </w:rPr>
        <w:t xml:space="preserve">Charity is an absolute necessity if trust in a relationship is ever to be built back up. </w:t>
      </w:r>
      <w:r w:rsidR="00154D4D">
        <w:rPr>
          <w:rFonts w:ascii="Times New Roman" w:hAnsi="Times New Roman" w:cs="Times New Roman"/>
          <w:color w:val="000000" w:themeColor="text1"/>
          <w:sz w:val="20"/>
          <w:szCs w:val="20"/>
        </w:rPr>
        <w:t>Charity is based on the Agape love found throughout the New Testament. It has a slightly different overall definition from just general love found in the Bible. It is only ever used in connection of believers love toward each other. It is never used between believers and God. The sense of the word is love with benevolence and good will. Some like to regard it as an active love. As it relates to rebuilding trust, we see that one of the qualities of charity is that it suffers long. Being longsuffering is an essential trait of the believer, and it is one that resembles the nature of our holy God. If we are not longsuffering, then we will not provide ample and proper opportunities for those who wrong us to make things right and build back up trust. The world definitely does not understand the idea of longsuffering. They think that Christians are foolish for being longsuffering people. Yet, it allows us to be like Christ.</w:t>
      </w:r>
    </w:p>
    <w:p w14:paraId="3CD182A4" w14:textId="77777777" w:rsidR="00671A71" w:rsidRPr="00671A71" w:rsidRDefault="00671A71" w:rsidP="00671A71">
      <w:pPr>
        <w:pStyle w:val="ListParagraph"/>
        <w:ind w:left="1080"/>
        <w:jc w:val="both"/>
        <w:rPr>
          <w:rFonts w:ascii="Times New Roman" w:hAnsi="Times New Roman" w:cs="Times New Roman"/>
          <w:color w:val="000000" w:themeColor="text1"/>
          <w:sz w:val="12"/>
          <w:szCs w:val="12"/>
        </w:rPr>
      </w:pPr>
    </w:p>
    <w:p w14:paraId="3BB293A3" w14:textId="407626B5" w:rsidR="00413D4C" w:rsidRPr="00413D4C" w:rsidRDefault="0014201F" w:rsidP="00413D4C">
      <w:pPr>
        <w:pStyle w:val="ListParagraph"/>
        <w:numPr>
          <w:ilvl w:val="0"/>
          <w:numId w:val="2"/>
        </w:numPr>
        <w:jc w:val="both"/>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Notice that </w:t>
      </w:r>
      <w:r w:rsidR="00204AEE">
        <w:rPr>
          <w:rFonts w:ascii="Times New Roman" w:hAnsi="Times New Roman" w:cs="Times New Roman"/>
          <w:b/>
          <w:bCs/>
          <w:color w:val="000000" w:themeColor="text1"/>
          <w:sz w:val="20"/>
          <w:szCs w:val="20"/>
        </w:rPr>
        <w:t>Godly charity believeth all things</w:t>
      </w:r>
      <w:r w:rsidR="00311CA6">
        <w:rPr>
          <w:rFonts w:ascii="Times New Roman" w:hAnsi="Times New Roman" w:cs="Times New Roman"/>
          <w:b/>
          <w:bCs/>
          <w:color w:val="000000" w:themeColor="text1"/>
          <w:sz w:val="20"/>
          <w:szCs w:val="20"/>
        </w:rPr>
        <w:t xml:space="preserve"> </w:t>
      </w:r>
      <w:r w:rsidR="00FA6176" w:rsidRPr="00413D4C">
        <w:rPr>
          <w:rFonts w:ascii="Times New Roman" w:hAnsi="Times New Roman" w:cs="Times New Roman"/>
          <w:b/>
          <w:bCs/>
          <w:color w:val="000000" w:themeColor="text1"/>
          <w:sz w:val="20"/>
          <w:szCs w:val="20"/>
        </w:rPr>
        <w:t>(</w:t>
      </w:r>
      <w:r w:rsidR="00AC3EE8">
        <w:rPr>
          <w:rFonts w:ascii="Times New Roman" w:hAnsi="Times New Roman" w:cs="Times New Roman"/>
          <w:b/>
          <w:bCs/>
          <w:color w:val="000000" w:themeColor="text1"/>
          <w:sz w:val="20"/>
          <w:szCs w:val="20"/>
        </w:rPr>
        <w:t>1</w:t>
      </w:r>
      <w:r w:rsidR="00204AEE">
        <w:rPr>
          <w:rFonts w:ascii="Times New Roman" w:hAnsi="Times New Roman" w:cs="Times New Roman"/>
          <w:b/>
          <w:bCs/>
          <w:color w:val="000000" w:themeColor="text1"/>
          <w:sz w:val="20"/>
          <w:szCs w:val="20"/>
        </w:rPr>
        <w:t xml:space="preserve"> Corinthians 13:</w:t>
      </w:r>
      <w:r w:rsidR="000F17D8">
        <w:rPr>
          <w:rFonts w:ascii="Times New Roman" w:hAnsi="Times New Roman" w:cs="Times New Roman"/>
          <w:b/>
          <w:bCs/>
          <w:color w:val="000000" w:themeColor="text1"/>
          <w:sz w:val="20"/>
          <w:szCs w:val="20"/>
        </w:rPr>
        <w:t xml:space="preserve">2, </w:t>
      </w:r>
      <w:r w:rsidR="00204AEE">
        <w:rPr>
          <w:rFonts w:ascii="Times New Roman" w:hAnsi="Times New Roman" w:cs="Times New Roman"/>
          <w:b/>
          <w:bCs/>
          <w:color w:val="000000" w:themeColor="text1"/>
          <w:sz w:val="20"/>
          <w:szCs w:val="20"/>
        </w:rPr>
        <w:t>5-7</w:t>
      </w:r>
      <w:r w:rsidR="00813017">
        <w:rPr>
          <w:rFonts w:ascii="Times New Roman" w:hAnsi="Times New Roman" w:cs="Times New Roman"/>
          <w:b/>
          <w:bCs/>
          <w:color w:val="000000" w:themeColor="text1"/>
          <w:sz w:val="20"/>
          <w:szCs w:val="20"/>
        </w:rPr>
        <w:t>; 1 Peter 4:8</w:t>
      </w:r>
      <w:r w:rsidR="000F17D8">
        <w:rPr>
          <w:rFonts w:ascii="Times New Roman" w:hAnsi="Times New Roman" w:cs="Times New Roman"/>
          <w:b/>
          <w:bCs/>
          <w:color w:val="000000" w:themeColor="text1"/>
          <w:sz w:val="20"/>
          <w:szCs w:val="20"/>
        </w:rPr>
        <w:t>; 1 Thessalonians 3:16</w:t>
      </w:r>
      <w:r w:rsidR="00D7684F">
        <w:rPr>
          <w:rFonts w:ascii="Times New Roman" w:hAnsi="Times New Roman" w:cs="Times New Roman"/>
          <w:b/>
          <w:bCs/>
          <w:color w:val="000000" w:themeColor="text1"/>
          <w:sz w:val="20"/>
          <w:szCs w:val="20"/>
        </w:rPr>
        <w:t xml:space="preserve">). </w:t>
      </w:r>
      <w:r w:rsidR="000F17D8">
        <w:rPr>
          <w:rFonts w:ascii="Times New Roman" w:hAnsi="Times New Roman" w:cs="Times New Roman"/>
          <w:color w:val="000000" w:themeColor="text1"/>
          <w:sz w:val="20"/>
          <w:szCs w:val="20"/>
        </w:rPr>
        <w:t xml:space="preserve">Charity believes all things! That one statement packs a lot for us to consider. What is the Bible conveying to us through it? Are we expected to believe everything that we are told by every person? That is clearly not what is intended. In verse 6, the Bible says that charity rejoiceth in the truth. Obviously, the truth is of the utmost importance. What is the idea than being conveyed with charity believing all things? I think we can find more context from verse </w:t>
      </w:r>
      <w:r w:rsidR="00A25CC2">
        <w:rPr>
          <w:rFonts w:ascii="Times New Roman" w:hAnsi="Times New Roman" w:cs="Times New Roman"/>
          <w:color w:val="000000" w:themeColor="text1"/>
          <w:sz w:val="20"/>
          <w:szCs w:val="20"/>
        </w:rPr>
        <w:t>5. It says that charity thinketh no evil. It seems clear to me that the thought is that charity is inclined to believe. It does not immediately assume that every person is lying and a fake Christian. It is not naïve. It knows the truth that there is much wickedness in this world. Yet, it speaks to a certain disposition of the Christian. When a person is converted, it rejoices and believes. When a Christian repents and returns, it rejoices and believes. Charity is hard given the times that we live in (Micah 7:5)</w:t>
      </w:r>
      <w:r w:rsidR="00453F32">
        <w:rPr>
          <w:rFonts w:ascii="Times New Roman" w:hAnsi="Times New Roman" w:cs="Times New Roman"/>
          <w:color w:val="000000" w:themeColor="text1"/>
          <w:sz w:val="20"/>
          <w:szCs w:val="20"/>
        </w:rPr>
        <w:t>; nonetheless, we are instructed to have fervent charity.</w:t>
      </w:r>
    </w:p>
    <w:p w14:paraId="4712EA47" w14:textId="77777777" w:rsidR="00413D4C" w:rsidRPr="00413D4C" w:rsidRDefault="00413D4C" w:rsidP="00413D4C">
      <w:pPr>
        <w:jc w:val="both"/>
        <w:rPr>
          <w:rFonts w:ascii="Times New Roman" w:hAnsi="Times New Roman" w:cs="Times New Roman"/>
          <w:b/>
          <w:bCs/>
          <w:color w:val="000000" w:themeColor="text1"/>
          <w:sz w:val="20"/>
          <w:szCs w:val="20"/>
        </w:rPr>
      </w:pPr>
    </w:p>
    <w:p w14:paraId="35B1417B" w14:textId="47E58A95" w:rsidR="00FC5018" w:rsidRPr="00BD6672" w:rsidRDefault="002F7ADE" w:rsidP="00FC5018">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TH</w:t>
      </w:r>
      <w:r w:rsidR="003D44A2">
        <w:rPr>
          <w:rFonts w:ascii="Times New Roman" w:hAnsi="Times New Roman" w:cs="Times New Roman"/>
          <w:b/>
          <w:bCs/>
          <w:color w:val="000000" w:themeColor="text1"/>
          <w:sz w:val="20"/>
          <w:szCs w:val="20"/>
        </w:rPr>
        <w:t xml:space="preserve">ERE MUST </w:t>
      </w:r>
      <w:r w:rsidR="00091A97">
        <w:rPr>
          <w:rFonts w:ascii="Times New Roman" w:hAnsi="Times New Roman" w:cs="Times New Roman"/>
          <w:b/>
          <w:bCs/>
          <w:color w:val="000000" w:themeColor="text1"/>
          <w:sz w:val="20"/>
          <w:szCs w:val="20"/>
        </w:rPr>
        <w:t>BE A RESTORATION OF FELLOWSHIP BEFORE FOLLOWSHIP.</w:t>
      </w:r>
    </w:p>
    <w:p w14:paraId="593F60F2" w14:textId="77777777" w:rsidR="008C175E" w:rsidRPr="00BD6672" w:rsidRDefault="008C175E" w:rsidP="008C175E">
      <w:pPr>
        <w:pStyle w:val="ListParagraph"/>
        <w:ind w:left="360"/>
        <w:jc w:val="both"/>
        <w:rPr>
          <w:rFonts w:ascii="Times New Roman" w:hAnsi="Times New Roman" w:cs="Times New Roman"/>
          <w:color w:val="000000" w:themeColor="text1"/>
          <w:sz w:val="12"/>
          <w:szCs w:val="12"/>
        </w:rPr>
      </w:pPr>
    </w:p>
    <w:p w14:paraId="437300F7" w14:textId="102958DE" w:rsidR="005E7BA5" w:rsidRPr="0009773F" w:rsidRDefault="008C175E" w:rsidP="004162DA">
      <w:pPr>
        <w:pStyle w:val="ListParagraph"/>
        <w:numPr>
          <w:ilvl w:val="0"/>
          <w:numId w:val="8"/>
        </w:numPr>
        <w:jc w:val="both"/>
        <w:rPr>
          <w:rFonts w:ascii="Times New Roman" w:hAnsi="Times New Roman" w:cs="Times New Roman"/>
          <w:b/>
          <w:bCs/>
          <w:color w:val="000000" w:themeColor="text1"/>
          <w:sz w:val="12"/>
          <w:szCs w:val="12"/>
        </w:rPr>
      </w:pPr>
      <w:r w:rsidRPr="0009773F">
        <w:rPr>
          <w:rFonts w:ascii="Times New Roman" w:hAnsi="Times New Roman" w:cs="Times New Roman"/>
          <w:b/>
          <w:bCs/>
          <w:color w:val="000000" w:themeColor="text1"/>
          <w:sz w:val="20"/>
          <w:szCs w:val="20"/>
        </w:rPr>
        <w:t xml:space="preserve">Notice </w:t>
      </w:r>
      <w:r w:rsidR="006F755E" w:rsidRPr="0009773F">
        <w:rPr>
          <w:rFonts w:ascii="Times New Roman" w:hAnsi="Times New Roman" w:cs="Times New Roman"/>
          <w:b/>
          <w:bCs/>
          <w:color w:val="000000" w:themeColor="text1"/>
          <w:sz w:val="20"/>
          <w:szCs w:val="20"/>
        </w:rPr>
        <w:t>that</w:t>
      </w:r>
      <w:r w:rsidR="00AA5B3B" w:rsidRPr="0009773F">
        <w:rPr>
          <w:rFonts w:ascii="Times New Roman" w:hAnsi="Times New Roman" w:cs="Times New Roman"/>
          <w:b/>
          <w:bCs/>
          <w:color w:val="000000" w:themeColor="text1"/>
          <w:sz w:val="20"/>
          <w:szCs w:val="20"/>
        </w:rPr>
        <w:t xml:space="preserve"> </w:t>
      </w:r>
      <w:r w:rsidR="00D169C7">
        <w:rPr>
          <w:rFonts w:ascii="Times New Roman" w:hAnsi="Times New Roman" w:cs="Times New Roman"/>
          <w:b/>
          <w:bCs/>
          <w:color w:val="000000" w:themeColor="text1"/>
          <w:sz w:val="20"/>
          <w:szCs w:val="20"/>
        </w:rPr>
        <w:t>t</w:t>
      </w:r>
      <w:r w:rsidR="006E26D2">
        <w:rPr>
          <w:rFonts w:ascii="Times New Roman" w:hAnsi="Times New Roman" w:cs="Times New Roman"/>
          <w:b/>
          <w:bCs/>
          <w:color w:val="000000" w:themeColor="text1"/>
          <w:sz w:val="20"/>
          <w:szCs w:val="20"/>
        </w:rPr>
        <w:t>he</w:t>
      </w:r>
      <w:r w:rsidR="00BE37B2">
        <w:rPr>
          <w:rFonts w:ascii="Times New Roman" w:hAnsi="Times New Roman" w:cs="Times New Roman"/>
          <w:b/>
          <w:bCs/>
          <w:color w:val="000000" w:themeColor="text1"/>
          <w:sz w:val="20"/>
          <w:szCs w:val="20"/>
        </w:rPr>
        <w:t>re is special care to be taken when it concerns the leaders</w:t>
      </w:r>
      <w:r w:rsidR="00C61D57">
        <w:rPr>
          <w:rFonts w:ascii="Times New Roman" w:hAnsi="Times New Roman" w:cs="Times New Roman"/>
          <w:b/>
          <w:bCs/>
          <w:color w:val="000000" w:themeColor="text1"/>
          <w:sz w:val="20"/>
          <w:szCs w:val="20"/>
        </w:rPr>
        <w:t xml:space="preserve"> that we choose to follow </w:t>
      </w:r>
      <w:r w:rsidR="00987642" w:rsidRPr="0009773F">
        <w:rPr>
          <w:rFonts w:ascii="Times New Roman" w:hAnsi="Times New Roman" w:cs="Times New Roman"/>
          <w:b/>
          <w:bCs/>
          <w:color w:val="000000" w:themeColor="text1"/>
          <w:sz w:val="20"/>
          <w:szCs w:val="20"/>
        </w:rPr>
        <w:t>(</w:t>
      </w:r>
      <w:r w:rsidR="00C61D57">
        <w:rPr>
          <w:rFonts w:ascii="Times New Roman" w:hAnsi="Times New Roman" w:cs="Times New Roman"/>
          <w:b/>
          <w:bCs/>
          <w:color w:val="000000" w:themeColor="text1"/>
          <w:sz w:val="20"/>
          <w:szCs w:val="20"/>
        </w:rPr>
        <w:t>Hebrews 13:7; 2 Peter 2:1-2, 15; 2 Thessalonians 3:7-9; Philippians 3:17-18; 1 Cor. 4:16-17; 11:1</w:t>
      </w:r>
      <w:r w:rsidR="00F40942" w:rsidRPr="0009773F">
        <w:rPr>
          <w:rFonts w:ascii="Times New Roman" w:hAnsi="Times New Roman" w:cs="Times New Roman"/>
          <w:b/>
          <w:bCs/>
          <w:color w:val="000000" w:themeColor="text1"/>
          <w:sz w:val="20"/>
          <w:szCs w:val="20"/>
        </w:rPr>
        <w:t xml:space="preserve">). </w:t>
      </w:r>
      <w:r w:rsidR="00C61D57">
        <w:rPr>
          <w:rFonts w:ascii="Times New Roman" w:hAnsi="Times New Roman" w:cs="Times New Roman"/>
          <w:color w:val="000000" w:themeColor="text1"/>
          <w:sz w:val="20"/>
          <w:szCs w:val="20"/>
        </w:rPr>
        <w:t xml:space="preserve">We are to take special care when it comes to who we follow in this world. Trusting someone in this regard is different than just rebuilding trust in a relationship. </w:t>
      </w:r>
      <w:r w:rsidR="00BD748A">
        <w:rPr>
          <w:rFonts w:ascii="Times New Roman" w:hAnsi="Times New Roman" w:cs="Times New Roman"/>
          <w:color w:val="000000" w:themeColor="text1"/>
          <w:sz w:val="20"/>
          <w:szCs w:val="20"/>
        </w:rPr>
        <w:t xml:space="preserve">Who we follow determines where we go. Thus, if we follow a false teacher, we will be led in a false way and to a false doctrine. If we follow an ungodly leader, we will be led to ungodliness. When we speak about trust, we must understand that trust in someone that we allow to lead us is a very important object. It should not be given out without considering where that person might take us. When Paul told the churches to follow him, he reminded them that he and his companions had been an example to them. What he was saying is that </w:t>
      </w:r>
      <w:r w:rsidR="002401CC">
        <w:rPr>
          <w:rFonts w:ascii="Times New Roman" w:hAnsi="Times New Roman" w:cs="Times New Roman"/>
          <w:color w:val="000000" w:themeColor="text1"/>
          <w:sz w:val="20"/>
          <w:szCs w:val="20"/>
        </w:rPr>
        <w:t>he and his companions had walked in such a way to earn the trust of the churches to follow after them.</w:t>
      </w:r>
    </w:p>
    <w:p w14:paraId="12694DC2" w14:textId="77777777" w:rsidR="0009773F" w:rsidRPr="0009773F" w:rsidRDefault="0009773F" w:rsidP="0009773F">
      <w:pPr>
        <w:pStyle w:val="ListParagraph"/>
        <w:ind w:left="1080"/>
        <w:jc w:val="both"/>
        <w:rPr>
          <w:rFonts w:ascii="Times New Roman" w:hAnsi="Times New Roman" w:cs="Times New Roman"/>
          <w:b/>
          <w:bCs/>
          <w:color w:val="000000" w:themeColor="text1"/>
          <w:sz w:val="12"/>
          <w:szCs w:val="12"/>
        </w:rPr>
      </w:pPr>
    </w:p>
    <w:p w14:paraId="3C0DDCFA" w14:textId="46BE5555" w:rsidR="003F1112" w:rsidRPr="003153BB" w:rsidRDefault="008C175E" w:rsidP="00AE237D">
      <w:pPr>
        <w:pStyle w:val="ListParagraph"/>
        <w:numPr>
          <w:ilvl w:val="0"/>
          <w:numId w:val="8"/>
        </w:numPr>
        <w:jc w:val="both"/>
        <w:rPr>
          <w:rFonts w:ascii="Times New Roman" w:hAnsi="Times New Roman" w:cs="Times New Roman"/>
          <w:color w:val="000000" w:themeColor="text1"/>
          <w:sz w:val="20"/>
          <w:szCs w:val="20"/>
        </w:rPr>
      </w:pPr>
      <w:r w:rsidRPr="003153BB">
        <w:rPr>
          <w:rFonts w:ascii="Times New Roman" w:hAnsi="Times New Roman" w:cs="Times New Roman"/>
          <w:b/>
          <w:bCs/>
          <w:color w:val="000000" w:themeColor="text1"/>
          <w:sz w:val="20"/>
          <w:szCs w:val="20"/>
        </w:rPr>
        <w:t xml:space="preserve">Notice </w:t>
      </w:r>
      <w:r w:rsidR="0081545D" w:rsidRPr="003153BB">
        <w:rPr>
          <w:rFonts w:ascii="Times New Roman" w:hAnsi="Times New Roman" w:cs="Times New Roman"/>
          <w:b/>
          <w:bCs/>
          <w:color w:val="000000" w:themeColor="text1"/>
          <w:sz w:val="20"/>
          <w:szCs w:val="20"/>
        </w:rPr>
        <w:t>th</w:t>
      </w:r>
      <w:r w:rsidR="00D169C7" w:rsidRPr="003153BB">
        <w:rPr>
          <w:rFonts w:ascii="Times New Roman" w:hAnsi="Times New Roman" w:cs="Times New Roman"/>
          <w:b/>
          <w:bCs/>
          <w:color w:val="000000" w:themeColor="text1"/>
          <w:sz w:val="20"/>
          <w:szCs w:val="20"/>
        </w:rPr>
        <w:t xml:space="preserve">at </w:t>
      </w:r>
      <w:r w:rsidR="002401CC">
        <w:rPr>
          <w:rFonts w:ascii="Times New Roman" w:hAnsi="Times New Roman" w:cs="Times New Roman"/>
          <w:b/>
          <w:bCs/>
          <w:color w:val="000000" w:themeColor="text1"/>
          <w:sz w:val="20"/>
          <w:szCs w:val="20"/>
        </w:rPr>
        <w:t>restoring trust</w:t>
      </w:r>
      <w:r w:rsidR="00F46A98">
        <w:rPr>
          <w:rFonts w:ascii="Times New Roman" w:hAnsi="Times New Roman" w:cs="Times New Roman"/>
          <w:b/>
          <w:bCs/>
          <w:color w:val="000000" w:themeColor="text1"/>
          <w:sz w:val="20"/>
          <w:szCs w:val="20"/>
        </w:rPr>
        <w:t xml:space="preserve"> starts with simple friendly fellowship and then may lead back to followship</w:t>
      </w:r>
      <w:r w:rsidR="00D169C7" w:rsidRPr="003153BB">
        <w:rPr>
          <w:rFonts w:ascii="Times New Roman" w:hAnsi="Times New Roman" w:cs="Times New Roman"/>
          <w:b/>
          <w:bCs/>
          <w:color w:val="000000" w:themeColor="text1"/>
          <w:sz w:val="20"/>
          <w:szCs w:val="20"/>
        </w:rPr>
        <w:t xml:space="preserve"> </w:t>
      </w:r>
      <w:r w:rsidR="00F93580" w:rsidRPr="003153BB">
        <w:rPr>
          <w:rFonts w:ascii="Times New Roman" w:hAnsi="Times New Roman" w:cs="Times New Roman"/>
          <w:b/>
          <w:bCs/>
          <w:color w:val="000000" w:themeColor="text1"/>
          <w:sz w:val="20"/>
          <w:szCs w:val="20"/>
        </w:rPr>
        <w:t>(</w:t>
      </w:r>
      <w:r w:rsidR="005374D4">
        <w:rPr>
          <w:rFonts w:ascii="Times New Roman" w:hAnsi="Times New Roman" w:cs="Times New Roman"/>
          <w:b/>
          <w:bCs/>
          <w:color w:val="000000" w:themeColor="text1"/>
          <w:sz w:val="20"/>
          <w:szCs w:val="20"/>
        </w:rPr>
        <w:t>John 21:15-25;</w:t>
      </w:r>
      <w:r w:rsidR="00AE04EA">
        <w:rPr>
          <w:rFonts w:ascii="Times New Roman" w:hAnsi="Times New Roman" w:cs="Times New Roman"/>
          <w:b/>
          <w:bCs/>
          <w:color w:val="000000" w:themeColor="text1"/>
          <w:sz w:val="20"/>
          <w:szCs w:val="20"/>
        </w:rPr>
        <w:t xml:space="preserve"> Acts 13:1-4;</w:t>
      </w:r>
      <w:r w:rsidR="005374D4">
        <w:rPr>
          <w:rFonts w:ascii="Times New Roman" w:hAnsi="Times New Roman" w:cs="Times New Roman"/>
          <w:b/>
          <w:bCs/>
          <w:color w:val="000000" w:themeColor="text1"/>
          <w:sz w:val="20"/>
          <w:szCs w:val="20"/>
        </w:rPr>
        <w:t xml:space="preserve"> Col</w:t>
      </w:r>
      <w:r w:rsidR="00AE04EA">
        <w:rPr>
          <w:rFonts w:ascii="Times New Roman" w:hAnsi="Times New Roman" w:cs="Times New Roman"/>
          <w:b/>
          <w:bCs/>
          <w:color w:val="000000" w:themeColor="text1"/>
          <w:sz w:val="20"/>
          <w:szCs w:val="20"/>
        </w:rPr>
        <w:t xml:space="preserve">. </w:t>
      </w:r>
      <w:r w:rsidR="005374D4">
        <w:rPr>
          <w:rFonts w:ascii="Times New Roman" w:hAnsi="Times New Roman" w:cs="Times New Roman"/>
          <w:b/>
          <w:bCs/>
          <w:color w:val="000000" w:themeColor="text1"/>
          <w:sz w:val="20"/>
          <w:szCs w:val="20"/>
        </w:rPr>
        <w:t>4:14; 2 Timothy 4:10; Philemon 1:24;1 Timothy 3:6</w:t>
      </w:r>
      <w:r w:rsidR="00F93580" w:rsidRPr="003153BB">
        <w:rPr>
          <w:rFonts w:ascii="Times New Roman" w:hAnsi="Times New Roman" w:cs="Times New Roman"/>
          <w:b/>
          <w:bCs/>
          <w:color w:val="000000" w:themeColor="text1"/>
          <w:sz w:val="20"/>
          <w:szCs w:val="20"/>
        </w:rPr>
        <w:t>)</w:t>
      </w:r>
      <w:r w:rsidR="005E7BA5" w:rsidRPr="003153BB">
        <w:rPr>
          <w:rFonts w:ascii="Times New Roman" w:hAnsi="Times New Roman" w:cs="Times New Roman"/>
          <w:b/>
          <w:bCs/>
          <w:color w:val="000000" w:themeColor="text1"/>
          <w:sz w:val="20"/>
          <w:szCs w:val="20"/>
        </w:rPr>
        <w:t>.</w:t>
      </w:r>
      <w:r w:rsidR="00EC2A0F" w:rsidRPr="003153BB">
        <w:rPr>
          <w:rFonts w:ascii="Times New Roman" w:hAnsi="Times New Roman" w:cs="Times New Roman"/>
          <w:b/>
          <w:bCs/>
          <w:color w:val="000000" w:themeColor="text1"/>
          <w:sz w:val="20"/>
          <w:szCs w:val="20"/>
        </w:rPr>
        <w:t xml:space="preserve"> </w:t>
      </w:r>
      <w:r w:rsidR="00AE04EA">
        <w:rPr>
          <w:rFonts w:ascii="Times New Roman" w:hAnsi="Times New Roman" w:cs="Times New Roman"/>
          <w:color w:val="000000" w:themeColor="text1"/>
          <w:sz w:val="20"/>
          <w:szCs w:val="20"/>
        </w:rPr>
        <w:t xml:space="preserve">Some people confuse rebuilding trust in fellowship with rebuilding trust in followship. The rebuilding of trust in fellowship ought to be extended to anyone sincerely seeking to walk in the way of the Lord and be a part of the church. That simply means that we trust that person not to bring about harm in the local church. That does not mean that the person is trusted to be a teacher or preacher now. </w:t>
      </w:r>
      <w:r w:rsidR="006218E8">
        <w:rPr>
          <w:rFonts w:ascii="Times New Roman" w:hAnsi="Times New Roman" w:cs="Times New Roman"/>
          <w:color w:val="000000" w:themeColor="text1"/>
          <w:sz w:val="20"/>
          <w:szCs w:val="20"/>
        </w:rPr>
        <w:t>There are certain qualifications as it relates to leadership positions. If a person has not earned the trust of simple fellowship, how could he be trusted to be followed? That person would be considered a novice in ministry. The same applies in other leadership dynamics</w:t>
      </w:r>
      <w:r w:rsidR="00FA4B0B">
        <w:rPr>
          <w:rFonts w:ascii="Times New Roman" w:hAnsi="Times New Roman" w:cs="Times New Roman"/>
          <w:color w:val="000000" w:themeColor="text1"/>
          <w:sz w:val="20"/>
          <w:szCs w:val="20"/>
        </w:rPr>
        <w:t>. We are to follow others in the Lord. We must be able to trust that they are actually leading us in the way of the Lord.</w:t>
      </w:r>
    </w:p>
    <w:sectPr w:rsidR="003F1112" w:rsidRPr="003153BB"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543D5" w14:textId="77777777" w:rsidR="00AA7A99" w:rsidRDefault="00AA7A99" w:rsidP="00520799">
      <w:r>
        <w:separator/>
      </w:r>
    </w:p>
  </w:endnote>
  <w:endnote w:type="continuationSeparator" w:id="0">
    <w:p w14:paraId="2951539C" w14:textId="77777777" w:rsidR="00AA7A99" w:rsidRDefault="00AA7A99"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B1A1B" w14:textId="77777777" w:rsidR="00AA7A99" w:rsidRDefault="00AA7A99" w:rsidP="00520799">
      <w:r>
        <w:separator/>
      </w:r>
    </w:p>
  </w:footnote>
  <w:footnote w:type="continuationSeparator" w:id="0">
    <w:p w14:paraId="4046E01E" w14:textId="77777777" w:rsidR="00AA7A99" w:rsidRDefault="00AA7A99"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0AC7DBC"/>
    <w:multiLevelType w:val="hybridMultilevel"/>
    <w:tmpl w:val="8B7CBEE0"/>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35D20802"/>
    <w:multiLevelType w:val="hybridMultilevel"/>
    <w:tmpl w:val="9E7C9CB4"/>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9CF1105"/>
    <w:multiLevelType w:val="hybridMultilevel"/>
    <w:tmpl w:val="8B7CBEE0"/>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4CE7CA6"/>
    <w:multiLevelType w:val="hybridMultilevel"/>
    <w:tmpl w:val="9E7C9CB4"/>
    <w:lvl w:ilvl="0" w:tplc="FFFFFFFF">
      <w:start w:val="1"/>
      <w:numFmt w:val="upperLetter"/>
      <w:lvlText w:val="%1."/>
      <w:lvlJc w:val="left"/>
      <w:pPr>
        <w:ind w:left="1080" w:hanging="360"/>
      </w:pPr>
      <w:rPr>
        <w:rFonts w:hint="default"/>
        <w:b/>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74951185">
    <w:abstractNumId w:val="0"/>
  </w:num>
  <w:num w:numId="2" w16cid:durableId="1920359203">
    <w:abstractNumId w:val="7"/>
  </w:num>
  <w:num w:numId="3" w16cid:durableId="645403237">
    <w:abstractNumId w:val="5"/>
  </w:num>
  <w:num w:numId="4" w16cid:durableId="1502311857">
    <w:abstractNumId w:val="3"/>
  </w:num>
  <w:num w:numId="5" w16cid:durableId="441002653">
    <w:abstractNumId w:val="1"/>
  </w:num>
  <w:num w:numId="6" w16cid:durableId="1315135950">
    <w:abstractNumId w:val="4"/>
  </w:num>
  <w:num w:numId="7" w16cid:durableId="915478804">
    <w:abstractNumId w:val="6"/>
  </w:num>
  <w:num w:numId="8" w16cid:durableId="1946423743">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2"/>
    <w:rsid w:val="000003CB"/>
    <w:rsid w:val="00000443"/>
    <w:rsid w:val="00000822"/>
    <w:rsid w:val="00001D94"/>
    <w:rsid w:val="00001DC4"/>
    <w:rsid w:val="00001EF7"/>
    <w:rsid w:val="0000200B"/>
    <w:rsid w:val="00002065"/>
    <w:rsid w:val="00002112"/>
    <w:rsid w:val="000029D8"/>
    <w:rsid w:val="00003778"/>
    <w:rsid w:val="00003FD5"/>
    <w:rsid w:val="00004767"/>
    <w:rsid w:val="00004F88"/>
    <w:rsid w:val="00004FB5"/>
    <w:rsid w:val="0000508B"/>
    <w:rsid w:val="000051B6"/>
    <w:rsid w:val="0000550E"/>
    <w:rsid w:val="000055C2"/>
    <w:rsid w:val="000055E8"/>
    <w:rsid w:val="000056A1"/>
    <w:rsid w:val="00005C81"/>
    <w:rsid w:val="00006E81"/>
    <w:rsid w:val="00006F4A"/>
    <w:rsid w:val="000077E9"/>
    <w:rsid w:val="000078D3"/>
    <w:rsid w:val="00007BA6"/>
    <w:rsid w:val="00007FED"/>
    <w:rsid w:val="00010013"/>
    <w:rsid w:val="000102C4"/>
    <w:rsid w:val="0001105C"/>
    <w:rsid w:val="00011150"/>
    <w:rsid w:val="00011352"/>
    <w:rsid w:val="000113CE"/>
    <w:rsid w:val="00011483"/>
    <w:rsid w:val="00011817"/>
    <w:rsid w:val="000119AF"/>
    <w:rsid w:val="00011B5C"/>
    <w:rsid w:val="000124A6"/>
    <w:rsid w:val="00012893"/>
    <w:rsid w:val="0001294A"/>
    <w:rsid w:val="00012F6B"/>
    <w:rsid w:val="0001395E"/>
    <w:rsid w:val="00013EC2"/>
    <w:rsid w:val="00014314"/>
    <w:rsid w:val="000147FD"/>
    <w:rsid w:val="00014801"/>
    <w:rsid w:val="00014856"/>
    <w:rsid w:val="0001489B"/>
    <w:rsid w:val="00014A86"/>
    <w:rsid w:val="00014DD6"/>
    <w:rsid w:val="00014F69"/>
    <w:rsid w:val="00014F9F"/>
    <w:rsid w:val="00015AE1"/>
    <w:rsid w:val="00016634"/>
    <w:rsid w:val="00016F42"/>
    <w:rsid w:val="000171AF"/>
    <w:rsid w:val="000174D7"/>
    <w:rsid w:val="00017955"/>
    <w:rsid w:val="00017FBC"/>
    <w:rsid w:val="000200BB"/>
    <w:rsid w:val="0002040C"/>
    <w:rsid w:val="000207FF"/>
    <w:rsid w:val="00020C4E"/>
    <w:rsid w:val="00021CFD"/>
    <w:rsid w:val="00021D9D"/>
    <w:rsid w:val="00022532"/>
    <w:rsid w:val="00022609"/>
    <w:rsid w:val="00022838"/>
    <w:rsid w:val="0002292D"/>
    <w:rsid w:val="00023989"/>
    <w:rsid w:val="00023D34"/>
    <w:rsid w:val="00023DD0"/>
    <w:rsid w:val="00024211"/>
    <w:rsid w:val="000247D2"/>
    <w:rsid w:val="00024A82"/>
    <w:rsid w:val="00025B70"/>
    <w:rsid w:val="00025F43"/>
    <w:rsid w:val="000261A5"/>
    <w:rsid w:val="000264EA"/>
    <w:rsid w:val="00026B5E"/>
    <w:rsid w:val="00026DEB"/>
    <w:rsid w:val="00026EF3"/>
    <w:rsid w:val="00026F43"/>
    <w:rsid w:val="0002763B"/>
    <w:rsid w:val="00027F67"/>
    <w:rsid w:val="00027FC3"/>
    <w:rsid w:val="00030404"/>
    <w:rsid w:val="00030A89"/>
    <w:rsid w:val="000311F8"/>
    <w:rsid w:val="00031D3A"/>
    <w:rsid w:val="000323C7"/>
    <w:rsid w:val="00032ACB"/>
    <w:rsid w:val="00032EBF"/>
    <w:rsid w:val="000337BC"/>
    <w:rsid w:val="00033B47"/>
    <w:rsid w:val="000343D8"/>
    <w:rsid w:val="000347BA"/>
    <w:rsid w:val="000348B6"/>
    <w:rsid w:val="00034C80"/>
    <w:rsid w:val="00034D53"/>
    <w:rsid w:val="0003588C"/>
    <w:rsid w:val="000361C6"/>
    <w:rsid w:val="00036518"/>
    <w:rsid w:val="00036AB4"/>
    <w:rsid w:val="0003757F"/>
    <w:rsid w:val="00037FC5"/>
    <w:rsid w:val="00037FF7"/>
    <w:rsid w:val="00040736"/>
    <w:rsid w:val="000409C7"/>
    <w:rsid w:val="00040CD4"/>
    <w:rsid w:val="00040DC7"/>
    <w:rsid w:val="000412DB"/>
    <w:rsid w:val="00041415"/>
    <w:rsid w:val="0004237B"/>
    <w:rsid w:val="0004270B"/>
    <w:rsid w:val="000427B1"/>
    <w:rsid w:val="00042C4E"/>
    <w:rsid w:val="00043481"/>
    <w:rsid w:val="0004382A"/>
    <w:rsid w:val="00043860"/>
    <w:rsid w:val="00043B75"/>
    <w:rsid w:val="000442BA"/>
    <w:rsid w:val="000444B6"/>
    <w:rsid w:val="000446D4"/>
    <w:rsid w:val="00044A2E"/>
    <w:rsid w:val="00044E7B"/>
    <w:rsid w:val="000450CA"/>
    <w:rsid w:val="00045F6D"/>
    <w:rsid w:val="00046184"/>
    <w:rsid w:val="000463D3"/>
    <w:rsid w:val="000471FC"/>
    <w:rsid w:val="0004795C"/>
    <w:rsid w:val="00047DD9"/>
    <w:rsid w:val="00050129"/>
    <w:rsid w:val="0005074B"/>
    <w:rsid w:val="000508A5"/>
    <w:rsid w:val="00050AA1"/>
    <w:rsid w:val="00050B68"/>
    <w:rsid w:val="0005110C"/>
    <w:rsid w:val="00051446"/>
    <w:rsid w:val="000514E2"/>
    <w:rsid w:val="00051D04"/>
    <w:rsid w:val="00051FBE"/>
    <w:rsid w:val="00052803"/>
    <w:rsid w:val="00053330"/>
    <w:rsid w:val="00053392"/>
    <w:rsid w:val="000536C5"/>
    <w:rsid w:val="00053701"/>
    <w:rsid w:val="00053FDF"/>
    <w:rsid w:val="00054510"/>
    <w:rsid w:val="00054693"/>
    <w:rsid w:val="00054CDB"/>
    <w:rsid w:val="00054DC8"/>
    <w:rsid w:val="00055283"/>
    <w:rsid w:val="000552C5"/>
    <w:rsid w:val="00055491"/>
    <w:rsid w:val="000556A5"/>
    <w:rsid w:val="0005574A"/>
    <w:rsid w:val="000557DB"/>
    <w:rsid w:val="0005589D"/>
    <w:rsid w:val="00055963"/>
    <w:rsid w:val="00055C61"/>
    <w:rsid w:val="00056045"/>
    <w:rsid w:val="00056426"/>
    <w:rsid w:val="00056A41"/>
    <w:rsid w:val="00056C68"/>
    <w:rsid w:val="00057458"/>
    <w:rsid w:val="000578BC"/>
    <w:rsid w:val="000600CC"/>
    <w:rsid w:val="000601A4"/>
    <w:rsid w:val="00060548"/>
    <w:rsid w:val="0006187B"/>
    <w:rsid w:val="00061AE0"/>
    <w:rsid w:val="000620CD"/>
    <w:rsid w:val="000626D4"/>
    <w:rsid w:val="00062713"/>
    <w:rsid w:val="000639F7"/>
    <w:rsid w:val="00063A9D"/>
    <w:rsid w:val="00064C3C"/>
    <w:rsid w:val="000651FD"/>
    <w:rsid w:val="00065337"/>
    <w:rsid w:val="000654BB"/>
    <w:rsid w:val="00065749"/>
    <w:rsid w:val="00066358"/>
    <w:rsid w:val="0006658E"/>
    <w:rsid w:val="000665EE"/>
    <w:rsid w:val="000665F0"/>
    <w:rsid w:val="00066C5C"/>
    <w:rsid w:val="00067333"/>
    <w:rsid w:val="00067BED"/>
    <w:rsid w:val="00071546"/>
    <w:rsid w:val="00071579"/>
    <w:rsid w:val="00071C79"/>
    <w:rsid w:val="00072033"/>
    <w:rsid w:val="00072213"/>
    <w:rsid w:val="00072232"/>
    <w:rsid w:val="000726A8"/>
    <w:rsid w:val="00072E60"/>
    <w:rsid w:val="00073334"/>
    <w:rsid w:val="000747A4"/>
    <w:rsid w:val="000749A6"/>
    <w:rsid w:val="00074B1B"/>
    <w:rsid w:val="00074D8C"/>
    <w:rsid w:val="00074F97"/>
    <w:rsid w:val="00075270"/>
    <w:rsid w:val="000759B5"/>
    <w:rsid w:val="00075F17"/>
    <w:rsid w:val="00076019"/>
    <w:rsid w:val="00076130"/>
    <w:rsid w:val="000761F3"/>
    <w:rsid w:val="00076591"/>
    <w:rsid w:val="00076F1F"/>
    <w:rsid w:val="000775D2"/>
    <w:rsid w:val="00077A35"/>
    <w:rsid w:val="00077A4B"/>
    <w:rsid w:val="00077B02"/>
    <w:rsid w:val="0008045B"/>
    <w:rsid w:val="00080627"/>
    <w:rsid w:val="000806FE"/>
    <w:rsid w:val="00080F6B"/>
    <w:rsid w:val="00081648"/>
    <w:rsid w:val="00081752"/>
    <w:rsid w:val="00081A4F"/>
    <w:rsid w:val="00081F02"/>
    <w:rsid w:val="00082303"/>
    <w:rsid w:val="00082336"/>
    <w:rsid w:val="000835BC"/>
    <w:rsid w:val="0008366F"/>
    <w:rsid w:val="000844F5"/>
    <w:rsid w:val="00084D19"/>
    <w:rsid w:val="00085328"/>
    <w:rsid w:val="000855CC"/>
    <w:rsid w:val="000858DA"/>
    <w:rsid w:val="00085FCD"/>
    <w:rsid w:val="00086446"/>
    <w:rsid w:val="00086934"/>
    <w:rsid w:val="00086A5A"/>
    <w:rsid w:val="00086EE6"/>
    <w:rsid w:val="00087163"/>
    <w:rsid w:val="00087405"/>
    <w:rsid w:val="00087CDD"/>
    <w:rsid w:val="00090D9D"/>
    <w:rsid w:val="000910C7"/>
    <w:rsid w:val="00091570"/>
    <w:rsid w:val="00091962"/>
    <w:rsid w:val="00091A97"/>
    <w:rsid w:val="00091D56"/>
    <w:rsid w:val="000928BB"/>
    <w:rsid w:val="00092A55"/>
    <w:rsid w:val="00093169"/>
    <w:rsid w:val="0009338E"/>
    <w:rsid w:val="000933D2"/>
    <w:rsid w:val="00093DDF"/>
    <w:rsid w:val="00094133"/>
    <w:rsid w:val="000942E3"/>
    <w:rsid w:val="00094411"/>
    <w:rsid w:val="000948BB"/>
    <w:rsid w:val="0009546F"/>
    <w:rsid w:val="00095C8D"/>
    <w:rsid w:val="00096775"/>
    <w:rsid w:val="0009773F"/>
    <w:rsid w:val="00097C88"/>
    <w:rsid w:val="00097EB7"/>
    <w:rsid w:val="00097F4E"/>
    <w:rsid w:val="000A029B"/>
    <w:rsid w:val="000A0305"/>
    <w:rsid w:val="000A0427"/>
    <w:rsid w:val="000A0868"/>
    <w:rsid w:val="000A0909"/>
    <w:rsid w:val="000A0FF5"/>
    <w:rsid w:val="000A14FA"/>
    <w:rsid w:val="000A1619"/>
    <w:rsid w:val="000A16C4"/>
    <w:rsid w:val="000A1730"/>
    <w:rsid w:val="000A2881"/>
    <w:rsid w:val="000A2BC1"/>
    <w:rsid w:val="000A2E60"/>
    <w:rsid w:val="000A3314"/>
    <w:rsid w:val="000A39B7"/>
    <w:rsid w:val="000A4029"/>
    <w:rsid w:val="000A4AA5"/>
    <w:rsid w:val="000A4AE2"/>
    <w:rsid w:val="000A5394"/>
    <w:rsid w:val="000A5B13"/>
    <w:rsid w:val="000A5C9E"/>
    <w:rsid w:val="000A606C"/>
    <w:rsid w:val="000A7155"/>
    <w:rsid w:val="000A721D"/>
    <w:rsid w:val="000B01F0"/>
    <w:rsid w:val="000B04D6"/>
    <w:rsid w:val="000B0A9C"/>
    <w:rsid w:val="000B0CD1"/>
    <w:rsid w:val="000B0EC6"/>
    <w:rsid w:val="000B15C8"/>
    <w:rsid w:val="000B224C"/>
    <w:rsid w:val="000B2391"/>
    <w:rsid w:val="000B24C8"/>
    <w:rsid w:val="000B261B"/>
    <w:rsid w:val="000B2DCC"/>
    <w:rsid w:val="000B2EB9"/>
    <w:rsid w:val="000B2ED7"/>
    <w:rsid w:val="000B315A"/>
    <w:rsid w:val="000B38FD"/>
    <w:rsid w:val="000B3A16"/>
    <w:rsid w:val="000B4F57"/>
    <w:rsid w:val="000B530C"/>
    <w:rsid w:val="000B5A59"/>
    <w:rsid w:val="000B632E"/>
    <w:rsid w:val="000B6437"/>
    <w:rsid w:val="000B64C4"/>
    <w:rsid w:val="000B7193"/>
    <w:rsid w:val="000B7F23"/>
    <w:rsid w:val="000B7F9C"/>
    <w:rsid w:val="000C1ADC"/>
    <w:rsid w:val="000C2951"/>
    <w:rsid w:val="000C2D92"/>
    <w:rsid w:val="000C2F67"/>
    <w:rsid w:val="000C3EC7"/>
    <w:rsid w:val="000C40AD"/>
    <w:rsid w:val="000C4719"/>
    <w:rsid w:val="000C5352"/>
    <w:rsid w:val="000C556C"/>
    <w:rsid w:val="000C5DAD"/>
    <w:rsid w:val="000C60FD"/>
    <w:rsid w:val="000C68CB"/>
    <w:rsid w:val="000C6AC9"/>
    <w:rsid w:val="000C74FE"/>
    <w:rsid w:val="000C774C"/>
    <w:rsid w:val="000C7C88"/>
    <w:rsid w:val="000C7EBC"/>
    <w:rsid w:val="000D0895"/>
    <w:rsid w:val="000D09E5"/>
    <w:rsid w:val="000D0F7F"/>
    <w:rsid w:val="000D1671"/>
    <w:rsid w:val="000D2070"/>
    <w:rsid w:val="000D27E4"/>
    <w:rsid w:val="000D280D"/>
    <w:rsid w:val="000D3102"/>
    <w:rsid w:val="000D361E"/>
    <w:rsid w:val="000D3B93"/>
    <w:rsid w:val="000D411F"/>
    <w:rsid w:val="000D4854"/>
    <w:rsid w:val="000D4ED4"/>
    <w:rsid w:val="000D65D8"/>
    <w:rsid w:val="000D6CB4"/>
    <w:rsid w:val="000D7385"/>
    <w:rsid w:val="000D73DB"/>
    <w:rsid w:val="000D751C"/>
    <w:rsid w:val="000E0D1E"/>
    <w:rsid w:val="000E13C0"/>
    <w:rsid w:val="000E16A3"/>
    <w:rsid w:val="000E1CC9"/>
    <w:rsid w:val="000E1EC2"/>
    <w:rsid w:val="000E1F40"/>
    <w:rsid w:val="000E3448"/>
    <w:rsid w:val="000E3477"/>
    <w:rsid w:val="000E385E"/>
    <w:rsid w:val="000E39B5"/>
    <w:rsid w:val="000E3EC9"/>
    <w:rsid w:val="000E43A3"/>
    <w:rsid w:val="000E448D"/>
    <w:rsid w:val="000E4B7E"/>
    <w:rsid w:val="000E4CEC"/>
    <w:rsid w:val="000E4EE5"/>
    <w:rsid w:val="000E531A"/>
    <w:rsid w:val="000E5E46"/>
    <w:rsid w:val="000E6432"/>
    <w:rsid w:val="000E64C3"/>
    <w:rsid w:val="000E76BC"/>
    <w:rsid w:val="000E7F97"/>
    <w:rsid w:val="000F090A"/>
    <w:rsid w:val="000F0B8A"/>
    <w:rsid w:val="000F0D01"/>
    <w:rsid w:val="000F0E65"/>
    <w:rsid w:val="000F1293"/>
    <w:rsid w:val="000F17CF"/>
    <w:rsid w:val="000F17D8"/>
    <w:rsid w:val="000F21EF"/>
    <w:rsid w:val="000F2DA1"/>
    <w:rsid w:val="000F38AA"/>
    <w:rsid w:val="000F3A1B"/>
    <w:rsid w:val="000F3B03"/>
    <w:rsid w:val="000F3B0F"/>
    <w:rsid w:val="000F461A"/>
    <w:rsid w:val="000F472E"/>
    <w:rsid w:val="000F499E"/>
    <w:rsid w:val="000F4FF7"/>
    <w:rsid w:val="000F54F5"/>
    <w:rsid w:val="000F56C7"/>
    <w:rsid w:val="000F5D4C"/>
    <w:rsid w:val="000F6B1A"/>
    <w:rsid w:val="000F704E"/>
    <w:rsid w:val="000F70FD"/>
    <w:rsid w:val="000F782C"/>
    <w:rsid w:val="000F7FD8"/>
    <w:rsid w:val="001003B0"/>
    <w:rsid w:val="00100AF8"/>
    <w:rsid w:val="001010EC"/>
    <w:rsid w:val="00101291"/>
    <w:rsid w:val="0010144E"/>
    <w:rsid w:val="00101E37"/>
    <w:rsid w:val="00102460"/>
    <w:rsid w:val="001030B6"/>
    <w:rsid w:val="00103905"/>
    <w:rsid w:val="00103911"/>
    <w:rsid w:val="00103930"/>
    <w:rsid w:val="00103BF2"/>
    <w:rsid w:val="00103D16"/>
    <w:rsid w:val="0010437A"/>
    <w:rsid w:val="0010496A"/>
    <w:rsid w:val="00104B40"/>
    <w:rsid w:val="00104CA5"/>
    <w:rsid w:val="00104D98"/>
    <w:rsid w:val="00104F07"/>
    <w:rsid w:val="001052BD"/>
    <w:rsid w:val="00105485"/>
    <w:rsid w:val="001056DC"/>
    <w:rsid w:val="0010652E"/>
    <w:rsid w:val="00106842"/>
    <w:rsid w:val="001069BC"/>
    <w:rsid w:val="00106C4B"/>
    <w:rsid w:val="00106C69"/>
    <w:rsid w:val="00106E13"/>
    <w:rsid w:val="00106F64"/>
    <w:rsid w:val="0010733A"/>
    <w:rsid w:val="0011033B"/>
    <w:rsid w:val="00110DD1"/>
    <w:rsid w:val="00110F60"/>
    <w:rsid w:val="001110E8"/>
    <w:rsid w:val="0011171D"/>
    <w:rsid w:val="00111BAE"/>
    <w:rsid w:val="0011219C"/>
    <w:rsid w:val="001123E2"/>
    <w:rsid w:val="00112618"/>
    <w:rsid w:val="00112A10"/>
    <w:rsid w:val="00112A82"/>
    <w:rsid w:val="00112B4F"/>
    <w:rsid w:val="00112BDE"/>
    <w:rsid w:val="00112E3A"/>
    <w:rsid w:val="0011309B"/>
    <w:rsid w:val="001137AF"/>
    <w:rsid w:val="00114017"/>
    <w:rsid w:val="001143C4"/>
    <w:rsid w:val="00114D15"/>
    <w:rsid w:val="00114DFE"/>
    <w:rsid w:val="001154D0"/>
    <w:rsid w:val="0011588F"/>
    <w:rsid w:val="00115969"/>
    <w:rsid w:val="00115F86"/>
    <w:rsid w:val="00116443"/>
    <w:rsid w:val="001167DF"/>
    <w:rsid w:val="0011776A"/>
    <w:rsid w:val="001177CE"/>
    <w:rsid w:val="001178CE"/>
    <w:rsid w:val="00117D82"/>
    <w:rsid w:val="00117DBA"/>
    <w:rsid w:val="001204CF"/>
    <w:rsid w:val="00120939"/>
    <w:rsid w:val="00120B7C"/>
    <w:rsid w:val="00120C4F"/>
    <w:rsid w:val="00120E5A"/>
    <w:rsid w:val="001210E5"/>
    <w:rsid w:val="00121354"/>
    <w:rsid w:val="00121B8D"/>
    <w:rsid w:val="00122148"/>
    <w:rsid w:val="00122DA1"/>
    <w:rsid w:val="00122DE3"/>
    <w:rsid w:val="001231AD"/>
    <w:rsid w:val="0012343E"/>
    <w:rsid w:val="00123B28"/>
    <w:rsid w:val="00123C6F"/>
    <w:rsid w:val="00123CF9"/>
    <w:rsid w:val="0012437B"/>
    <w:rsid w:val="00124778"/>
    <w:rsid w:val="001247BA"/>
    <w:rsid w:val="00125022"/>
    <w:rsid w:val="00125118"/>
    <w:rsid w:val="00125672"/>
    <w:rsid w:val="00125E5F"/>
    <w:rsid w:val="00125F61"/>
    <w:rsid w:val="001261CD"/>
    <w:rsid w:val="00126BE8"/>
    <w:rsid w:val="00126C08"/>
    <w:rsid w:val="00126D2F"/>
    <w:rsid w:val="00126F3B"/>
    <w:rsid w:val="001270F7"/>
    <w:rsid w:val="0012714D"/>
    <w:rsid w:val="00127BD4"/>
    <w:rsid w:val="00127D5C"/>
    <w:rsid w:val="00127D80"/>
    <w:rsid w:val="00127E90"/>
    <w:rsid w:val="001309D6"/>
    <w:rsid w:val="00131FD9"/>
    <w:rsid w:val="001333E3"/>
    <w:rsid w:val="001342F3"/>
    <w:rsid w:val="001343E9"/>
    <w:rsid w:val="00134475"/>
    <w:rsid w:val="00134FB4"/>
    <w:rsid w:val="001350C3"/>
    <w:rsid w:val="001353F3"/>
    <w:rsid w:val="00135551"/>
    <w:rsid w:val="0013585F"/>
    <w:rsid w:val="00135957"/>
    <w:rsid w:val="00135ACA"/>
    <w:rsid w:val="00135C0F"/>
    <w:rsid w:val="001363C8"/>
    <w:rsid w:val="0013673A"/>
    <w:rsid w:val="001377AB"/>
    <w:rsid w:val="00137902"/>
    <w:rsid w:val="00137DC7"/>
    <w:rsid w:val="00137E0A"/>
    <w:rsid w:val="00140947"/>
    <w:rsid w:val="00140AF9"/>
    <w:rsid w:val="00140DE9"/>
    <w:rsid w:val="0014135E"/>
    <w:rsid w:val="001413A2"/>
    <w:rsid w:val="0014201F"/>
    <w:rsid w:val="001423D7"/>
    <w:rsid w:val="001433D1"/>
    <w:rsid w:val="0014345A"/>
    <w:rsid w:val="00143DAD"/>
    <w:rsid w:val="001441B8"/>
    <w:rsid w:val="00145017"/>
    <w:rsid w:val="00145C1F"/>
    <w:rsid w:val="00145EBC"/>
    <w:rsid w:val="00146AEE"/>
    <w:rsid w:val="00146B64"/>
    <w:rsid w:val="00147015"/>
    <w:rsid w:val="001477DA"/>
    <w:rsid w:val="00147DF8"/>
    <w:rsid w:val="00147F89"/>
    <w:rsid w:val="00150532"/>
    <w:rsid w:val="00150AA6"/>
    <w:rsid w:val="00150F26"/>
    <w:rsid w:val="001516DB"/>
    <w:rsid w:val="00151D00"/>
    <w:rsid w:val="00151F1E"/>
    <w:rsid w:val="0015271E"/>
    <w:rsid w:val="00152ACD"/>
    <w:rsid w:val="00152B8D"/>
    <w:rsid w:val="001532EF"/>
    <w:rsid w:val="00153CA8"/>
    <w:rsid w:val="001545E4"/>
    <w:rsid w:val="001546BE"/>
    <w:rsid w:val="00154BD0"/>
    <w:rsid w:val="00154D4D"/>
    <w:rsid w:val="0015548E"/>
    <w:rsid w:val="00155BDD"/>
    <w:rsid w:val="00155C69"/>
    <w:rsid w:val="00155D28"/>
    <w:rsid w:val="00155D5F"/>
    <w:rsid w:val="00156588"/>
    <w:rsid w:val="00156AEA"/>
    <w:rsid w:val="00157EB6"/>
    <w:rsid w:val="00157F3D"/>
    <w:rsid w:val="00160EF7"/>
    <w:rsid w:val="00161297"/>
    <w:rsid w:val="00161A4F"/>
    <w:rsid w:val="00162DFA"/>
    <w:rsid w:val="00162F08"/>
    <w:rsid w:val="00163466"/>
    <w:rsid w:val="00163998"/>
    <w:rsid w:val="00163E32"/>
    <w:rsid w:val="00164D3D"/>
    <w:rsid w:val="00164F5E"/>
    <w:rsid w:val="00164F7D"/>
    <w:rsid w:val="00165EC4"/>
    <w:rsid w:val="00165ECB"/>
    <w:rsid w:val="00165EE8"/>
    <w:rsid w:val="0016653B"/>
    <w:rsid w:val="00167864"/>
    <w:rsid w:val="00167904"/>
    <w:rsid w:val="00170372"/>
    <w:rsid w:val="001704C7"/>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5EC5"/>
    <w:rsid w:val="001762E8"/>
    <w:rsid w:val="00176B08"/>
    <w:rsid w:val="00176CEA"/>
    <w:rsid w:val="001803A0"/>
    <w:rsid w:val="001805E9"/>
    <w:rsid w:val="00180873"/>
    <w:rsid w:val="001809AD"/>
    <w:rsid w:val="00181190"/>
    <w:rsid w:val="001812C2"/>
    <w:rsid w:val="00181656"/>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0D5B"/>
    <w:rsid w:val="00190DB3"/>
    <w:rsid w:val="001910EB"/>
    <w:rsid w:val="001916FB"/>
    <w:rsid w:val="0019310E"/>
    <w:rsid w:val="00193586"/>
    <w:rsid w:val="001938ED"/>
    <w:rsid w:val="00193905"/>
    <w:rsid w:val="00193963"/>
    <w:rsid w:val="00194556"/>
    <w:rsid w:val="00194B1B"/>
    <w:rsid w:val="00194B1C"/>
    <w:rsid w:val="001958AD"/>
    <w:rsid w:val="00195E3F"/>
    <w:rsid w:val="001962E4"/>
    <w:rsid w:val="001963F4"/>
    <w:rsid w:val="001969DE"/>
    <w:rsid w:val="00196E11"/>
    <w:rsid w:val="00196F6A"/>
    <w:rsid w:val="00197BEE"/>
    <w:rsid w:val="00197FBF"/>
    <w:rsid w:val="001A0968"/>
    <w:rsid w:val="001A161E"/>
    <w:rsid w:val="001A1EBF"/>
    <w:rsid w:val="001A1FAE"/>
    <w:rsid w:val="001A1FE7"/>
    <w:rsid w:val="001A3849"/>
    <w:rsid w:val="001A3E77"/>
    <w:rsid w:val="001A435D"/>
    <w:rsid w:val="001A504D"/>
    <w:rsid w:val="001A550E"/>
    <w:rsid w:val="001A5800"/>
    <w:rsid w:val="001A598B"/>
    <w:rsid w:val="001A5BF4"/>
    <w:rsid w:val="001A6E08"/>
    <w:rsid w:val="001A700D"/>
    <w:rsid w:val="001B1226"/>
    <w:rsid w:val="001B14EA"/>
    <w:rsid w:val="001B1A0C"/>
    <w:rsid w:val="001B1C48"/>
    <w:rsid w:val="001B1F99"/>
    <w:rsid w:val="001B25FA"/>
    <w:rsid w:val="001B2ED6"/>
    <w:rsid w:val="001B2F10"/>
    <w:rsid w:val="001B34DD"/>
    <w:rsid w:val="001B35C5"/>
    <w:rsid w:val="001B381F"/>
    <w:rsid w:val="001B3F65"/>
    <w:rsid w:val="001B3F84"/>
    <w:rsid w:val="001B4169"/>
    <w:rsid w:val="001B4327"/>
    <w:rsid w:val="001B4C61"/>
    <w:rsid w:val="001B57D2"/>
    <w:rsid w:val="001B5961"/>
    <w:rsid w:val="001B6594"/>
    <w:rsid w:val="001B6C5F"/>
    <w:rsid w:val="001B70EF"/>
    <w:rsid w:val="001B7CFA"/>
    <w:rsid w:val="001C01D8"/>
    <w:rsid w:val="001C0C64"/>
    <w:rsid w:val="001C1A45"/>
    <w:rsid w:val="001C1A5F"/>
    <w:rsid w:val="001C1BE2"/>
    <w:rsid w:val="001C209C"/>
    <w:rsid w:val="001C20F1"/>
    <w:rsid w:val="001C2371"/>
    <w:rsid w:val="001C2677"/>
    <w:rsid w:val="001C3095"/>
    <w:rsid w:val="001C30B2"/>
    <w:rsid w:val="001C3165"/>
    <w:rsid w:val="001C37A8"/>
    <w:rsid w:val="001C433B"/>
    <w:rsid w:val="001C4EB1"/>
    <w:rsid w:val="001C54BF"/>
    <w:rsid w:val="001C5594"/>
    <w:rsid w:val="001C5849"/>
    <w:rsid w:val="001C6492"/>
    <w:rsid w:val="001C734E"/>
    <w:rsid w:val="001C78BB"/>
    <w:rsid w:val="001D0594"/>
    <w:rsid w:val="001D104F"/>
    <w:rsid w:val="001D2556"/>
    <w:rsid w:val="001D29D0"/>
    <w:rsid w:val="001D3999"/>
    <w:rsid w:val="001D3D68"/>
    <w:rsid w:val="001D43F5"/>
    <w:rsid w:val="001D4A00"/>
    <w:rsid w:val="001D4B23"/>
    <w:rsid w:val="001D4B9A"/>
    <w:rsid w:val="001D515F"/>
    <w:rsid w:val="001D544D"/>
    <w:rsid w:val="001D5C63"/>
    <w:rsid w:val="001D6283"/>
    <w:rsid w:val="001D6621"/>
    <w:rsid w:val="001D6DE5"/>
    <w:rsid w:val="001D72DF"/>
    <w:rsid w:val="001D7329"/>
    <w:rsid w:val="001D763D"/>
    <w:rsid w:val="001D772D"/>
    <w:rsid w:val="001D7AE3"/>
    <w:rsid w:val="001D7B53"/>
    <w:rsid w:val="001D7C31"/>
    <w:rsid w:val="001D7E1F"/>
    <w:rsid w:val="001E02C9"/>
    <w:rsid w:val="001E07FF"/>
    <w:rsid w:val="001E0978"/>
    <w:rsid w:val="001E0A5D"/>
    <w:rsid w:val="001E0B7F"/>
    <w:rsid w:val="001E0CA1"/>
    <w:rsid w:val="001E0DCE"/>
    <w:rsid w:val="001E170D"/>
    <w:rsid w:val="001E1A17"/>
    <w:rsid w:val="001E1AE1"/>
    <w:rsid w:val="001E1EB0"/>
    <w:rsid w:val="001E1F4D"/>
    <w:rsid w:val="001E277F"/>
    <w:rsid w:val="001E2823"/>
    <w:rsid w:val="001E2872"/>
    <w:rsid w:val="001E2E05"/>
    <w:rsid w:val="001E33AE"/>
    <w:rsid w:val="001E3DF7"/>
    <w:rsid w:val="001E406D"/>
    <w:rsid w:val="001E44D4"/>
    <w:rsid w:val="001E46F0"/>
    <w:rsid w:val="001E47B4"/>
    <w:rsid w:val="001E4C37"/>
    <w:rsid w:val="001E5417"/>
    <w:rsid w:val="001E5586"/>
    <w:rsid w:val="001E58A5"/>
    <w:rsid w:val="001E5B7D"/>
    <w:rsid w:val="001E5EAB"/>
    <w:rsid w:val="001E63FA"/>
    <w:rsid w:val="001E714F"/>
    <w:rsid w:val="001E764C"/>
    <w:rsid w:val="001E7978"/>
    <w:rsid w:val="001E7EF7"/>
    <w:rsid w:val="001E7F67"/>
    <w:rsid w:val="001E7F7A"/>
    <w:rsid w:val="001F020E"/>
    <w:rsid w:val="001F023D"/>
    <w:rsid w:val="001F03A2"/>
    <w:rsid w:val="001F0641"/>
    <w:rsid w:val="001F14E2"/>
    <w:rsid w:val="001F1BF7"/>
    <w:rsid w:val="001F1E78"/>
    <w:rsid w:val="001F1FAA"/>
    <w:rsid w:val="001F2132"/>
    <w:rsid w:val="001F2857"/>
    <w:rsid w:val="001F28C3"/>
    <w:rsid w:val="001F2CF4"/>
    <w:rsid w:val="001F35D3"/>
    <w:rsid w:val="001F368A"/>
    <w:rsid w:val="001F3910"/>
    <w:rsid w:val="001F3937"/>
    <w:rsid w:val="001F3BAF"/>
    <w:rsid w:val="001F3C0B"/>
    <w:rsid w:val="001F3C24"/>
    <w:rsid w:val="001F3E48"/>
    <w:rsid w:val="001F413F"/>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032"/>
    <w:rsid w:val="00200429"/>
    <w:rsid w:val="002004CD"/>
    <w:rsid w:val="002006B8"/>
    <w:rsid w:val="0020140D"/>
    <w:rsid w:val="00202270"/>
    <w:rsid w:val="00202DA4"/>
    <w:rsid w:val="002035BC"/>
    <w:rsid w:val="00203873"/>
    <w:rsid w:val="00203995"/>
    <w:rsid w:val="00203E76"/>
    <w:rsid w:val="002043AE"/>
    <w:rsid w:val="00204516"/>
    <w:rsid w:val="00204AEE"/>
    <w:rsid w:val="00205522"/>
    <w:rsid w:val="00205CB0"/>
    <w:rsid w:val="00205CF2"/>
    <w:rsid w:val="0020654D"/>
    <w:rsid w:val="00206D3C"/>
    <w:rsid w:val="00206DD2"/>
    <w:rsid w:val="00206E05"/>
    <w:rsid w:val="00207976"/>
    <w:rsid w:val="0020797E"/>
    <w:rsid w:val="00210047"/>
    <w:rsid w:val="002103A2"/>
    <w:rsid w:val="002103D9"/>
    <w:rsid w:val="00210BAC"/>
    <w:rsid w:val="00210FC8"/>
    <w:rsid w:val="0021143F"/>
    <w:rsid w:val="00211695"/>
    <w:rsid w:val="002117DA"/>
    <w:rsid w:val="00213B91"/>
    <w:rsid w:val="0021417E"/>
    <w:rsid w:val="0021508B"/>
    <w:rsid w:val="00216792"/>
    <w:rsid w:val="002169BB"/>
    <w:rsid w:val="00216D80"/>
    <w:rsid w:val="0021749E"/>
    <w:rsid w:val="002174CC"/>
    <w:rsid w:val="00217610"/>
    <w:rsid w:val="00217684"/>
    <w:rsid w:val="00220223"/>
    <w:rsid w:val="00220CB4"/>
    <w:rsid w:val="0022128E"/>
    <w:rsid w:val="002215F0"/>
    <w:rsid w:val="00221820"/>
    <w:rsid w:val="00222B7A"/>
    <w:rsid w:val="00222FEB"/>
    <w:rsid w:val="0022301A"/>
    <w:rsid w:val="00223763"/>
    <w:rsid w:val="002237DD"/>
    <w:rsid w:val="00223E65"/>
    <w:rsid w:val="00223F6E"/>
    <w:rsid w:val="00224014"/>
    <w:rsid w:val="002249E2"/>
    <w:rsid w:val="00224A65"/>
    <w:rsid w:val="00224A79"/>
    <w:rsid w:val="00224CF7"/>
    <w:rsid w:val="0022500D"/>
    <w:rsid w:val="002255DF"/>
    <w:rsid w:val="002274BA"/>
    <w:rsid w:val="00227553"/>
    <w:rsid w:val="00227782"/>
    <w:rsid w:val="00227C66"/>
    <w:rsid w:val="002310B7"/>
    <w:rsid w:val="002314D8"/>
    <w:rsid w:val="0023166B"/>
    <w:rsid w:val="002328EB"/>
    <w:rsid w:val="00232ABB"/>
    <w:rsid w:val="00232C9B"/>
    <w:rsid w:val="00232E8E"/>
    <w:rsid w:val="00232F65"/>
    <w:rsid w:val="002333CF"/>
    <w:rsid w:val="002339A8"/>
    <w:rsid w:val="00233C48"/>
    <w:rsid w:val="00234645"/>
    <w:rsid w:val="00234D6C"/>
    <w:rsid w:val="00235D91"/>
    <w:rsid w:val="00235EED"/>
    <w:rsid w:val="002364A3"/>
    <w:rsid w:val="002369FE"/>
    <w:rsid w:val="00237F1D"/>
    <w:rsid w:val="002401CC"/>
    <w:rsid w:val="0024057F"/>
    <w:rsid w:val="00240821"/>
    <w:rsid w:val="00240E7B"/>
    <w:rsid w:val="002419E4"/>
    <w:rsid w:val="00241E35"/>
    <w:rsid w:val="00242337"/>
    <w:rsid w:val="00242428"/>
    <w:rsid w:val="00242841"/>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47E45"/>
    <w:rsid w:val="00250D24"/>
    <w:rsid w:val="00250F46"/>
    <w:rsid w:val="0025115C"/>
    <w:rsid w:val="00251B98"/>
    <w:rsid w:val="00251E69"/>
    <w:rsid w:val="00251EE9"/>
    <w:rsid w:val="00251F6D"/>
    <w:rsid w:val="00252942"/>
    <w:rsid w:val="00252BAD"/>
    <w:rsid w:val="00253055"/>
    <w:rsid w:val="00253C6F"/>
    <w:rsid w:val="0025419F"/>
    <w:rsid w:val="0025441C"/>
    <w:rsid w:val="00254A54"/>
    <w:rsid w:val="00254FC5"/>
    <w:rsid w:val="0025538C"/>
    <w:rsid w:val="0025579F"/>
    <w:rsid w:val="00255A4A"/>
    <w:rsid w:val="002563E9"/>
    <w:rsid w:val="00256CE4"/>
    <w:rsid w:val="00256FA3"/>
    <w:rsid w:val="00257DEF"/>
    <w:rsid w:val="002606B0"/>
    <w:rsid w:val="00261B33"/>
    <w:rsid w:val="002623C6"/>
    <w:rsid w:val="00263155"/>
    <w:rsid w:val="002639AE"/>
    <w:rsid w:val="00263C56"/>
    <w:rsid w:val="002640CD"/>
    <w:rsid w:val="00264166"/>
    <w:rsid w:val="00264356"/>
    <w:rsid w:val="00264AD3"/>
    <w:rsid w:val="00264E23"/>
    <w:rsid w:val="002653A8"/>
    <w:rsid w:val="0026544E"/>
    <w:rsid w:val="00266429"/>
    <w:rsid w:val="002664A7"/>
    <w:rsid w:val="00266621"/>
    <w:rsid w:val="0026666F"/>
    <w:rsid w:val="00266A65"/>
    <w:rsid w:val="00266E10"/>
    <w:rsid w:val="00267584"/>
    <w:rsid w:val="00267ADB"/>
    <w:rsid w:val="00270A17"/>
    <w:rsid w:val="00270CCF"/>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B3"/>
    <w:rsid w:val="0028455F"/>
    <w:rsid w:val="00284CEC"/>
    <w:rsid w:val="00284E24"/>
    <w:rsid w:val="0028530D"/>
    <w:rsid w:val="00285662"/>
    <w:rsid w:val="00286785"/>
    <w:rsid w:val="00286E63"/>
    <w:rsid w:val="00287051"/>
    <w:rsid w:val="002871AA"/>
    <w:rsid w:val="00287943"/>
    <w:rsid w:val="002904D3"/>
    <w:rsid w:val="002906D9"/>
    <w:rsid w:val="00290CF6"/>
    <w:rsid w:val="00291552"/>
    <w:rsid w:val="00291E32"/>
    <w:rsid w:val="002920B0"/>
    <w:rsid w:val="002929F7"/>
    <w:rsid w:val="00292F64"/>
    <w:rsid w:val="0029309B"/>
    <w:rsid w:val="00294200"/>
    <w:rsid w:val="00294450"/>
    <w:rsid w:val="00294B46"/>
    <w:rsid w:val="00294EF5"/>
    <w:rsid w:val="00294F6D"/>
    <w:rsid w:val="002953B0"/>
    <w:rsid w:val="00295A17"/>
    <w:rsid w:val="00295A79"/>
    <w:rsid w:val="0029680D"/>
    <w:rsid w:val="00297808"/>
    <w:rsid w:val="00297A9E"/>
    <w:rsid w:val="00297B95"/>
    <w:rsid w:val="00297CAB"/>
    <w:rsid w:val="002A0670"/>
    <w:rsid w:val="002A07F4"/>
    <w:rsid w:val="002A0861"/>
    <w:rsid w:val="002A086F"/>
    <w:rsid w:val="002A0C19"/>
    <w:rsid w:val="002A1F1C"/>
    <w:rsid w:val="002A235D"/>
    <w:rsid w:val="002A2BEF"/>
    <w:rsid w:val="002A4004"/>
    <w:rsid w:val="002A42BC"/>
    <w:rsid w:val="002A4766"/>
    <w:rsid w:val="002A47A1"/>
    <w:rsid w:val="002A501E"/>
    <w:rsid w:val="002A5337"/>
    <w:rsid w:val="002A534F"/>
    <w:rsid w:val="002A5444"/>
    <w:rsid w:val="002A59F5"/>
    <w:rsid w:val="002A5E0B"/>
    <w:rsid w:val="002B0461"/>
    <w:rsid w:val="002B0894"/>
    <w:rsid w:val="002B0A5C"/>
    <w:rsid w:val="002B0E44"/>
    <w:rsid w:val="002B1054"/>
    <w:rsid w:val="002B13C5"/>
    <w:rsid w:val="002B18F4"/>
    <w:rsid w:val="002B19E1"/>
    <w:rsid w:val="002B1A9A"/>
    <w:rsid w:val="002B1AA9"/>
    <w:rsid w:val="002B23E9"/>
    <w:rsid w:val="002B2777"/>
    <w:rsid w:val="002B27A1"/>
    <w:rsid w:val="002B332C"/>
    <w:rsid w:val="002B3CC9"/>
    <w:rsid w:val="002B418D"/>
    <w:rsid w:val="002B4670"/>
    <w:rsid w:val="002B524A"/>
    <w:rsid w:val="002B56AA"/>
    <w:rsid w:val="002B5CBB"/>
    <w:rsid w:val="002B5CDC"/>
    <w:rsid w:val="002B5F6E"/>
    <w:rsid w:val="002B6157"/>
    <w:rsid w:val="002B6313"/>
    <w:rsid w:val="002B633C"/>
    <w:rsid w:val="002B67F0"/>
    <w:rsid w:val="002B72A0"/>
    <w:rsid w:val="002B757E"/>
    <w:rsid w:val="002B7795"/>
    <w:rsid w:val="002B7E71"/>
    <w:rsid w:val="002C0446"/>
    <w:rsid w:val="002C0688"/>
    <w:rsid w:val="002C108C"/>
    <w:rsid w:val="002C1516"/>
    <w:rsid w:val="002C1654"/>
    <w:rsid w:val="002C1AAC"/>
    <w:rsid w:val="002C298A"/>
    <w:rsid w:val="002C29B7"/>
    <w:rsid w:val="002C340E"/>
    <w:rsid w:val="002C399C"/>
    <w:rsid w:val="002C3D2B"/>
    <w:rsid w:val="002C4B24"/>
    <w:rsid w:val="002C5C00"/>
    <w:rsid w:val="002C5D40"/>
    <w:rsid w:val="002C6157"/>
    <w:rsid w:val="002C651F"/>
    <w:rsid w:val="002C665B"/>
    <w:rsid w:val="002C6A8D"/>
    <w:rsid w:val="002C6C37"/>
    <w:rsid w:val="002C7223"/>
    <w:rsid w:val="002C7825"/>
    <w:rsid w:val="002C7E76"/>
    <w:rsid w:val="002D02AB"/>
    <w:rsid w:val="002D0320"/>
    <w:rsid w:val="002D0E35"/>
    <w:rsid w:val="002D197F"/>
    <w:rsid w:val="002D1F4C"/>
    <w:rsid w:val="002D272E"/>
    <w:rsid w:val="002D28B6"/>
    <w:rsid w:val="002D2DE9"/>
    <w:rsid w:val="002D347F"/>
    <w:rsid w:val="002D35B7"/>
    <w:rsid w:val="002D36E8"/>
    <w:rsid w:val="002D47DC"/>
    <w:rsid w:val="002D4817"/>
    <w:rsid w:val="002D49A3"/>
    <w:rsid w:val="002D4F78"/>
    <w:rsid w:val="002D5380"/>
    <w:rsid w:val="002D5780"/>
    <w:rsid w:val="002D59DC"/>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747"/>
    <w:rsid w:val="002E3927"/>
    <w:rsid w:val="002E3DA6"/>
    <w:rsid w:val="002E419D"/>
    <w:rsid w:val="002E4A48"/>
    <w:rsid w:val="002E4BE4"/>
    <w:rsid w:val="002E60C4"/>
    <w:rsid w:val="002E7315"/>
    <w:rsid w:val="002E781B"/>
    <w:rsid w:val="002E786A"/>
    <w:rsid w:val="002E79EE"/>
    <w:rsid w:val="002F04A5"/>
    <w:rsid w:val="002F0B8D"/>
    <w:rsid w:val="002F12E3"/>
    <w:rsid w:val="002F14BA"/>
    <w:rsid w:val="002F15A5"/>
    <w:rsid w:val="002F19F6"/>
    <w:rsid w:val="002F1DD8"/>
    <w:rsid w:val="002F20E5"/>
    <w:rsid w:val="002F25A4"/>
    <w:rsid w:val="002F269F"/>
    <w:rsid w:val="002F2E41"/>
    <w:rsid w:val="002F2F1E"/>
    <w:rsid w:val="002F30BE"/>
    <w:rsid w:val="002F3184"/>
    <w:rsid w:val="002F364A"/>
    <w:rsid w:val="002F364B"/>
    <w:rsid w:val="002F3AD0"/>
    <w:rsid w:val="002F3D37"/>
    <w:rsid w:val="002F426E"/>
    <w:rsid w:val="002F4C6F"/>
    <w:rsid w:val="002F4D9D"/>
    <w:rsid w:val="002F54A1"/>
    <w:rsid w:val="002F5AF8"/>
    <w:rsid w:val="002F5B74"/>
    <w:rsid w:val="002F60D5"/>
    <w:rsid w:val="002F6357"/>
    <w:rsid w:val="002F6451"/>
    <w:rsid w:val="002F671D"/>
    <w:rsid w:val="002F6875"/>
    <w:rsid w:val="002F6B3B"/>
    <w:rsid w:val="002F70CB"/>
    <w:rsid w:val="002F719C"/>
    <w:rsid w:val="002F7258"/>
    <w:rsid w:val="002F7271"/>
    <w:rsid w:val="002F7ADE"/>
    <w:rsid w:val="00300094"/>
    <w:rsid w:val="00300110"/>
    <w:rsid w:val="003001E2"/>
    <w:rsid w:val="00300304"/>
    <w:rsid w:val="0030077D"/>
    <w:rsid w:val="00300796"/>
    <w:rsid w:val="00300D7C"/>
    <w:rsid w:val="00301447"/>
    <w:rsid w:val="003015C7"/>
    <w:rsid w:val="00302A2A"/>
    <w:rsid w:val="00302A32"/>
    <w:rsid w:val="003030DE"/>
    <w:rsid w:val="003042EA"/>
    <w:rsid w:val="00304528"/>
    <w:rsid w:val="003047D7"/>
    <w:rsid w:val="00304A82"/>
    <w:rsid w:val="00304F44"/>
    <w:rsid w:val="003054BB"/>
    <w:rsid w:val="00305677"/>
    <w:rsid w:val="00305B9E"/>
    <w:rsid w:val="00305BA0"/>
    <w:rsid w:val="00305CB1"/>
    <w:rsid w:val="00305DC3"/>
    <w:rsid w:val="003065D5"/>
    <w:rsid w:val="00306AF9"/>
    <w:rsid w:val="00307992"/>
    <w:rsid w:val="00307DCF"/>
    <w:rsid w:val="00310312"/>
    <w:rsid w:val="0031033E"/>
    <w:rsid w:val="003104D3"/>
    <w:rsid w:val="00310849"/>
    <w:rsid w:val="003109D5"/>
    <w:rsid w:val="00311222"/>
    <w:rsid w:val="003119A9"/>
    <w:rsid w:val="00311C58"/>
    <w:rsid w:val="00311CA6"/>
    <w:rsid w:val="00312865"/>
    <w:rsid w:val="00313146"/>
    <w:rsid w:val="0031337E"/>
    <w:rsid w:val="0031339D"/>
    <w:rsid w:val="003138E0"/>
    <w:rsid w:val="00313F62"/>
    <w:rsid w:val="00314051"/>
    <w:rsid w:val="003145C6"/>
    <w:rsid w:val="00314897"/>
    <w:rsid w:val="00314CF4"/>
    <w:rsid w:val="00314DBA"/>
    <w:rsid w:val="003153BB"/>
    <w:rsid w:val="00315778"/>
    <w:rsid w:val="003157C1"/>
    <w:rsid w:val="00315865"/>
    <w:rsid w:val="00316248"/>
    <w:rsid w:val="00316909"/>
    <w:rsid w:val="00316A13"/>
    <w:rsid w:val="00316CAD"/>
    <w:rsid w:val="00316D01"/>
    <w:rsid w:val="00316D68"/>
    <w:rsid w:val="00316DE2"/>
    <w:rsid w:val="0031714B"/>
    <w:rsid w:val="00317266"/>
    <w:rsid w:val="003174D8"/>
    <w:rsid w:val="00317952"/>
    <w:rsid w:val="00317F3D"/>
    <w:rsid w:val="003204CD"/>
    <w:rsid w:val="00320537"/>
    <w:rsid w:val="00320873"/>
    <w:rsid w:val="00320B4C"/>
    <w:rsid w:val="00320BCD"/>
    <w:rsid w:val="00320D32"/>
    <w:rsid w:val="00321367"/>
    <w:rsid w:val="003218AA"/>
    <w:rsid w:val="003221D4"/>
    <w:rsid w:val="00322586"/>
    <w:rsid w:val="003233A5"/>
    <w:rsid w:val="00323457"/>
    <w:rsid w:val="003234B6"/>
    <w:rsid w:val="003235DC"/>
    <w:rsid w:val="00323FD6"/>
    <w:rsid w:val="00324359"/>
    <w:rsid w:val="003244C0"/>
    <w:rsid w:val="003245CF"/>
    <w:rsid w:val="003248BC"/>
    <w:rsid w:val="003248DA"/>
    <w:rsid w:val="00325823"/>
    <w:rsid w:val="00325864"/>
    <w:rsid w:val="003259A5"/>
    <w:rsid w:val="00325A46"/>
    <w:rsid w:val="00326310"/>
    <w:rsid w:val="00326793"/>
    <w:rsid w:val="00326AE1"/>
    <w:rsid w:val="003271D1"/>
    <w:rsid w:val="00327EC5"/>
    <w:rsid w:val="0033043F"/>
    <w:rsid w:val="00330DCD"/>
    <w:rsid w:val="00330EC2"/>
    <w:rsid w:val="003313FA"/>
    <w:rsid w:val="003318A5"/>
    <w:rsid w:val="00331C13"/>
    <w:rsid w:val="003326E4"/>
    <w:rsid w:val="00332EBF"/>
    <w:rsid w:val="00333B3A"/>
    <w:rsid w:val="00334A39"/>
    <w:rsid w:val="00334ACC"/>
    <w:rsid w:val="00334F50"/>
    <w:rsid w:val="00335172"/>
    <w:rsid w:val="00335A1F"/>
    <w:rsid w:val="00335EBC"/>
    <w:rsid w:val="00336582"/>
    <w:rsid w:val="003370DF"/>
    <w:rsid w:val="003371E6"/>
    <w:rsid w:val="0033757B"/>
    <w:rsid w:val="00337E06"/>
    <w:rsid w:val="0034004C"/>
    <w:rsid w:val="0034104A"/>
    <w:rsid w:val="003412DC"/>
    <w:rsid w:val="00341971"/>
    <w:rsid w:val="00341D34"/>
    <w:rsid w:val="00341E3D"/>
    <w:rsid w:val="003420C3"/>
    <w:rsid w:val="00342E6B"/>
    <w:rsid w:val="00343578"/>
    <w:rsid w:val="003445CC"/>
    <w:rsid w:val="0034467A"/>
    <w:rsid w:val="00344A51"/>
    <w:rsid w:val="00344AD7"/>
    <w:rsid w:val="00344B68"/>
    <w:rsid w:val="00344E02"/>
    <w:rsid w:val="003456AB"/>
    <w:rsid w:val="0034577A"/>
    <w:rsid w:val="00346741"/>
    <w:rsid w:val="00346768"/>
    <w:rsid w:val="00346769"/>
    <w:rsid w:val="00346BE1"/>
    <w:rsid w:val="00347A77"/>
    <w:rsid w:val="00347C5C"/>
    <w:rsid w:val="00347E09"/>
    <w:rsid w:val="003502A4"/>
    <w:rsid w:val="00350785"/>
    <w:rsid w:val="00351EE4"/>
    <w:rsid w:val="00352224"/>
    <w:rsid w:val="00353B5E"/>
    <w:rsid w:val="00353E7A"/>
    <w:rsid w:val="00353F71"/>
    <w:rsid w:val="00353FC8"/>
    <w:rsid w:val="003541C5"/>
    <w:rsid w:val="00354BBC"/>
    <w:rsid w:val="00354CC7"/>
    <w:rsid w:val="00355284"/>
    <w:rsid w:val="003553BA"/>
    <w:rsid w:val="00356597"/>
    <w:rsid w:val="00356679"/>
    <w:rsid w:val="00356730"/>
    <w:rsid w:val="00356953"/>
    <w:rsid w:val="00356BA4"/>
    <w:rsid w:val="00356DEE"/>
    <w:rsid w:val="00356F3B"/>
    <w:rsid w:val="003570F7"/>
    <w:rsid w:val="00357108"/>
    <w:rsid w:val="003601F1"/>
    <w:rsid w:val="003603B2"/>
    <w:rsid w:val="0036049C"/>
    <w:rsid w:val="00360851"/>
    <w:rsid w:val="00360982"/>
    <w:rsid w:val="003611B8"/>
    <w:rsid w:val="0036131A"/>
    <w:rsid w:val="00361D27"/>
    <w:rsid w:val="00361F3D"/>
    <w:rsid w:val="00361FE1"/>
    <w:rsid w:val="003624E8"/>
    <w:rsid w:val="0036270F"/>
    <w:rsid w:val="003628B8"/>
    <w:rsid w:val="00362A31"/>
    <w:rsid w:val="00362B55"/>
    <w:rsid w:val="00362C4E"/>
    <w:rsid w:val="00363B31"/>
    <w:rsid w:val="00363B9D"/>
    <w:rsid w:val="00363C72"/>
    <w:rsid w:val="00363D39"/>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2F21"/>
    <w:rsid w:val="00373300"/>
    <w:rsid w:val="0037416D"/>
    <w:rsid w:val="00374410"/>
    <w:rsid w:val="00374CF9"/>
    <w:rsid w:val="00375F81"/>
    <w:rsid w:val="003761BA"/>
    <w:rsid w:val="003764B3"/>
    <w:rsid w:val="00376778"/>
    <w:rsid w:val="0037680B"/>
    <w:rsid w:val="003779BA"/>
    <w:rsid w:val="00377AE0"/>
    <w:rsid w:val="00377F81"/>
    <w:rsid w:val="00380534"/>
    <w:rsid w:val="00380560"/>
    <w:rsid w:val="00380870"/>
    <w:rsid w:val="0038161C"/>
    <w:rsid w:val="00381D59"/>
    <w:rsid w:val="00381FB8"/>
    <w:rsid w:val="003829BA"/>
    <w:rsid w:val="003832FD"/>
    <w:rsid w:val="003847AC"/>
    <w:rsid w:val="00384C49"/>
    <w:rsid w:val="00385605"/>
    <w:rsid w:val="003864EB"/>
    <w:rsid w:val="0038674B"/>
    <w:rsid w:val="00386779"/>
    <w:rsid w:val="00386A7D"/>
    <w:rsid w:val="00386E3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4C3D"/>
    <w:rsid w:val="00394CED"/>
    <w:rsid w:val="00394D52"/>
    <w:rsid w:val="00395B6F"/>
    <w:rsid w:val="00396138"/>
    <w:rsid w:val="003965AE"/>
    <w:rsid w:val="003969B7"/>
    <w:rsid w:val="00396B58"/>
    <w:rsid w:val="00397874"/>
    <w:rsid w:val="00397F33"/>
    <w:rsid w:val="003A0309"/>
    <w:rsid w:val="003A0959"/>
    <w:rsid w:val="003A0C30"/>
    <w:rsid w:val="003A150E"/>
    <w:rsid w:val="003A185D"/>
    <w:rsid w:val="003A197E"/>
    <w:rsid w:val="003A1A79"/>
    <w:rsid w:val="003A211D"/>
    <w:rsid w:val="003A21D7"/>
    <w:rsid w:val="003A2925"/>
    <w:rsid w:val="003A3436"/>
    <w:rsid w:val="003A351E"/>
    <w:rsid w:val="003A374C"/>
    <w:rsid w:val="003A428C"/>
    <w:rsid w:val="003A4FE3"/>
    <w:rsid w:val="003A504A"/>
    <w:rsid w:val="003A5119"/>
    <w:rsid w:val="003A535C"/>
    <w:rsid w:val="003A5488"/>
    <w:rsid w:val="003A5C67"/>
    <w:rsid w:val="003A6A10"/>
    <w:rsid w:val="003A72EF"/>
    <w:rsid w:val="003A7982"/>
    <w:rsid w:val="003B01F5"/>
    <w:rsid w:val="003B0247"/>
    <w:rsid w:val="003B034F"/>
    <w:rsid w:val="003B14BA"/>
    <w:rsid w:val="003B1555"/>
    <w:rsid w:val="003B1ABA"/>
    <w:rsid w:val="003B1D5D"/>
    <w:rsid w:val="003B2169"/>
    <w:rsid w:val="003B2904"/>
    <w:rsid w:val="003B312D"/>
    <w:rsid w:val="003B345A"/>
    <w:rsid w:val="003B35B8"/>
    <w:rsid w:val="003B3679"/>
    <w:rsid w:val="003B3DEC"/>
    <w:rsid w:val="003B4587"/>
    <w:rsid w:val="003B4F7C"/>
    <w:rsid w:val="003B597F"/>
    <w:rsid w:val="003B5F13"/>
    <w:rsid w:val="003B6397"/>
    <w:rsid w:val="003B66D1"/>
    <w:rsid w:val="003B6701"/>
    <w:rsid w:val="003B682C"/>
    <w:rsid w:val="003B6C15"/>
    <w:rsid w:val="003B7DAB"/>
    <w:rsid w:val="003C0164"/>
    <w:rsid w:val="003C0403"/>
    <w:rsid w:val="003C04C4"/>
    <w:rsid w:val="003C10EE"/>
    <w:rsid w:val="003C1746"/>
    <w:rsid w:val="003C1A42"/>
    <w:rsid w:val="003C1C4C"/>
    <w:rsid w:val="003C3AC9"/>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4A2"/>
    <w:rsid w:val="003D4580"/>
    <w:rsid w:val="003D4DBA"/>
    <w:rsid w:val="003D4DF6"/>
    <w:rsid w:val="003D598B"/>
    <w:rsid w:val="003D6E84"/>
    <w:rsid w:val="003D7837"/>
    <w:rsid w:val="003D7C65"/>
    <w:rsid w:val="003E018B"/>
    <w:rsid w:val="003E0B09"/>
    <w:rsid w:val="003E0C23"/>
    <w:rsid w:val="003E173D"/>
    <w:rsid w:val="003E1BCB"/>
    <w:rsid w:val="003E2070"/>
    <w:rsid w:val="003E28B7"/>
    <w:rsid w:val="003E29E6"/>
    <w:rsid w:val="003E2E6D"/>
    <w:rsid w:val="003E30AC"/>
    <w:rsid w:val="003E357D"/>
    <w:rsid w:val="003E3753"/>
    <w:rsid w:val="003E3E80"/>
    <w:rsid w:val="003E3EDD"/>
    <w:rsid w:val="003E445B"/>
    <w:rsid w:val="003E4C41"/>
    <w:rsid w:val="003E4FD9"/>
    <w:rsid w:val="003E5213"/>
    <w:rsid w:val="003E5643"/>
    <w:rsid w:val="003E5C31"/>
    <w:rsid w:val="003E5F24"/>
    <w:rsid w:val="003E5F67"/>
    <w:rsid w:val="003E66A6"/>
    <w:rsid w:val="003E6FD3"/>
    <w:rsid w:val="003F031D"/>
    <w:rsid w:val="003F044D"/>
    <w:rsid w:val="003F0695"/>
    <w:rsid w:val="003F07C4"/>
    <w:rsid w:val="003F0F61"/>
    <w:rsid w:val="003F0F91"/>
    <w:rsid w:val="003F1112"/>
    <w:rsid w:val="003F19B5"/>
    <w:rsid w:val="003F1A7B"/>
    <w:rsid w:val="003F1BFB"/>
    <w:rsid w:val="003F1C7C"/>
    <w:rsid w:val="003F293B"/>
    <w:rsid w:val="003F2ADD"/>
    <w:rsid w:val="003F2D5D"/>
    <w:rsid w:val="003F372D"/>
    <w:rsid w:val="003F3943"/>
    <w:rsid w:val="003F3B18"/>
    <w:rsid w:val="003F43B1"/>
    <w:rsid w:val="003F4437"/>
    <w:rsid w:val="003F46B0"/>
    <w:rsid w:val="003F4B5B"/>
    <w:rsid w:val="003F4E20"/>
    <w:rsid w:val="003F5146"/>
    <w:rsid w:val="003F514D"/>
    <w:rsid w:val="003F5313"/>
    <w:rsid w:val="003F568F"/>
    <w:rsid w:val="003F7121"/>
    <w:rsid w:val="003F76DD"/>
    <w:rsid w:val="003F7AAA"/>
    <w:rsid w:val="004004C5"/>
    <w:rsid w:val="00400515"/>
    <w:rsid w:val="0040091F"/>
    <w:rsid w:val="00401113"/>
    <w:rsid w:val="004013A8"/>
    <w:rsid w:val="0040146D"/>
    <w:rsid w:val="0040180D"/>
    <w:rsid w:val="00401966"/>
    <w:rsid w:val="00401DFF"/>
    <w:rsid w:val="0040209C"/>
    <w:rsid w:val="004024F7"/>
    <w:rsid w:val="00403037"/>
    <w:rsid w:val="004039A0"/>
    <w:rsid w:val="00403A15"/>
    <w:rsid w:val="0040440E"/>
    <w:rsid w:val="004044E4"/>
    <w:rsid w:val="004048C7"/>
    <w:rsid w:val="0040560F"/>
    <w:rsid w:val="00405858"/>
    <w:rsid w:val="00405B03"/>
    <w:rsid w:val="00406948"/>
    <w:rsid w:val="004069F1"/>
    <w:rsid w:val="00406B3C"/>
    <w:rsid w:val="00406FCB"/>
    <w:rsid w:val="00407558"/>
    <w:rsid w:val="0040773C"/>
    <w:rsid w:val="00407839"/>
    <w:rsid w:val="004102A6"/>
    <w:rsid w:val="00410EBA"/>
    <w:rsid w:val="00410FBC"/>
    <w:rsid w:val="00411A1D"/>
    <w:rsid w:val="00411A1F"/>
    <w:rsid w:val="00412567"/>
    <w:rsid w:val="00412C68"/>
    <w:rsid w:val="00412F79"/>
    <w:rsid w:val="004136DF"/>
    <w:rsid w:val="0041380B"/>
    <w:rsid w:val="00413D00"/>
    <w:rsid w:val="00413D4C"/>
    <w:rsid w:val="00414139"/>
    <w:rsid w:val="0041466D"/>
    <w:rsid w:val="00414B81"/>
    <w:rsid w:val="00415455"/>
    <w:rsid w:val="00415659"/>
    <w:rsid w:val="0041644C"/>
    <w:rsid w:val="004171CD"/>
    <w:rsid w:val="004172C3"/>
    <w:rsid w:val="0041779D"/>
    <w:rsid w:val="00417BE6"/>
    <w:rsid w:val="00420365"/>
    <w:rsid w:val="004204F4"/>
    <w:rsid w:val="004207A7"/>
    <w:rsid w:val="004209FE"/>
    <w:rsid w:val="00420A20"/>
    <w:rsid w:val="00420BA7"/>
    <w:rsid w:val="00420D59"/>
    <w:rsid w:val="00420E29"/>
    <w:rsid w:val="00420E88"/>
    <w:rsid w:val="004217C2"/>
    <w:rsid w:val="00421E8F"/>
    <w:rsid w:val="00422CFC"/>
    <w:rsid w:val="0042311C"/>
    <w:rsid w:val="00425592"/>
    <w:rsid w:val="00425848"/>
    <w:rsid w:val="00426934"/>
    <w:rsid w:val="004276B9"/>
    <w:rsid w:val="00427789"/>
    <w:rsid w:val="00427990"/>
    <w:rsid w:val="00427E92"/>
    <w:rsid w:val="00430056"/>
    <w:rsid w:val="0043048C"/>
    <w:rsid w:val="00430FE0"/>
    <w:rsid w:val="00430FF0"/>
    <w:rsid w:val="004312A6"/>
    <w:rsid w:val="004315B6"/>
    <w:rsid w:val="00431AF7"/>
    <w:rsid w:val="00431D2B"/>
    <w:rsid w:val="004327A4"/>
    <w:rsid w:val="004331E1"/>
    <w:rsid w:val="00433961"/>
    <w:rsid w:val="00433D01"/>
    <w:rsid w:val="00433EEE"/>
    <w:rsid w:val="00434B0D"/>
    <w:rsid w:val="00434C62"/>
    <w:rsid w:val="00434D91"/>
    <w:rsid w:val="004353E9"/>
    <w:rsid w:val="00436298"/>
    <w:rsid w:val="00436571"/>
    <w:rsid w:val="004365FE"/>
    <w:rsid w:val="004367A6"/>
    <w:rsid w:val="00436E7C"/>
    <w:rsid w:val="004373BF"/>
    <w:rsid w:val="00437630"/>
    <w:rsid w:val="00437A04"/>
    <w:rsid w:val="00437C34"/>
    <w:rsid w:val="00437CC8"/>
    <w:rsid w:val="004400E3"/>
    <w:rsid w:val="00440B3E"/>
    <w:rsid w:val="00440F9E"/>
    <w:rsid w:val="0044115C"/>
    <w:rsid w:val="00441E1C"/>
    <w:rsid w:val="004423DE"/>
    <w:rsid w:val="00442953"/>
    <w:rsid w:val="0044308C"/>
    <w:rsid w:val="004430D2"/>
    <w:rsid w:val="00443546"/>
    <w:rsid w:val="00444180"/>
    <w:rsid w:val="00444541"/>
    <w:rsid w:val="00444CD6"/>
    <w:rsid w:val="00444F35"/>
    <w:rsid w:val="0044521C"/>
    <w:rsid w:val="0044572C"/>
    <w:rsid w:val="00445819"/>
    <w:rsid w:val="004458F1"/>
    <w:rsid w:val="00445A40"/>
    <w:rsid w:val="00445A77"/>
    <w:rsid w:val="00446AD5"/>
    <w:rsid w:val="00447AC1"/>
    <w:rsid w:val="00447C51"/>
    <w:rsid w:val="0045039A"/>
    <w:rsid w:val="00450903"/>
    <w:rsid w:val="0045096A"/>
    <w:rsid w:val="004513FF"/>
    <w:rsid w:val="004528D5"/>
    <w:rsid w:val="00453914"/>
    <w:rsid w:val="00453C36"/>
    <w:rsid w:val="00453F32"/>
    <w:rsid w:val="004540EC"/>
    <w:rsid w:val="004552B7"/>
    <w:rsid w:val="004555FD"/>
    <w:rsid w:val="004557BC"/>
    <w:rsid w:val="00455BA6"/>
    <w:rsid w:val="00455BF8"/>
    <w:rsid w:val="00455D52"/>
    <w:rsid w:val="0045648D"/>
    <w:rsid w:val="0045687D"/>
    <w:rsid w:val="00456BBD"/>
    <w:rsid w:val="00456EC5"/>
    <w:rsid w:val="00457304"/>
    <w:rsid w:val="00457C72"/>
    <w:rsid w:val="00460321"/>
    <w:rsid w:val="00460510"/>
    <w:rsid w:val="004609E3"/>
    <w:rsid w:val="00460E8D"/>
    <w:rsid w:val="0046213E"/>
    <w:rsid w:val="004621A4"/>
    <w:rsid w:val="0046231F"/>
    <w:rsid w:val="00462B98"/>
    <w:rsid w:val="00462ED9"/>
    <w:rsid w:val="00463572"/>
    <w:rsid w:val="00463749"/>
    <w:rsid w:val="00463D31"/>
    <w:rsid w:val="00463ECD"/>
    <w:rsid w:val="00463FFA"/>
    <w:rsid w:val="00464902"/>
    <w:rsid w:val="004653AF"/>
    <w:rsid w:val="00465518"/>
    <w:rsid w:val="00465F10"/>
    <w:rsid w:val="00466146"/>
    <w:rsid w:val="00466CB1"/>
    <w:rsid w:val="00466EB1"/>
    <w:rsid w:val="0046734E"/>
    <w:rsid w:val="00467448"/>
    <w:rsid w:val="00467C5C"/>
    <w:rsid w:val="00467D9C"/>
    <w:rsid w:val="00470203"/>
    <w:rsid w:val="00470A8C"/>
    <w:rsid w:val="00471093"/>
    <w:rsid w:val="00471C13"/>
    <w:rsid w:val="00471E01"/>
    <w:rsid w:val="004728A4"/>
    <w:rsid w:val="00472902"/>
    <w:rsid w:val="00472985"/>
    <w:rsid w:val="00472CF9"/>
    <w:rsid w:val="00472F25"/>
    <w:rsid w:val="00473786"/>
    <w:rsid w:val="00474C9B"/>
    <w:rsid w:val="00474F39"/>
    <w:rsid w:val="00475046"/>
    <w:rsid w:val="004756EC"/>
    <w:rsid w:val="0047656B"/>
    <w:rsid w:val="004766CC"/>
    <w:rsid w:val="00476DC3"/>
    <w:rsid w:val="004774BF"/>
    <w:rsid w:val="00477CAB"/>
    <w:rsid w:val="0048142F"/>
    <w:rsid w:val="00481C32"/>
    <w:rsid w:val="00481F4E"/>
    <w:rsid w:val="004820DD"/>
    <w:rsid w:val="00482436"/>
    <w:rsid w:val="00482EBB"/>
    <w:rsid w:val="0048316F"/>
    <w:rsid w:val="0048422B"/>
    <w:rsid w:val="0048444C"/>
    <w:rsid w:val="00484665"/>
    <w:rsid w:val="0048490F"/>
    <w:rsid w:val="0048497C"/>
    <w:rsid w:val="00484AED"/>
    <w:rsid w:val="00484BF9"/>
    <w:rsid w:val="00484D5B"/>
    <w:rsid w:val="00485157"/>
    <w:rsid w:val="00485272"/>
    <w:rsid w:val="00485392"/>
    <w:rsid w:val="004854B1"/>
    <w:rsid w:val="00485BDF"/>
    <w:rsid w:val="004863FC"/>
    <w:rsid w:val="00487476"/>
    <w:rsid w:val="00487759"/>
    <w:rsid w:val="00487B5B"/>
    <w:rsid w:val="00487B78"/>
    <w:rsid w:val="00487C1C"/>
    <w:rsid w:val="00487FC5"/>
    <w:rsid w:val="004901B9"/>
    <w:rsid w:val="00490BA9"/>
    <w:rsid w:val="00491710"/>
    <w:rsid w:val="004918AD"/>
    <w:rsid w:val="00491B19"/>
    <w:rsid w:val="00491BD6"/>
    <w:rsid w:val="00492149"/>
    <w:rsid w:val="0049253D"/>
    <w:rsid w:val="00492D69"/>
    <w:rsid w:val="00492DC9"/>
    <w:rsid w:val="004931CB"/>
    <w:rsid w:val="00493492"/>
    <w:rsid w:val="00493B1A"/>
    <w:rsid w:val="0049406D"/>
    <w:rsid w:val="00494CB2"/>
    <w:rsid w:val="00494CFD"/>
    <w:rsid w:val="004953F8"/>
    <w:rsid w:val="00495867"/>
    <w:rsid w:val="00495BE0"/>
    <w:rsid w:val="00495D80"/>
    <w:rsid w:val="0049720E"/>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611"/>
    <w:rsid w:val="004A4887"/>
    <w:rsid w:val="004A4B07"/>
    <w:rsid w:val="004A4D80"/>
    <w:rsid w:val="004A4FA9"/>
    <w:rsid w:val="004A5508"/>
    <w:rsid w:val="004A5C43"/>
    <w:rsid w:val="004A6399"/>
    <w:rsid w:val="004A655F"/>
    <w:rsid w:val="004A6D26"/>
    <w:rsid w:val="004A6FB0"/>
    <w:rsid w:val="004A70F5"/>
    <w:rsid w:val="004A729A"/>
    <w:rsid w:val="004A7635"/>
    <w:rsid w:val="004A7688"/>
    <w:rsid w:val="004A7A97"/>
    <w:rsid w:val="004A7E97"/>
    <w:rsid w:val="004A7FB5"/>
    <w:rsid w:val="004B00C0"/>
    <w:rsid w:val="004B039F"/>
    <w:rsid w:val="004B1429"/>
    <w:rsid w:val="004B14E3"/>
    <w:rsid w:val="004B1595"/>
    <w:rsid w:val="004B1749"/>
    <w:rsid w:val="004B19B1"/>
    <w:rsid w:val="004B20D4"/>
    <w:rsid w:val="004B2B85"/>
    <w:rsid w:val="004B2F98"/>
    <w:rsid w:val="004B3131"/>
    <w:rsid w:val="004B345A"/>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76B"/>
    <w:rsid w:val="004C1927"/>
    <w:rsid w:val="004C19EE"/>
    <w:rsid w:val="004C1B95"/>
    <w:rsid w:val="004C232A"/>
    <w:rsid w:val="004C2411"/>
    <w:rsid w:val="004C24B9"/>
    <w:rsid w:val="004C25CA"/>
    <w:rsid w:val="004C2B4C"/>
    <w:rsid w:val="004C2CC5"/>
    <w:rsid w:val="004C355D"/>
    <w:rsid w:val="004C39DE"/>
    <w:rsid w:val="004C42C6"/>
    <w:rsid w:val="004C471B"/>
    <w:rsid w:val="004C4FE7"/>
    <w:rsid w:val="004C534B"/>
    <w:rsid w:val="004C54D9"/>
    <w:rsid w:val="004C557D"/>
    <w:rsid w:val="004C575E"/>
    <w:rsid w:val="004C5BC4"/>
    <w:rsid w:val="004C66F6"/>
    <w:rsid w:val="004C697D"/>
    <w:rsid w:val="004C6D43"/>
    <w:rsid w:val="004C7656"/>
    <w:rsid w:val="004C7BC9"/>
    <w:rsid w:val="004C7EC6"/>
    <w:rsid w:val="004D0270"/>
    <w:rsid w:val="004D063E"/>
    <w:rsid w:val="004D06E3"/>
    <w:rsid w:val="004D06EE"/>
    <w:rsid w:val="004D07DC"/>
    <w:rsid w:val="004D1609"/>
    <w:rsid w:val="004D188E"/>
    <w:rsid w:val="004D1D1E"/>
    <w:rsid w:val="004D1D83"/>
    <w:rsid w:val="004D2C13"/>
    <w:rsid w:val="004D3B0B"/>
    <w:rsid w:val="004D42E2"/>
    <w:rsid w:val="004D45A8"/>
    <w:rsid w:val="004D4B9E"/>
    <w:rsid w:val="004D4D14"/>
    <w:rsid w:val="004D54B0"/>
    <w:rsid w:val="004D5516"/>
    <w:rsid w:val="004D57A4"/>
    <w:rsid w:val="004D6088"/>
    <w:rsid w:val="004D626A"/>
    <w:rsid w:val="004D766F"/>
    <w:rsid w:val="004D7F5C"/>
    <w:rsid w:val="004E014D"/>
    <w:rsid w:val="004E04D6"/>
    <w:rsid w:val="004E04E2"/>
    <w:rsid w:val="004E0A4A"/>
    <w:rsid w:val="004E0EF7"/>
    <w:rsid w:val="004E10DC"/>
    <w:rsid w:val="004E1F66"/>
    <w:rsid w:val="004E203D"/>
    <w:rsid w:val="004E2C0B"/>
    <w:rsid w:val="004E3222"/>
    <w:rsid w:val="004E376B"/>
    <w:rsid w:val="004E41A9"/>
    <w:rsid w:val="004E4232"/>
    <w:rsid w:val="004E42AF"/>
    <w:rsid w:val="004E4E32"/>
    <w:rsid w:val="004E5503"/>
    <w:rsid w:val="004E5896"/>
    <w:rsid w:val="004E64E7"/>
    <w:rsid w:val="004E77F5"/>
    <w:rsid w:val="004E780E"/>
    <w:rsid w:val="004E7DD2"/>
    <w:rsid w:val="004F015C"/>
    <w:rsid w:val="004F0EEA"/>
    <w:rsid w:val="004F13E0"/>
    <w:rsid w:val="004F1956"/>
    <w:rsid w:val="004F1F1A"/>
    <w:rsid w:val="004F2086"/>
    <w:rsid w:val="004F2CE8"/>
    <w:rsid w:val="004F2ED0"/>
    <w:rsid w:val="004F369F"/>
    <w:rsid w:val="004F381F"/>
    <w:rsid w:val="004F3B6B"/>
    <w:rsid w:val="004F429E"/>
    <w:rsid w:val="004F4761"/>
    <w:rsid w:val="004F5414"/>
    <w:rsid w:val="004F542C"/>
    <w:rsid w:val="004F58AE"/>
    <w:rsid w:val="004F5B58"/>
    <w:rsid w:val="004F5E56"/>
    <w:rsid w:val="004F62AA"/>
    <w:rsid w:val="004F6365"/>
    <w:rsid w:val="004F6512"/>
    <w:rsid w:val="004F6773"/>
    <w:rsid w:val="004F73F4"/>
    <w:rsid w:val="004F797E"/>
    <w:rsid w:val="004F7E15"/>
    <w:rsid w:val="00500481"/>
    <w:rsid w:val="00500F3F"/>
    <w:rsid w:val="005014DC"/>
    <w:rsid w:val="00501819"/>
    <w:rsid w:val="005020C6"/>
    <w:rsid w:val="00502626"/>
    <w:rsid w:val="005034E0"/>
    <w:rsid w:val="005037A2"/>
    <w:rsid w:val="00503863"/>
    <w:rsid w:val="00503A81"/>
    <w:rsid w:val="0050472C"/>
    <w:rsid w:val="00504793"/>
    <w:rsid w:val="00504D96"/>
    <w:rsid w:val="00505602"/>
    <w:rsid w:val="00505652"/>
    <w:rsid w:val="00505B39"/>
    <w:rsid w:val="0050612C"/>
    <w:rsid w:val="005065D3"/>
    <w:rsid w:val="00506A62"/>
    <w:rsid w:val="00506A7C"/>
    <w:rsid w:val="00507700"/>
    <w:rsid w:val="00507711"/>
    <w:rsid w:val="0051046F"/>
    <w:rsid w:val="00510CAE"/>
    <w:rsid w:val="005110E3"/>
    <w:rsid w:val="00511306"/>
    <w:rsid w:val="00511469"/>
    <w:rsid w:val="005118D3"/>
    <w:rsid w:val="00511E59"/>
    <w:rsid w:val="0051211C"/>
    <w:rsid w:val="00512494"/>
    <w:rsid w:val="0051326C"/>
    <w:rsid w:val="00513BEB"/>
    <w:rsid w:val="00514803"/>
    <w:rsid w:val="00514B20"/>
    <w:rsid w:val="00514F11"/>
    <w:rsid w:val="005156CA"/>
    <w:rsid w:val="00515B07"/>
    <w:rsid w:val="00515BA6"/>
    <w:rsid w:val="00516CB4"/>
    <w:rsid w:val="00516CB6"/>
    <w:rsid w:val="00516DF9"/>
    <w:rsid w:val="00517243"/>
    <w:rsid w:val="005177E8"/>
    <w:rsid w:val="00517EB5"/>
    <w:rsid w:val="005200BD"/>
    <w:rsid w:val="00520799"/>
    <w:rsid w:val="0052080F"/>
    <w:rsid w:val="00520D2C"/>
    <w:rsid w:val="00520D32"/>
    <w:rsid w:val="00521203"/>
    <w:rsid w:val="0052133F"/>
    <w:rsid w:val="005215DF"/>
    <w:rsid w:val="00521677"/>
    <w:rsid w:val="0052259D"/>
    <w:rsid w:val="005233F6"/>
    <w:rsid w:val="00523669"/>
    <w:rsid w:val="00523AD6"/>
    <w:rsid w:val="005240BE"/>
    <w:rsid w:val="00524181"/>
    <w:rsid w:val="005241A6"/>
    <w:rsid w:val="005246EC"/>
    <w:rsid w:val="005247E9"/>
    <w:rsid w:val="005248C4"/>
    <w:rsid w:val="00524D68"/>
    <w:rsid w:val="00524FD6"/>
    <w:rsid w:val="00525133"/>
    <w:rsid w:val="0052525D"/>
    <w:rsid w:val="00525454"/>
    <w:rsid w:val="005255AB"/>
    <w:rsid w:val="005255CA"/>
    <w:rsid w:val="00525D27"/>
    <w:rsid w:val="0052687A"/>
    <w:rsid w:val="0052712A"/>
    <w:rsid w:val="00527AFB"/>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380"/>
    <w:rsid w:val="005345D7"/>
    <w:rsid w:val="00535338"/>
    <w:rsid w:val="00536085"/>
    <w:rsid w:val="005360ED"/>
    <w:rsid w:val="00536214"/>
    <w:rsid w:val="00536954"/>
    <w:rsid w:val="00536A89"/>
    <w:rsid w:val="00536E2F"/>
    <w:rsid w:val="00536E7F"/>
    <w:rsid w:val="0053716C"/>
    <w:rsid w:val="005374D4"/>
    <w:rsid w:val="005376C7"/>
    <w:rsid w:val="005378DA"/>
    <w:rsid w:val="00537CAD"/>
    <w:rsid w:val="00537FC6"/>
    <w:rsid w:val="005402A9"/>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25D"/>
    <w:rsid w:val="0054545B"/>
    <w:rsid w:val="005455D8"/>
    <w:rsid w:val="00545954"/>
    <w:rsid w:val="0054606F"/>
    <w:rsid w:val="0054673B"/>
    <w:rsid w:val="00546D13"/>
    <w:rsid w:val="005471B5"/>
    <w:rsid w:val="00550163"/>
    <w:rsid w:val="005502DA"/>
    <w:rsid w:val="00550D4E"/>
    <w:rsid w:val="005511C8"/>
    <w:rsid w:val="0055194B"/>
    <w:rsid w:val="00551CA7"/>
    <w:rsid w:val="00551E0E"/>
    <w:rsid w:val="005526E9"/>
    <w:rsid w:val="005528A3"/>
    <w:rsid w:val="00553B08"/>
    <w:rsid w:val="00553C4F"/>
    <w:rsid w:val="00554249"/>
    <w:rsid w:val="00554CA0"/>
    <w:rsid w:val="00555541"/>
    <w:rsid w:val="0055608D"/>
    <w:rsid w:val="00556E33"/>
    <w:rsid w:val="00557487"/>
    <w:rsid w:val="00557CEE"/>
    <w:rsid w:val="0056018F"/>
    <w:rsid w:val="005609CA"/>
    <w:rsid w:val="0056172C"/>
    <w:rsid w:val="00561890"/>
    <w:rsid w:val="00561C06"/>
    <w:rsid w:val="00561F49"/>
    <w:rsid w:val="0056209D"/>
    <w:rsid w:val="005622B6"/>
    <w:rsid w:val="005623FF"/>
    <w:rsid w:val="00562688"/>
    <w:rsid w:val="00563243"/>
    <w:rsid w:val="00563479"/>
    <w:rsid w:val="0056408C"/>
    <w:rsid w:val="00564541"/>
    <w:rsid w:val="00564A96"/>
    <w:rsid w:val="00564CAE"/>
    <w:rsid w:val="00565261"/>
    <w:rsid w:val="005654E8"/>
    <w:rsid w:val="00565565"/>
    <w:rsid w:val="005657C9"/>
    <w:rsid w:val="00565E07"/>
    <w:rsid w:val="0056637A"/>
    <w:rsid w:val="005667AD"/>
    <w:rsid w:val="00567C54"/>
    <w:rsid w:val="00570330"/>
    <w:rsid w:val="0057063E"/>
    <w:rsid w:val="00571101"/>
    <w:rsid w:val="00571800"/>
    <w:rsid w:val="005727FA"/>
    <w:rsid w:val="00572BC6"/>
    <w:rsid w:val="005733CA"/>
    <w:rsid w:val="00573B6B"/>
    <w:rsid w:val="00573D37"/>
    <w:rsid w:val="00574148"/>
    <w:rsid w:val="0057453C"/>
    <w:rsid w:val="00575698"/>
    <w:rsid w:val="0057570B"/>
    <w:rsid w:val="005757D4"/>
    <w:rsid w:val="005759C8"/>
    <w:rsid w:val="005764AB"/>
    <w:rsid w:val="00576F6B"/>
    <w:rsid w:val="0057705A"/>
    <w:rsid w:val="005773A2"/>
    <w:rsid w:val="005777CC"/>
    <w:rsid w:val="00577C19"/>
    <w:rsid w:val="00577CD0"/>
    <w:rsid w:val="00577D75"/>
    <w:rsid w:val="0058097A"/>
    <w:rsid w:val="00580CF3"/>
    <w:rsid w:val="005819C7"/>
    <w:rsid w:val="00582486"/>
    <w:rsid w:val="00583569"/>
    <w:rsid w:val="0058378C"/>
    <w:rsid w:val="00583A29"/>
    <w:rsid w:val="00584060"/>
    <w:rsid w:val="00584156"/>
    <w:rsid w:val="005849CF"/>
    <w:rsid w:val="00584BA5"/>
    <w:rsid w:val="00585277"/>
    <w:rsid w:val="0058575C"/>
    <w:rsid w:val="00585BE2"/>
    <w:rsid w:val="00586436"/>
    <w:rsid w:val="005868EB"/>
    <w:rsid w:val="00586BA5"/>
    <w:rsid w:val="005871BF"/>
    <w:rsid w:val="005873E1"/>
    <w:rsid w:val="00587952"/>
    <w:rsid w:val="00587A3C"/>
    <w:rsid w:val="00587AAF"/>
    <w:rsid w:val="00590033"/>
    <w:rsid w:val="005901CF"/>
    <w:rsid w:val="00590292"/>
    <w:rsid w:val="00590531"/>
    <w:rsid w:val="005905A1"/>
    <w:rsid w:val="00590744"/>
    <w:rsid w:val="00590834"/>
    <w:rsid w:val="0059096B"/>
    <w:rsid w:val="0059100A"/>
    <w:rsid w:val="00591EE6"/>
    <w:rsid w:val="00591FE4"/>
    <w:rsid w:val="00592018"/>
    <w:rsid w:val="005938BC"/>
    <w:rsid w:val="00593B3C"/>
    <w:rsid w:val="00593F76"/>
    <w:rsid w:val="005945C2"/>
    <w:rsid w:val="00594700"/>
    <w:rsid w:val="00594790"/>
    <w:rsid w:val="00594DE1"/>
    <w:rsid w:val="0059525B"/>
    <w:rsid w:val="00595762"/>
    <w:rsid w:val="00595983"/>
    <w:rsid w:val="00595B1B"/>
    <w:rsid w:val="00595C18"/>
    <w:rsid w:val="00596014"/>
    <w:rsid w:val="00596547"/>
    <w:rsid w:val="005970C7"/>
    <w:rsid w:val="00597457"/>
    <w:rsid w:val="005A1051"/>
    <w:rsid w:val="005A1AC4"/>
    <w:rsid w:val="005A227B"/>
    <w:rsid w:val="005A22CA"/>
    <w:rsid w:val="005A2356"/>
    <w:rsid w:val="005A2AFD"/>
    <w:rsid w:val="005A2B0C"/>
    <w:rsid w:val="005A2EBC"/>
    <w:rsid w:val="005A38AC"/>
    <w:rsid w:val="005A3F64"/>
    <w:rsid w:val="005A4272"/>
    <w:rsid w:val="005A4467"/>
    <w:rsid w:val="005A4A53"/>
    <w:rsid w:val="005A57B0"/>
    <w:rsid w:val="005A6737"/>
    <w:rsid w:val="005A69EA"/>
    <w:rsid w:val="005A6AF4"/>
    <w:rsid w:val="005A6E57"/>
    <w:rsid w:val="005A7022"/>
    <w:rsid w:val="005A7255"/>
    <w:rsid w:val="005A751D"/>
    <w:rsid w:val="005A7A76"/>
    <w:rsid w:val="005A7AED"/>
    <w:rsid w:val="005B06EB"/>
    <w:rsid w:val="005B0BAC"/>
    <w:rsid w:val="005B14FE"/>
    <w:rsid w:val="005B1B6D"/>
    <w:rsid w:val="005B2316"/>
    <w:rsid w:val="005B2326"/>
    <w:rsid w:val="005B2934"/>
    <w:rsid w:val="005B2D5E"/>
    <w:rsid w:val="005B304C"/>
    <w:rsid w:val="005B393D"/>
    <w:rsid w:val="005B3968"/>
    <w:rsid w:val="005B3FD4"/>
    <w:rsid w:val="005B4067"/>
    <w:rsid w:val="005B4840"/>
    <w:rsid w:val="005B48D0"/>
    <w:rsid w:val="005B4B85"/>
    <w:rsid w:val="005B4E51"/>
    <w:rsid w:val="005B50A9"/>
    <w:rsid w:val="005B50BA"/>
    <w:rsid w:val="005B539B"/>
    <w:rsid w:val="005B557D"/>
    <w:rsid w:val="005B55C8"/>
    <w:rsid w:val="005B590A"/>
    <w:rsid w:val="005B59D9"/>
    <w:rsid w:val="005B5B84"/>
    <w:rsid w:val="005B5D24"/>
    <w:rsid w:val="005B624E"/>
    <w:rsid w:val="005B6C27"/>
    <w:rsid w:val="005B736F"/>
    <w:rsid w:val="005B73FE"/>
    <w:rsid w:val="005B799E"/>
    <w:rsid w:val="005C03AC"/>
    <w:rsid w:val="005C0DD7"/>
    <w:rsid w:val="005C1A17"/>
    <w:rsid w:val="005C1B30"/>
    <w:rsid w:val="005C1F78"/>
    <w:rsid w:val="005C207A"/>
    <w:rsid w:val="005C2559"/>
    <w:rsid w:val="005C2807"/>
    <w:rsid w:val="005C2B6D"/>
    <w:rsid w:val="005C2D64"/>
    <w:rsid w:val="005C2EDC"/>
    <w:rsid w:val="005C3229"/>
    <w:rsid w:val="005C348C"/>
    <w:rsid w:val="005C3809"/>
    <w:rsid w:val="005C409D"/>
    <w:rsid w:val="005C40E9"/>
    <w:rsid w:val="005C4622"/>
    <w:rsid w:val="005C4639"/>
    <w:rsid w:val="005C4B73"/>
    <w:rsid w:val="005C5490"/>
    <w:rsid w:val="005C5D07"/>
    <w:rsid w:val="005C651A"/>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363"/>
    <w:rsid w:val="005D280E"/>
    <w:rsid w:val="005D2C2D"/>
    <w:rsid w:val="005D2CE2"/>
    <w:rsid w:val="005D2F79"/>
    <w:rsid w:val="005D3019"/>
    <w:rsid w:val="005D32E4"/>
    <w:rsid w:val="005D3525"/>
    <w:rsid w:val="005D41A4"/>
    <w:rsid w:val="005D4BDF"/>
    <w:rsid w:val="005D4CDB"/>
    <w:rsid w:val="005D4F29"/>
    <w:rsid w:val="005D6A73"/>
    <w:rsid w:val="005D7712"/>
    <w:rsid w:val="005D77E2"/>
    <w:rsid w:val="005E0153"/>
    <w:rsid w:val="005E049F"/>
    <w:rsid w:val="005E06CC"/>
    <w:rsid w:val="005E073D"/>
    <w:rsid w:val="005E0D02"/>
    <w:rsid w:val="005E0FDB"/>
    <w:rsid w:val="005E1CC0"/>
    <w:rsid w:val="005E2168"/>
    <w:rsid w:val="005E28F4"/>
    <w:rsid w:val="005E2EBA"/>
    <w:rsid w:val="005E3548"/>
    <w:rsid w:val="005E36E5"/>
    <w:rsid w:val="005E37B2"/>
    <w:rsid w:val="005E3916"/>
    <w:rsid w:val="005E3A7B"/>
    <w:rsid w:val="005E46E7"/>
    <w:rsid w:val="005E473D"/>
    <w:rsid w:val="005E4777"/>
    <w:rsid w:val="005E47CF"/>
    <w:rsid w:val="005E489C"/>
    <w:rsid w:val="005E4B36"/>
    <w:rsid w:val="005E4E05"/>
    <w:rsid w:val="005E4E12"/>
    <w:rsid w:val="005E50BF"/>
    <w:rsid w:val="005E5158"/>
    <w:rsid w:val="005E6A69"/>
    <w:rsid w:val="005E6CB4"/>
    <w:rsid w:val="005E7581"/>
    <w:rsid w:val="005E7836"/>
    <w:rsid w:val="005E7BA5"/>
    <w:rsid w:val="005F087C"/>
    <w:rsid w:val="005F0A1B"/>
    <w:rsid w:val="005F0DEF"/>
    <w:rsid w:val="005F14DA"/>
    <w:rsid w:val="005F168D"/>
    <w:rsid w:val="005F1690"/>
    <w:rsid w:val="005F1C4F"/>
    <w:rsid w:val="005F1DAE"/>
    <w:rsid w:val="005F1F1A"/>
    <w:rsid w:val="005F2138"/>
    <w:rsid w:val="005F2215"/>
    <w:rsid w:val="005F22E4"/>
    <w:rsid w:val="005F2E1A"/>
    <w:rsid w:val="005F2E23"/>
    <w:rsid w:val="005F3328"/>
    <w:rsid w:val="005F397A"/>
    <w:rsid w:val="005F3DED"/>
    <w:rsid w:val="005F42C6"/>
    <w:rsid w:val="005F43B3"/>
    <w:rsid w:val="005F45AB"/>
    <w:rsid w:val="005F5082"/>
    <w:rsid w:val="005F5810"/>
    <w:rsid w:val="005F5F60"/>
    <w:rsid w:val="005F6381"/>
    <w:rsid w:val="005F667B"/>
    <w:rsid w:val="005F66B3"/>
    <w:rsid w:val="005F6A59"/>
    <w:rsid w:val="005F6D11"/>
    <w:rsid w:val="005F7633"/>
    <w:rsid w:val="00600111"/>
    <w:rsid w:val="006007AD"/>
    <w:rsid w:val="00600A0F"/>
    <w:rsid w:val="00600D04"/>
    <w:rsid w:val="00600F5F"/>
    <w:rsid w:val="00602393"/>
    <w:rsid w:val="006023E6"/>
    <w:rsid w:val="00602491"/>
    <w:rsid w:val="0060278F"/>
    <w:rsid w:val="00603380"/>
    <w:rsid w:val="0060378B"/>
    <w:rsid w:val="00603D9F"/>
    <w:rsid w:val="00603F8B"/>
    <w:rsid w:val="00604561"/>
    <w:rsid w:val="00604DEC"/>
    <w:rsid w:val="0060512A"/>
    <w:rsid w:val="006052A8"/>
    <w:rsid w:val="006052E4"/>
    <w:rsid w:val="006054B4"/>
    <w:rsid w:val="00605BDA"/>
    <w:rsid w:val="006060C6"/>
    <w:rsid w:val="006064AC"/>
    <w:rsid w:val="00606F6A"/>
    <w:rsid w:val="0060722A"/>
    <w:rsid w:val="0060789F"/>
    <w:rsid w:val="00607936"/>
    <w:rsid w:val="0061002B"/>
    <w:rsid w:val="0061085F"/>
    <w:rsid w:val="00610C4A"/>
    <w:rsid w:val="00610E45"/>
    <w:rsid w:val="00610FBE"/>
    <w:rsid w:val="0061103C"/>
    <w:rsid w:val="006118AE"/>
    <w:rsid w:val="006118C3"/>
    <w:rsid w:val="0061239C"/>
    <w:rsid w:val="006133D5"/>
    <w:rsid w:val="006135D3"/>
    <w:rsid w:val="0061361E"/>
    <w:rsid w:val="00613D15"/>
    <w:rsid w:val="00613D1F"/>
    <w:rsid w:val="00613F9E"/>
    <w:rsid w:val="00614394"/>
    <w:rsid w:val="006145E0"/>
    <w:rsid w:val="00614A35"/>
    <w:rsid w:val="00614A77"/>
    <w:rsid w:val="0061517F"/>
    <w:rsid w:val="00615B63"/>
    <w:rsid w:val="006161F3"/>
    <w:rsid w:val="0061670D"/>
    <w:rsid w:val="00616B0F"/>
    <w:rsid w:val="006179D9"/>
    <w:rsid w:val="006204A1"/>
    <w:rsid w:val="00620D32"/>
    <w:rsid w:val="00620E69"/>
    <w:rsid w:val="0062175A"/>
    <w:rsid w:val="006218E8"/>
    <w:rsid w:val="00621B48"/>
    <w:rsid w:val="00622277"/>
    <w:rsid w:val="00622743"/>
    <w:rsid w:val="00622B38"/>
    <w:rsid w:val="00622E63"/>
    <w:rsid w:val="00622EC3"/>
    <w:rsid w:val="00622F55"/>
    <w:rsid w:val="006231A6"/>
    <w:rsid w:val="00623578"/>
    <w:rsid w:val="00623BD3"/>
    <w:rsid w:val="00623E3B"/>
    <w:rsid w:val="006241D3"/>
    <w:rsid w:val="006242D0"/>
    <w:rsid w:val="006242D3"/>
    <w:rsid w:val="0062448A"/>
    <w:rsid w:val="00624639"/>
    <w:rsid w:val="00624CB9"/>
    <w:rsid w:val="006253EC"/>
    <w:rsid w:val="00625AB3"/>
    <w:rsid w:val="00625B78"/>
    <w:rsid w:val="00625E22"/>
    <w:rsid w:val="006268D5"/>
    <w:rsid w:val="00626F28"/>
    <w:rsid w:val="0062757B"/>
    <w:rsid w:val="00627726"/>
    <w:rsid w:val="00627A72"/>
    <w:rsid w:val="00627AA7"/>
    <w:rsid w:val="00627F41"/>
    <w:rsid w:val="006303F1"/>
    <w:rsid w:val="00630ACE"/>
    <w:rsid w:val="00630B78"/>
    <w:rsid w:val="0063108C"/>
    <w:rsid w:val="00631128"/>
    <w:rsid w:val="0063130F"/>
    <w:rsid w:val="006313ED"/>
    <w:rsid w:val="0063194D"/>
    <w:rsid w:val="00632051"/>
    <w:rsid w:val="00632069"/>
    <w:rsid w:val="00632A32"/>
    <w:rsid w:val="006338EC"/>
    <w:rsid w:val="00633D9A"/>
    <w:rsid w:val="0063497A"/>
    <w:rsid w:val="00634A11"/>
    <w:rsid w:val="00634D63"/>
    <w:rsid w:val="00635425"/>
    <w:rsid w:val="006355A0"/>
    <w:rsid w:val="0063591E"/>
    <w:rsid w:val="00635A6C"/>
    <w:rsid w:val="00635C49"/>
    <w:rsid w:val="00635EC0"/>
    <w:rsid w:val="006365B2"/>
    <w:rsid w:val="006365C9"/>
    <w:rsid w:val="006365D6"/>
    <w:rsid w:val="00636710"/>
    <w:rsid w:val="006367CC"/>
    <w:rsid w:val="00637086"/>
    <w:rsid w:val="00637124"/>
    <w:rsid w:val="0063780D"/>
    <w:rsid w:val="00637887"/>
    <w:rsid w:val="0064034D"/>
    <w:rsid w:val="00640641"/>
    <w:rsid w:val="00640CDD"/>
    <w:rsid w:val="006410CD"/>
    <w:rsid w:val="006411AF"/>
    <w:rsid w:val="00641C1F"/>
    <w:rsid w:val="00641DAF"/>
    <w:rsid w:val="00641E88"/>
    <w:rsid w:val="00641F48"/>
    <w:rsid w:val="00641F63"/>
    <w:rsid w:val="006422BB"/>
    <w:rsid w:val="00642339"/>
    <w:rsid w:val="00642AD9"/>
    <w:rsid w:val="006431F8"/>
    <w:rsid w:val="0064327D"/>
    <w:rsid w:val="006436B1"/>
    <w:rsid w:val="006439B7"/>
    <w:rsid w:val="00644AF3"/>
    <w:rsid w:val="00644C01"/>
    <w:rsid w:val="00645121"/>
    <w:rsid w:val="0064533C"/>
    <w:rsid w:val="00645878"/>
    <w:rsid w:val="006458C6"/>
    <w:rsid w:val="00647F5B"/>
    <w:rsid w:val="00650237"/>
    <w:rsid w:val="00650DB6"/>
    <w:rsid w:val="006511F1"/>
    <w:rsid w:val="006515C9"/>
    <w:rsid w:val="00651920"/>
    <w:rsid w:val="006526CB"/>
    <w:rsid w:val="006529F2"/>
    <w:rsid w:val="00652D7A"/>
    <w:rsid w:val="00653568"/>
    <w:rsid w:val="006536F9"/>
    <w:rsid w:val="00653FE1"/>
    <w:rsid w:val="00654841"/>
    <w:rsid w:val="0065489A"/>
    <w:rsid w:val="00654DC0"/>
    <w:rsid w:val="00655147"/>
    <w:rsid w:val="00655530"/>
    <w:rsid w:val="00655C0F"/>
    <w:rsid w:val="00656847"/>
    <w:rsid w:val="00656869"/>
    <w:rsid w:val="00656B4B"/>
    <w:rsid w:val="00657511"/>
    <w:rsid w:val="00657B05"/>
    <w:rsid w:val="00657B2C"/>
    <w:rsid w:val="0066006E"/>
    <w:rsid w:val="00660176"/>
    <w:rsid w:val="006603D5"/>
    <w:rsid w:val="00660832"/>
    <w:rsid w:val="006608A6"/>
    <w:rsid w:val="00660D89"/>
    <w:rsid w:val="006612A8"/>
    <w:rsid w:val="00661AB5"/>
    <w:rsid w:val="00661C4B"/>
    <w:rsid w:val="00661F8C"/>
    <w:rsid w:val="006624B6"/>
    <w:rsid w:val="00662558"/>
    <w:rsid w:val="00662612"/>
    <w:rsid w:val="00662849"/>
    <w:rsid w:val="00662D98"/>
    <w:rsid w:val="00662F27"/>
    <w:rsid w:val="00663EEF"/>
    <w:rsid w:val="00664243"/>
    <w:rsid w:val="00664760"/>
    <w:rsid w:val="00664C97"/>
    <w:rsid w:val="00665089"/>
    <w:rsid w:val="006654F7"/>
    <w:rsid w:val="00665D88"/>
    <w:rsid w:val="006667FA"/>
    <w:rsid w:val="006679A8"/>
    <w:rsid w:val="006679E9"/>
    <w:rsid w:val="00667A90"/>
    <w:rsid w:val="006701E2"/>
    <w:rsid w:val="0067023D"/>
    <w:rsid w:val="00670541"/>
    <w:rsid w:val="00670D65"/>
    <w:rsid w:val="00671770"/>
    <w:rsid w:val="006717C9"/>
    <w:rsid w:val="006719DB"/>
    <w:rsid w:val="00671A71"/>
    <w:rsid w:val="00671BCC"/>
    <w:rsid w:val="00671C57"/>
    <w:rsid w:val="00671D1F"/>
    <w:rsid w:val="00672339"/>
    <w:rsid w:val="0067255D"/>
    <w:rsid w:val="00672D39"/>
    <w:rsid w:val="00672D80"/>
    <w:rsid w:val="00672EBF"/>
    <w:rsid w:val="0067305C"/>
    <w:rsid w:val="006735C4"/>
    <w:rsid w:val="00674314"/>
    <w:rsid w:val="00674561"/>
    <w:rsid w:val="00674695"/>
    <w:rsid w:val="00674AA6"/>
    <w:rsid w:val="00675082"/>
    <w:rsid w:val="0067508E"/>
    <w:rsid w:val="0067674C"/>
    <w:rsid w:val="00676A00"/>
    <w:rsid w:val="00677121"/>
    <w:rsid w:val="006779FC"/>
    <w:rsid w:val="00677AB5"/>
    <w:rsid w:val="00677AE8"/>
    <w:rsid w:val="00680E62"/>
    <w:rsid w:val="00681C51"/>
    <w:rsid w:val="00682254"/>
    <w:rsid w:val="0068253B"/>
    <w:rsid w:val="00682768"/>
    <w:rsid w:val="006829E2"/>
    <w:rsid w:val="00682C26"/>
    <w:rsid w:val="00682C93"/>
    <w:rsid w:val="00683728"/>
    <w:rsid w:val="00683830"/>
    <w:rsid w:val="00683FAE"/>
    <w:rsid w:val="0068406C"/>
    <w:rsid w:val="00684528"/>
    <w:rsid w:val="006846EE"/>
    <w:rsid w:val="0068502F"/>
    <w:rsid w:val="0068531C"/>
    <w:rsid w:val="00685ACE"/>
    <w:rsid w:val="00685C7C"/>
    <w:rsid w:val="00686556"/>
    <w:rsid w:val="0068681C"/>
    <w:rsid w:val="006869DC"/>
    <w:rsid w:val="006873A4"/>
    <w:rsid w:val="00687E53"/>
    <w:rsid w:val="00690DA9"/>
    <w:rsid w:val="006912EA"/>
    <w:rsid w:val="0069135D"/>
    <w:rsid w:val="006918D6"/>
    <w:rsid w:val="006921FB"/>
    <w:rsid w:val="00692721"/>
    <w:rsid w:val="00692C2F"/>
    <w:rsid w:val="00692DCD"/>
    <w:rsid w:val="00693151"/>
    <w:rsid w:val="006933F3"/>
    <w:rsid w:val="006935E3"/>
    <w:rsid w:val="00693890"/>
    <w:rsid w:val="00693AFC"/>
    <w:rsid w:val="006943C6"/>
    <w:rsid w:val="006947B1"/>
    <w:rsid w:val="00694963"/>
    <w:rsid w:val="00694B3A"/>
    <w:rsid w:val="006960FE"/>
    <w:rsid w:val="0069641B"/>
    <w:rsid w:val="00696709"/>
    <w:rsid w:val="006971A4"/>
    <w:rsid w:val="006974A2"/>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679"/>
    <w:rsid w:val="006A3858"/>
    <w:rsid w:val="006A3B35"/>
    <w:rsid w:val="006A487C"/>
    <w:rsid w:val="006A4D51"/>
    <w:rsid w:val="006A528C"/>
    <w:rsid w:val="006A5476"/>
    <w:rsid w:val="006A6EFE"/>
    <w:rsid w:val="006A7FD7"/>
    <w:rsid w:val="006B089A"/>
    <w:rsid w:val="006B08AA"/>
    <w:rsid w:val="006B09DA"/>
    <w:rsid w:val="006B0B91"/>
    <w:rsid w:val="006B0DA8"/>
    <w:rsid w:val="006B18B7"/>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4A5B"/>
    <w:rsid w:val="006B509C"/>
    <w:rsid w:val="006B50F9"/>
    <w:rsid w:val="006B55C1"/>
    <w:rsid w:val="006B5896"/>
    <w:rsid w:val="006B5AB4"/>
    <w:rsid w:val="006B5E84"/>
    <w:rsid w:val="006B6456"/>
    <w:rsid w:val="006B683B"/>
    <w:rsid w:val="006B6AE1"/>
    <w:rsid w:val="006B6B89"/>
    <w:rsid w:val="006B6DAF"/>
    <w:rsid w:val="006B707F"/>
    <w:rsid w:val="006B72E2"/>
    <w:rsid w:val="006B777A"/>
    <w:rsid w:val="006B782A"/>
    <w:rsid w:val="006B7910"/>
    <w:rsid w:val="006B7A4D"/>
    <w:rsid w:val="006B7F99"/>
    <w:rsid w:val="006C01AD"/>
    <w:rsid w:val="006C030A"/>
    <w:rsid w:val="006C041E"/>
    <w:rsid w:val="006C0851"/>
    <w:rsid w:val="006C0B7B"/>
    <w:rsid w:val="006C0C80"/>
    <w:rsid w:val="006C102D"/>
    <w:rsid w:val="006C10B0"/>
    <w:rsid w:val="006C10D5"/>
    <w:rsid w:val="006C17D7"/>
    <w:rsid w:val="006C1D4A"/>
    <w:rsid w:val="006C2A85"/>
    <w:rsid w:val="006C2BED"/>
    <w:rsid w:val="006C3AB0"/>
    <w:rsid w:val="006C42CF"/>
    <w:rsid w:val="006C481B"/>
    <w:rsid w:val="006C4A24"/>
    <w:rsid w:val="006C4BFB"/>
    <w:rsid w:val="006C5496"/>
    <w:rsid w:val="006C5ECA"/>
    <w:rsid w:val="006C6CFD"/>
    <w:rsid w:val="006C6E6A"/>
    <w:rsid w:val="006C76C2"/>
    <w:rsid w:val="006C7F9F"/>
    <w:rsid w:val="006C7FED"/>
    <w:rsid w:val="006D0161"/>
    <w:rsid w:val="006D0198"/>
    <w:rsid w:val="006D0246"/>
    <w:rsid w:val="006D0644"/>
    <w:rsid w:val="006D09E1"/>
    <w:rsid w:val="006D0A47"/>
    <w:rsid w:val="006D0AC5"/>
    <w:rsid w:val="006D0E2E"/>
    <w:rsid w:val="006D0F5E"/>
    <w:rsid w:val="006D0FA2"/>
    <w:rsid w:val="006D1E2F"/>
    <w:rsid w:val="006D1F71"/>
    <w:rsid w:val="006D2085"/>
    <w:rsid w:val="006D2757"/>
    <w:rsid w:val="006D2C99"/>
    <w:rsid w:val="006D35A1"/>
    <w:rsid w:val="006D370F"/>
    <w:rsid w:val="006D3877"/>
    <w:rsid w:val="006D3920"/>
    <w:rsid w:val="006D4764"/>
    <w:rsid w:val="006D4788"/>
    <w:rsid w:val="006D4AC3"/>
    <w:rsid w:val="006D4D78"/>
    <w:rsid w:val="006D4EC0"/>
    <w:rsid w:val="006D50CD"/>
    <w:rsid w:val="006D5AD9"/>
    <w:rsid w:val="006D622A"/>
    <w:rsid w:val="006D6411"/>
    <w:rsid w:val="006D6902"/>
    <w:rsid w:val="006D6A0B"/>
    <w:rsid w:val="006D6B15"/>
    <w:rsid w:val="006D6D83"/>
    <w:rsid w:val="006D7AF3"/>
    <w:rsid w:val="006E0F31"/>
    <w:rsid w:val="006E10C3"/>
    <w:rsid w:val="006E114D"/>
    <w:rsid w:val="006E17EA"/>
    <w:rsid w:val="006E18BA"/>
    <w:rsid w:val="006E1F49"/>
    <w:rsid w:val="006E26D2"/>
    <w:rsid w:val="006E2810"/>
    <w:rsid w:val="006E29B7"/>
    <w:rsid w:val="006E2C0E"/>
    <w:rsid w:val="006E2CA8"/>
    <w:rsid w:val="006E3493"/>
    <w:rsid w:val="006E3868"/>
    <w:rsid w:val="006E3AAF"/>
    <w:rsid w:val="006E4820"/>
    <w:rsid w:val="006E5285"/>
    <w:rsid w:val="006E56F5"/>
    <w:rsid w:val="006E625C"/>
    <w:rsid w:val="006E6B07"/>
    <w:rsid w:val="006E763F"/>
    <w:rsid w:val="006F00DC"/>
    <w:rsid w:val="006F0134"/>
    <w:rsid w:val="006F0476"/>
    <w:rsid w:val="006F0EB4"/>
    <w:rsid w:val="006F15B6"/>
    <w:rsid w:val="006F1BE0"/>
    <w:rsid w:val="006F1EEC"/>
    <w:rsid w:val="006F1FAE"/>
    <w:rsid w:val="006F20B0"/>
    <w:rsid w:val="006F27F1"/>
    <w:rsid w:val="006F2A6E"/>
    <w:rsid w:val="006F4060"/>
    <w:rsid w:val="006F416A"/>
    <w:rsid w:val="006F41D5"/>
    <w:rsid w:val="006F4348"/>
    <w:rsid w:val="006F479C"/>
    <w:rsid w:val="006F4860"/>
    <w:rsid w:val="006F49A0"/>
    <w:rsid w:val="006F4CF2"/>
    <w:rsid w:val="006F4D7F"/>
    <w:rsid w:val="006F5079"/>
    <w:rsid w:val="006F50D4"/>
    <w:rsid w:val="006F54F9"/>
    <w:rsid w:val="006F576B"/>
    <w:rsid w:val="006F57C6"/>
    <w:rsid w:val="006F5801"/>
    <w:rsid w:val="006F5B63"/>
    <w:rsid w:val="006F5D74"/>
    <w:rsid w:val="006F609E"/>
    <w:rsid w:val="006F638F"/>
    <w:rsid w:val="006F6469"/>
    <w:rsid w:val="006F66CA"/>
    <w:rsid w:val="006F7524"/>
    <w:rsid w:val="006F755E"/>
    <w:rsid w:val="006F7698"/>
    <w:rsid w:val="00700484"/>
    <w:rsid w:val="007004FD"/>
    <w:rsid w:val="007006F6"/>
    <w:rsid w:val="0070073A"/>
    <w:rsid w:val="007007F0"/>
    <w:rsid w:val="00700F14"/>
    <w:rsid w:val="00700F21"/>
    <w:rsid w:val="00701405"/>
    <w:rsid w:val="00701624"/>
    <w:rsid w:val="0070264F"/>
    <w:rsid w:val="00702AE2"/>
    <w:rsid w:val="00702D68"/>
    <w:rsid w:val="007033C5"/>
    <w:rsid w:val="00703A3B"/>
    <w:rsid w:val="007042B3"/>
    <w:rsid w:val="00704579"/>
    <w:rsid w:val="00704958"/>
    <w:rsid w:val="00704EFB"/>
    <w:rsid w:val="007050D3"/>
    <w:rsid w:val="00705533"/>
    <w:rsid w:val="007060E9"/>
    <w:rsid w:val="00706337"/>
    <w:rsid w:val="0070753F"/>
    <w:rsid w:val="00707BFB"/>
    <w:rsid w:val="0071010B"/>
    <w:rsid w:val="0071063F"/>
    <w:rsid w:val="00710D81"/>
    <w:rsid w:val="00711335"/>
    <w:rsid w:val="00712387"/>
    <w:rsid w:val="007123BC"/>
    <w:rsid w:val="00712567"/>
    <w:rsid w:val="007125FC"/>
    <w:rsid w:val="00712EA3"/>
    <w:rsid w:val="00713473"/>
    <w:rsid w:val="0071382B"/>
    <w:rsid w:val="00713E5D"/>
    <w:rsid w:val="00713FCD"/>
    <w:rsid w:val="007142C7"/>
    <w:rsid w:val="00714CFF"/>
    <w:rsid w:val="00715349"/>
    <w:rsid w:val="00715BA7"/>
    <w:rsid w:val="00715F39"/>
    <w:rsid w:val="00716208"/>
    <w:rsid w:val="007164A5"/>
    <w:rsid w:val="007166BD"/>
    <w:rsid w:val="0071670A"/>
    <w:rsid w:val="00716B45"/>
    <w:rsid w:val="00716FA7"/>
    <w:rsid w:val="00717639"/>
    <w:rsid w:val="00717A56"/>
    <w:rsid w:val="00717BA7"/>
    <w:rsid w:val="007204AC"/>
    <w:rsid w:val="007204F1"/>
    <w:rsid w:val="0072118B"/>
    <w:rsid w:val="007211C9"/>
    <w:rsid w:val="007216A5"/>
    <w:rsid w:val="00721A03"/>
    <w:rsid w:val="00721FAA"/>
    <w:rsid w:val="00722066"/>
    <w:rsid w:val="00722263"/>
    <w:rsid w:val="0072243B"/>
    <w:rsid w:val="00722738"/>
    <w:rsid w:val="00722E20"/>
    <w:rsid w:val="00722EA7"/>
    <w:rsid w:val="007230F0"/>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28C"/>
    <w:rsid w:val="00730B21"/>
    <w:rsid w:val="00730ECB"/>
    <w:rsid w:val="00731067"/>
    <w:rsid w:val="00731A80"/>
    <w:rsid w:val="0073396C"/>
    <w:rsid w:val="0073398A"/>
    <w:rsid w:val="007341B8"/>
    <w:rsid w:val="00734603"/>
    <w:rsid w:val="007346FC"/>
    <w:rsid w:val="00735180"/>
    <w:rsid w:val="00735D79"/>
    <w:rsid w:val="0073601F"/>
    <w:rsid w:val="0073756A"/>
    <w:rsid w:val="007379DF"/>
    <w:rsid w:val="00737CF1"/>
    <w:rsid w:val="00737EDD"/>
    <w:rsid w:val="00737F2C"/>
    <w:rsid w:val="007419BE"/>
    <w:rsid w:val="007423EC"/>
    <w:rsid w:val="00742EC2"/>
    <w:rsid w:val="00743036"/>
    <w:rsid w:val="007432BE"/>
    <w:rsid w:val="0074343A"/>
    <w:rsid w:val="0074420C"/>
    <w:rsid w:val="007446F0"/>
    <w:rsid w:val="007448C2"/>
    <w:rsid w:val="00744BAB"/>
    <w:rsid w:val="00744EDB"/>
    <w:rsid w:val="0074559B"/>
    <w:rsid w:val="00745609"/>
    <w:rsid w:val="00745AB7"/>
    <w:rsid w:val="0074634B"/>
    <w:rsid w:val="00746BB6"/>
    <w:rsid w:val="00746F59"/>
    <w:rsid w:val="00747CCF"/>
    <w:rsid w:val="00747FE2"/>
    <w:rsid w:val="007503CF"/>
    <w:rsid w:val="007505ED"/>
    <w:rsid w:val="0075073B"/>
    <w:rsid w:val="00750A44"/>
    <w:rsid w:val="00750AAA"/>
    <w:rsid w:val="00750B1A"/>
    <w:rsid w:val="00750CAD"/>
    <w:rsid w:val="00750EEA"/>
    <w:rsid w:val="00750F66"/>
    <w:rsid w:val="007515CA"/>
    <w:rsid w:val="00752DC0"/>
    <w:rsid w:val="00752F93"/>
    <w:rsid w:val="007530A2"/>
    <w:rsid w:val="00753D42"/>
    <w:rsid w:val="00753F1C"/>
    <w:rsid w:val="007540EF"/>
    <w:rsid w:val="00754289"/>
    <w:rsid w:val="00754EB2"/>
    <w:rsid w:val="00755213"/>
    <w:rsid w:val="0075524A"/>
    <w:rsid w:val="00755456"/>
    <w:rsid w:val="00755CC3"/>
    <w:rsid w:val="00755CDB"/>
    <w:rsid w:val="00756132"/>
    <w:rsid w:val="007561B4"/>
    <w:rsid w:val="007561FD"/>
    <w:rsid w:val="00756324"/>
    <w:rsid w:val="007605CC"/>
    <w:rsid w:val="0076066D"/>
    <w:rsid w:val="007608F4"/>
    <w:rsid w:val="007609F2"/>
    <w:rsid w:val="00760FF8"/>
    <w:rsid w:val="007613D6"/>
    <w:rsid w:val="007617B7"/>
    <w:rsid w:val="007618EB"/>
    <w:rsid w:val="00761CA5"/>
    <w:rsid w:val="00761CF4"/>
    <w:rsid w:val="007623F3"/>
    <w:rsid w:val="0076248D"/>
    <w:rsid w:val="0076293D"/>
    <w:rsid w:val="00762990"/>
    <w:rsid w:val="00762F00"/>
    <w:rsid w:val="007631CE"/>
    <w:rsid w:val="00763390"/>
    <w:rsid w:val="00763452"/>
    <w:rsid w:val="00763546"/>
    <w:rsid w:val="00763A7E"/>
    <w:rsid w:val="007645A2"/>
    <w:rsid w:val="0076480B"/>
    <w:rsid w:val="007650D6"/>
    <w:rsid w:val="00765215"/>
    <w:rsid w:val="0076606C"/>
    <w:rsid w:val="00766559"/>
    <w:rsid w:val="007666A3"/>
    <w:rsid w:val="00766A6F"/>
    <w:rsid w:val="00766E9A"/>
    <w:rsid w:val="00767F82"/>
    <w:rsid w:val="007701FA"/>
    <w:rsid w:val="00770A71"/>
    <w:rsid w:val="00770DB8"/>
    <w:rsid w:val="007711C0"/>
    <w:rsid w:val="00771459"/>
    <w:rsid w:val="00771585"/>
    <w:rsid w:val="00771594"/>
    <w:rsid w:val="00771664"/>
    <w:rsid w:val="007716AC"/>
    <w:rsid w:val="00771D3D"/>
    <w:rsid w:val="00772FD8"/>
    <w:rsid w:val="00773006"/>
    <w:rsid w:val="007731DF"/>
    <w:rsid w:val="0077362A"/>
    <w:rsid w:val="0077364A"/>
    <w:rsid w:val="00774037"/>
    <w:rsid w:val="00774070"/>
    <w:rsid w:val="00774177"/>
    <w:rsid w:val="00774412"/>
    <w:rsid w:val="007745AC"/>
    <w:rsid w:val="00775C1B"/>
    <w:rsid w:val="00775F2E"/>
    <w:rsid w:val="007760E8"/>
    <w:rsid w:val="007764C7"/>
    <w:rsid w:val="00776507"/>
    <w:rsid w:val="00776A05"/>
    <w:rsid w:val="00776F39"/>
    <w:rsid w:val="00777400"/>
    <w:rsid w:val="00777BB6"/>
    <w:rsid w:val="00777E47"/>
    <w:rsid w:val="0078012C"/>
    <w:rsid w:val="00780529"/>
    <w:rsid w:val="00780640"/>
    <w:rsid w:val="00780B8E"/>
    <w:rsid w:val="00781D82"/>
    <w:rsid w:val="00782066"/>
    <w:rsid w:val="007823DE"/>
    <w:rsid w:val="00782764"/>
    <w:rsid w:val="00782B79"/>
    <w:rsid w:val="00783119"/>
    <w:rsid w:val="0078377C"/>
    <w:rsid w:val="00783A4D"/>
    <w:rsid w:val="00783BDB"/>
    <w:rsid w:val="00783FAD"/>
    <w:rsid w:val="007843A2"/>
    <w:rsid w:val="00784839"/>
    <w:rsid w:val="007848B6"/>
    <w:rsid w:val="007852D9"/>
    <w:rsid w:val="00785808"/>
    <w:rsid w:val="00785E01"/>
    <w:rsid w:val="007860F2"/>
    <w:rsid w:val="00786327"/>
    <w:rsid w:val="007865BE"/>
    <w:rsid w:val="00786831"/>
    <w:rsid w:val="00786942"/>
    <w:rsid w:val="00786A48"/>
    <w:rsid w:val="00786B9A"/>
    <w:rsid w:val="00786CBE"/>
    <w:rsid w:val="00786CEA"/>
    <w:rsid w:val="00786EF2"/>
    <w:rsid w:val="00787164"/>
    <w:rsid w:val="00787313"/>
    <w:rsid w:val="00787339"/>
    <w:rsid w:val="007876D2"/>
    <w:rsid w:val="00787753"/>
    <w:rsid w:val="007879E2"/>
    <w:rsid w:val="00787A71"/>
    <w:rsid w:val="00790143"/>
    <w:rsid w:val="007916A7"/>
    <w:rsid w:val="00791BAE"/>
    <w:rsid w:val="00791C53"/>
    <w:rsid w:val="00791E48"/>
    <w:rsid w:val="00792361"/>
    <w:rsid w:val="00792732"/>
    <w:rsid w:val="007929B4"/>
    <w:rsid w:val="00792A73"/>
    <w:rsid w:val="00793352"/>
    <w:rsid w:val="0079353D"/>
    <w:rsid w:val="007935A8"/>
    <w:rsid w:val="00793673"/>
    <w:rsid w:val="00793DD1"/>
    <w:rsid w:val="00793FA4"/>
    <w:rsid w:val="007944E8"/>
    <w:rsid w:val="007947B4"/>
    <w:rsid w:val="007949F6"/>
    <w:rsid w:val="00794A4A"/>
    <w:rsid w:val="00794B84"/>
    <w:rsid w:val="00794DED"/>
    <w:rsid w:val="00794EB6"/>
    <w:rsid w:val="0079516C"/>
    <w:rsid w:val="00795704"/>
    <w:rsid w:val="00795F26"/>
    <w:rsid w:val="00796151"/>
    <w:rsid w:val="00796380"/>
    <w:rsid w:val="007970AF"/>
    <w:rsid w:val="007970D6"/>
    <w:rsid w:val="007978E4"/>
    <w:rsid w:val="00797F17"/>
    <w:rsid w:val="007A10E2"/>
    <w:rsid w:val="007A152E"/>
    <w:rsid w:val="007A15B4"/>
    <w:rsid w:val="007A15C3"/>
    <w:rsid w:val="007A1AF9"/>
    <w:rsid w:val="007A2248"/>
    <w:rsid w:val="007A249B"/>
    <w:rsid w:val="007A2532"/>
    <w:rsid w:val="007A2815"/>
    <w:rsid w:val="007A2CA0"/>
    <w:rsid w:val="007A2D23"/>
    <w:rsid w:val="007A2D7C"/>
    <w:rsid w:val="007A2E71"/>
    <w:rsid w:val="007A33E1"/>
    <w:rsid w:val="007A356D"/>
    <w:rsid w:val="007A388C"/>
    <w:rsid w:val="007A3A9A"/>
    <w:rsid w:val="007A3BB2"/>
    <w:rsid w:val="007A4138"/>
    <w:rsid w:val="007A428C"/>
    <w:rsid w:val="007A44CC"/>
    <w:rsid w:val="007A4539"/>
    <w:rsid w:val="007A509F"/>
    <w:rsid w:val="007A50B9"/>
    <w:rsid w:val="007A5193"/>
    <w:rsid w:val="007A55B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6CD"/>
    <w:rsid w:val="007C0D73"/>
    <w:rsid w:val="007C206C"/>
    <w:rsid w:val="007C23AB"/>
    <w:rsid w:val="007C338D"/>
    <w:rsid w:val="007C36D2"/>
    <w:rsid w:val="007C39AA"/>
    <w:rsid w:val="007C39FC"/>
    <w:rsid w:val="007C42A0"/>
    <w:rsid w:val="007C4391"/>
    <w:rsid w:val="007C44C7"/>
    <w:rsid w:val="007C5BCB"/>
    <w:rsid w:val="007C5D55"/>
    <w:rsid w:val="007C6130"/>
    <w:rsid w:val="007C6441"/>
    <w:rsid w:val="007C7269"/>
    <w:rsid w:val="007C74DC"/>
    <w:rsid w:val="007D04A9"/>
    <w:rsid w:val="007D0679"/>
    <w:rsid w:val="007D09A2"/>
    <w:rsid w:val="007D0A0C"/>
    <w:rsid w:val="007D0BD9"/>
    <w:rsid w:val="007D1064"/>
    <w:rsid w:val="007D169F"/>
    <w:rsid w:val="007D1972"/>
    <w:rsid w:val="007D1C89"/>
    <w:rsid w:val="007D1E2A"/>
    <w:rsid w:val="007D23CE"/>
    <w:rsid w:val="007D2579"/>
    <w:rsid w:val="007D285C"/>
    <w:rsid w:val="007D2968"/>
    <w:rsid w:val="007D2CB4"/>
    <w:rsid w:val="007D3F4B"/>
    <w:rsid w:val="007D4091"/>
    <w:rsid w:val="007D40B4"/>
    <w:rsid w:val="007D428C"/>
    <w:rsid w:val="007D441E"/>
    <w:rsid w:val="007D4461"/>
    <w:rsid w:val="007D47C6"/>
    <w:rsid w:val="007D48A2"/>
    <w:rsid w:val="007D5B53"/>
    <w:rsid w:val="007D6699"/>
    <w:rsid w:val="007D6BA2"/>
    <w:rsid w:val="007D6D75"/>
    <w:rsid w:val="007D6E11"/>
    <w:rsid w:val="007D708D"/>
    <w:rsid w:val="007D76C0"/>
    <w:rsid w:val="007D77F8"/>
    <w:rsid w:val="007D7EBB"/>
    <w:rsid w:val="007E0235"/>
    <w:rsid w:val="007E0735"/>
    <w:rsid w:val="007E09D7"/>
    <w:rsid w:val="007E0A6B"/>
    <w:rsid w:val="007E1303"/>
    <w:rsid w:val="007E19C5"/>
    <w:rsid w:val="007E1D19"/>
    <w:rsid w:val="007E2334"/>
    <w:rsid w:val="007E2F51"/>
    <w:rsid w:val="007E34AE"/>
    <w:rsid w:val="007E3553"/>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280F"/>
    <w:rsid w:val="007F457C"/>
    <w:rsid w:val="007F4BBB"/>
    <w:rsid w:val="007F505B"/>
    <w:rsid w:val="007F5129"/>
    <w:rsid w:val="007F5801"/>
    <w:rsid w:val="007F69A9"/>
    <w:rsid w:val="007F773C"/>
    <w:rsid w:val="007F7992"/>
    <w:rsid w:val="007F79D8"/>
    <w:rsid w:val="007F7AB5"/>
    <w:rsid w:val="007F7AD5"/>
    <w:rsid w:val="007F7EA5"/>
    <w:rsid w:val="008005A8"/>
    <w:rsid w:val="00800659"/>
    <w:rsid w:val="00800B49"/>
    <w:rsid w:val="00800C59"/>
    <w:rsid w:val="00800C8D"/>
    <w:rsid w:val="00800D55"/>
    <w:rsid w:val="00801000"/>
    <w:rsid w:val="0080138E"/>
    <w:rsid w:val="00802011"/>
    <w:rsid w:val="00802265"/>
    <w:rsid w:val="00802415"/>
    <w:rsid w:val="0080264C"/>
    <w:rsid w:val="00803633"/>
    <w:rsid w:val="00803753"/>
    <w:rsid w:val="008037FD"/>
    <w:rsid w:val="00804399"/>
    <w:rsid w:val="00804550"/>
    <w:rsid w:val="008048B9"/>
    <w:rsid w:val="0080491D"/>
    <w:rsid w:val="0080491F"/>
    <w:rsid w:val="00805706"/>
    <w:rsid w:val="00805710"/>
    <w:rsid w:val="0080593F"/>
    <w:rsid w:val="00805B6C"/>
    <w:rsid w:val="00805D2F"/>
    <w:rsid w:val="0080648B"/>
    <w:rsid w:val="00807047"/>
    <w:rsid w:val="008070EA"/>
    <w:rsid w:val="008073A4"/>
    <w:rsid w:val="00807A50"/>
    <w:rsid w:val="00807FB4"/>
    <w:rsid w:val="008103DE"/>
    <w:rsid w:val="00810716"/>
    <w:rsid w:val="0081111C"/>
    <w:rsid w:val="008120C6"/>
    <w:rsid w:val="00813017"/>
    <w:rsid w:val="008133AD"/>
    <w:rsid w:val="008134F3"/>
    <w:rsid w:val="00813937"/>
    <w:rsid w:val="00813A01"/>
    <w:rsid w:val="00813D77"/>
    <w:rsid w:val="00813DFC"/>
    <w:rsid w:val="00813FAA"/>
    <w:rsid w:val="00813FFA"/>
    <w:rsid w:val="008140D5"/>
    <w:rsid w:val="00814379"/>
    <w:rsid w:val="008144C8"/>
    <w:rsid w:val="0081479E"/>
    <w:rsid w:val="00814A6D"/>
    <w:rsid w:val="008150DB"/>
    <w:rsid w:val="008151FF"/>
    <w:rsid w:val="00815235"/>
    <w:rsid w:val="00815340"/>
    <w:rsid w:val="0081545D"/>
    <w:rsid w:val="00815649"/>
    <w:rsid w:val="00815870"/>
    <w:rsid w:val="0081597B"/>
    <w:rsid w:val="008159ED"/>
    <w:rsid w:val="00816CF1"/>
    <w:rsid w:val="0081794C"/>
    <w:rsid w:val="00817CA9"/>
    <w:rsid w:val="00817DC3"/>
    <w:rsid w:val="00817F3D"/>
    <w:rsid w:val="00820133"/>
    <w:rsid w:val="008202AA"/>
    <w:rsid w:val="008205C3"/>
    <w:rsid w:val="00820F63"/>
    <w:rsid w:val="00820FA8"/>
    <w:rsid w:val="00821B41"/>
    <w:rsid w:val="00821CC5"/>
    <w:rsid w:val="008224AB"/>
    <w:rsid w:val="00822FEB"/>
    <w:rsid w:val="00823071"/>
    <w:rsid w:val="008230C1"/>
    <w:rsid w:val="008234E4"/>
    <w:rsid w:val="00823818"/>
    <w:rsid w:val="00823C8F"/>
    <w:rsid w:val="008240F0"/>
    <w:rsid w:val="0082442B"/>
    <w:rsid w:val="008247BC"/>
    <w:rsid w:val="008265E2"/>
    <w:rsid w:val="008269D3"/>
    <w:rsid w:val="00826F4F"/>
    <w:rsid w:val="0082746E"/>
    <w:rsid w:val="008274E7"/>
    <w:rsid w:val="00827AE8"/>
    <w:rsid w:val="00827D94"/>
    <w:rsid w:val="0083047F"/>
    <w:rsid w:val="00830526"/>
    <w:rsid w:val="0083066C"/>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85C"/>
    <w:rsid w:val="00836C6D"/>
    <w:rsid w:val="00836CA4"/>
    <w:rsid w:val="00837053"/>
    <w:rsid w:val="00837260"/>
    <w:rsid w:val="008379D2"/>
    <w:rsid w:val="00837B97"/>
    <w:rsid w:val="008400A8"/>
    <w:rsid w:val="00840241"/>
    <w:rsid w:val="008407AB"/>
    <w:rsid w:val="00840A30"/>
    <w:rsid w:val="00841031"/>
    <w:rsid w:val="00841326"/>
    <w:rsid w:val="00841537"/>
    <w:rsid w:val="008416A7"/>
    <w:rsid w:val="00841AEA"/>
    <w:rsid w:val="00842006"/>
    <w:rsid w:val="008421E7"/>
    <w:rsid w:val="008427D7"/>
    <w:rsid w:val="00842851"/>
    <w:rsid w:val="00842955"/>
    <w:rsid w:val="00842D4B"/>
    <w:rsid w:val="00842F5B"/>
    <w:rsid w:val="00843637"/>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477E6"/>
    <w:rsid w:val="00850250"/>
    <w:rsid w:val="008504C8"/>
    <w:rsid w:val="00850841"/>
    <w:rsid w:val="00850DCC"/>
    <w:rsid w:val="008516E3"/>
    <w:rsid w:val="0085185E"/>
    <w:rsid w:val="00851A31"/>
    <w:rsid w:val="00851A9A"/>
    <w:rsid w:val="00851BB9"/>
    <w:rsid w:val="00851BBB"/>
    <w:rsid w:val="00851D1C"/>
    <w:rsid w:val="00851D46"/>
    <w:rsid w:val="00851D8B"/>
    <w:rsid w:val="00851FAA"/>
    <w:rsid w:val="00852648"/>
    <w:rsid w:val="0085277C"/>
    <w:rsid w:val="00852B2A"/>
    <w:rsid w:val="00852C49"/>
    <w:rsid w:val="00852F10"/>
    <w:rsid w:val="0085366A"/>
    <w:rsid w:val="00853A9D"/>
    <w:rsid w:val="008542DA"/>
    <w:rsid w:val="00854360"/>
    <w:rsid w:val="00854720"/>
    <w:rsid w:val="00854CBA"/>
    <w:rsid w:val="00854DD7"/>
    <w:rsid w:val="0085619B"/>
    <w:rsid w:val="00856882"/>
    <w:rsid w:val="008569C8"/>
    <w:rsid w:val="008572F8"/>
    <w:rsid w:val="0085740A"/>
    <w:rsid w:val="00857B28"/>
    <w:rsid w:val="00857BBC"/>
    <w:rsid w:val="0086064D"/>
    <w:rsid w:val="008609C9"/>
    <w:rsid w:val="00860A7D"/>
    <w:rsid w:val="00860AC7"/>
    <w:rsid w:val="00860E49"/>
    <w:rsid w:val="00861541"/>
    <w:rsid w:val="008617C1"/>
    <w:rsid w:val="008617E9"/>
    <w:rsid w:val="00861BDC"/>
    <w:rsid w:val="00861C74"/>
    <w:rsid w:val="00861D88"/>
    <w:rsid w:val="008626BB"/>
    <w:rsid w:val="008627BF"/>
    <w:rsid w:val="00862ACB"/>
    <w:rsid w:val="00862B92"/>
    <w:rsid w:val="00862F4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91A"/>
    <w:rsid w:val="00872BDF"/>
    <w:rsid w:val="00873E57"/>
    <w:rsid w:val="00873EB6"/>
    <w:rsid w:val="00874016"/>
    <w:rsid w:val="008747FC"/>
    <w:rsid w:val="00874B59"/>
    <w:rsid w:val="00874ECC"/>
    <w:rsid w:val="00874F8E"/>
    <w:rsid w:val="00875924"/>
    <w:rsid w:val="008759B4"/>
    <w:rsid w:val="00875AA5"/>
    <w:rsid w:val="00875F18"/>
    <w:rsid w:val="00876312"/>
    <w:rsid w:val="0087697E"/>
    <w:rsid w:val="00876A01"/>
    <w:rsid w:val="0087713F"/>
    <w:rsid w:val="008772D3"/>
    <w:rsid w:val="008775DE"/>
    <w:rsid w:val="00877665"/>
    <w:rsid w:val="00877BE6"/>
    <w:rsid w:val="00877CE3"/>
    <w:rsid w:val="00877EAB"/>
    <w:rsid w:val="00877F91"/>
    <w:rsid w:val="0088130B"/>
    <w:rsid w:val="00881ACC"/>
    <w:rsid w:val="00882034"/>
    <w:rsid w:val="0088288D"/>
    <w:rsid w:val="00882BD9"/>
    <w:rsid w:val="00882C06"/>
    <w:rsid w:val="00883177"/>
    <w:rsid w:val="00883188"/>
    <w:rsid w:val="0088372C"/>
    <w:rsid w:val="00885368"/>
    <w:rsid w:val="00885A88"/>
    <w:rsid w:val="00885C3B"/>
    <w:rsid w:val="00886852"/>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3D71"/>
    <w:rsid w:val="00894098"/>
    <w:rsid w:val="00894EEF"/>
    <w:rsid w:val="008951EA"/>
    <w:rsid w:val="00895BBD"/>
    <w:rsid w:val="00895F68"/>
    <w:rsid w:val="00896420"/>
    <w:rsid w:val="00896574"/>
    <w:rsid w:val="00896AC1"/>
    <w:rsid w:val="00896AE2"/>
    <w:rsid w:val="00897387"/>
    <w:rsid w:val="0089759D"/>
    <w:rsid w:val="00897755"/>
    <w:rsid w:val="0089790A"/>
    <w:rsid w:val="00897B2A"/>
    <w:rsid w:val="008A0AE3"/>
    <w:rsid w:val="008A0B09"/>
    <w:rsid w:val="008A0B39"/>
    <w:rsid w:val="008A0BBC"/>
    <w:rsid w:val="008A1169"/>
    <w:rsid w:val="008A1ADD"/>
    <w:rsid w:val="008A1E7C"/>
    <w:rsid w:val="008A2131"/>
    <w:rsid w:val="008A21EB"/>
    <w:rsid w:val="008A22AD"/>
    <w:rsid w:val="008A2A6C"/>
    <w:rsid w:val="008A2C1B"/>
    <w:rsid w:val="008A2CAF"/>
    <w:rsid w:val="008A310C"/>
    <w:rsid w:val="008A31AC"/>
    <w:rsid w:val="008A3234"/>
    <w:rsid w:val="008A365C"/>
    <w:rsid w:val="008A36CD"/>
    <w:rsid w:val="008A3718"/>
    <w:rsid w:val="008A397B"/>
    <w:rsid w:val="008A39FF"/>
    <w:rsid w:val="008A3B71"/>
    <w:rsid w:val="008A3CAA"/>
    <w:rsid w:val="008A3E64"/>
    <w:rsid w:val="008A3FA4"/>
    <w:rsid w:val="008A4D5D"/>
    <w:rsid w:val="008A4D8E"/>
    <w:rsid w:val="008A5C58"/>
    <w:rsid w:val="008A5CB5"/>
    <w:rsid w:val="008A6397"/>
    <w:rsid w:val="008A6460"/>
    <w:rsid w:val="008A65A5"/>
    <w:rsid w:val="008A6755"/>
    <w:rsid w:val="008A6BF6"/>
    <w:rsid w:val="008A6E9F"/>
    <w:rsid w:val="008B06D4"/>
    <w:rsid w:val="008B096A"/>
    <w:rsid w:val="008B0FE4"/>
    <w:rsid w:val="008B1216"/>
    <w:rsid w:val="008B286D"/>
    <w:rsid w:val="008B2A0E"/>
    <w:rsid w:val="008B2A60"/>
    <w:rsid w:val="008B2C38"/>
    <w:rsid w:val="008B2C95"/>
    <w:rsid w:val="008B3631"/>
    <w:rsid w:val="008B38E6"/>
    <w:rsid w:val="008B38ED"/>
    <w:rsid w:val="008B3D8A"/>
    <w:rsid w:val="008B3D97"/>
    <w:rsid w:val="008B3FD9"/>
    <w:rsid w:val="008B44A7"/>
    <w:rsid w:val="008B46B2"/>
    <w:rsid w:val="008B4EC4"/>
    <w:rsid w:val="008B56C1"/>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962"/>
    <w:rsid w:val="008C1C1D"/>
    <w:rsid w:val="008C2531"/>
    <w:rsid w:val="008C2569"/>
    <w:rsid w:val="008C25B5"/>
    <w:rsid w:val="008C25FF"/>
    <w:rsid w:val="008C2804"/>
    <w:rsid w:val="008C30B0"/>
    <w:rsid w:val="008C34AF"/>
    <w:rsid w:val="008C3660"/>
    <w:rsid w:val="008C375A"/>
    <w:rsid w:val="008C3FB0"/>
    <w:rsid w:val="008C4A30"/>
    <w:rsid w:val="008C4D44"/>
    <w:rsid w:val="008C4D9F"/>
    <w:rsid w:val="008C4EA0"/>
    <w:rsid w:val="008C502F"/>
    <w:rsid w:val="008C527E"/>
    <w:rsid w:val="008C590F"/>
    <w:rsid w:val="008C67B3"/>
    <w:rsid w:val="008C682F"/>
    <w:rsid w:val="008C6C2B"/>
    <w:rsid w:val="008C6C2C"/>
    <w:rsid w:val="008C7106"/>
    <w:rsid w:val="008C74BE"/>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62"/>
    <w:rsid w:val="008D4FA7"/>
    <w:rsid w:val="008D5497"/>
    <w:rsid w:val="008D5F4E"/>
    <w:rsid w:val="008D6236"/>
    <w:rsid w:val="008D6AD6"/>
    <w:rsid w:val="008D6E1C"/>
    <w:rsid w:val="008D71AF"/>
    <w:rsid w:val="008D785B"/>
    <w:rsid w:val="008D7ABC"/>
    <w:rsid w:val="008D7BE1"/>
    <w:rsid w:val="008E0B3A"/>
    <w:rsid w:val="008E1542"/>
    <w:rsid w:val="008E1F10"/>
    <w:rsid w:val="008E20B4"/>
    <w:rsid w:val="008E223E"/>
    <w:rsid w:val="008E251C"/>
    <w:rsid w:val="008E2BE6"/>
    <w:rsid w:val="008E2F3B"/>
    <w:rsid w:val="008E3F25"/>
    <w:rsid w:val="008E4645"/>
    <w:rsid w:val="008E544B"/>
    <w:rsid w:val="008E56EF"/>
    <w:rsid w:val="008E6102"/>
    <w:rsid w:val="008E722D"/>
    <w:rsid w:val="008E7C58"/>
    <w:rsid w:val="008E7EF9"/>
    <w:rsid w:val="008F0259"/>
    <w:rsid w:val="008F0520"/>
    <w:rsid w:val="008F0709"/>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54"/>
    <w:rsid w:val="008F76B7"/>
    <w:rsid w:val="008F76E5"/>
    <w:rsid w:val="008F7ADF"/>
    <w:rsid w:val="00901525"/>
    <w:rsid w:val="00901612"/>
    <w:rsid w:val="00901A44"/>
    <w:rsid w:val="00901C93"/>
    <w:rsid w:val="0090293B"/>
    <w:rsid w:val="00903313"/>
    <w:rsid w:val="0090340E"/>
    <w:rsid w:val="00903C44"/>
    <w:rsid w:val="00903D0F"/>
    <w:rsid w:val="0090413E"/>
    <w:rsid w:val="009043C9"/>
    <w:rsid w:val="00904BD3"/>
    <w:rsid w:val="009055AB"/>
    <w:rsid w:val="00905E2B"/>
    <w:rsid w:val="00906197"/>
    <w:rsid w:val="009063B2"/>
    <w:rsid w:val="00906556"/>
    <w:rsid w:val="00906946"/>
    <w:rsid w:val="00906F2B"/>
    <w:rsid w:val="0090777E"/>
    <w:rsid w:val="00907AAF"/>
    <w:rsid w:val="009108DA"/>
    <w:rsid w:val="00910DFB"/>
    <w:rsid w:val="00910F83"/>
    <w:rsid w:val="00911554"/>
    <w:rsid w:val="0091294E"/>
    <w:rsid w:val="009131C7"/>
    <w:rsid w:val="009134A5"/>
    <w:rsid w:val="00913575"/>
    <w:rsid w:val="0091376A"/>
    <w:rsid w:val="00914CC0"/>
    <w:rsid w:val="00914D0A"/>
    <w:rsid w:val="0091503D"/>
    <w:rsid w:val="0091517C"/>
    <w:rsid w:val="0091594A"/>
    <w:rsid w:val="00915C07"/>
    <w:rsid w:val="00915DCF"/>
    <w:rsid w:val="00916F0B"/>
    <w:rsid w:val="009174FB"/>
    <w:rsid w:val="00917776"/>
    <w:rsid w:val="009179B7"/>
    <w:rsid w:val="00917AB6"/>
    <w:rsid w:val="009204FD"/>
    <w:rsid w:val="0092085D"/>
    <w:rsid w:val="00921291"/>
    <w:rsid w:val="00921330"/>
    <w:rsid w:val="0092139B"/>
    <w:rsid w:val="00921943"/>
    <w:rsid w:val="00921AA8"/>
    <w:rsid w:val="00921B90"/>
    <w:rsid w:val="00921ED6"/>
    <w:rsid w:val="0092251B"/>
    <w:rsid w:val="00922632"/>
    <w:rsid w:val="00922DF5"/>
    <w:rsid w:val="00923146"/>
    <w:rsid w:val="009235EE"/>
    <w:rsid w:val="00923A57"/>
    <w:rsid w:val="00923CBE"/>
    <w:rsid w:val="00923D93"/>
    <w:rsid w:val="0092423A"/>
    <w:rsid w:val="009246CB"/>
    <w:rsid w:val="00924AA1"/>
    <w:rsid w:val="0092560A"/>
    <w:rsid w:val="00925B43"/>
    <w:rsid w:val="00925C31"/>
    <w:rsid w:val="00925E89"/>
    <w:rsid w:val="00925EB9"/>
    <w:rsid w:val="00925F76"/>
    <w:rsid w:val="009260B5"/>
    <w:rsid w:val="009263A6"/>
    <w:rsid w:val="00926599"/>
    <w:rsid w:val="0092670E"/>
    <w:rsid w:val="009268BD"/>
    <w:rsid w:val="00930500"/>
    <w:rsid w:val="009309A1"/>
    <w:rsid w:val="00930EE3"/>
    <w:rsid w:val="00930EF5"/>
    <w:rsid w:val="0093111A"/>
    <w:rsid w:val="009318D6"/>
    <w:rsid w:val="00931E51"/>
    <w:rsid w:val="00932403"/>
    <w:rsid w:val="00932BEF"/>
    <w:rsid w:val="00932D2B"/>
    <w:rsid w:val="0093367A"/>
    <w:rsid w:val="0093373A"/>
    <w:rsid w:val="0093377A"/>
    <w:rsid w:val="009337E3"/>
    <w:rsid w:val="00933A7C"/>
    <w:rsid w:val="00933B34"/>
    <w:rsid w:val="00933C93"/>
    <w:rsid w:val="00933F96"/>
    <w:rsid w:val="009342DB"/>
    <w:rsid w:val="00934426"/>
    <w:rsid w:val="00934878"/>
    <w:rsid w:val="00934892"/>
    <w:rsid w:val="009349E6"/>
    <w:rsid w:val="00934C7F"/>
    <w:rsid w:val="00934E33"/>
    <w:rsid w:val="00934FBF"/>
    <w:rsid w:val="00934FD3"/>
    <w:rsid w:val="00935110"/>
    <w:rsid w:val="009354B9"/>
    <w:rsid w:val="00935E88"/>
    <w:rsid w:val="0093629A"/>
    <w:rsid w:val="009363D7"/>
    <w:rsid w:val="00936A55"/>
    <w:rsid w:val="009372F1"/>
    <w:rsid w:val="0093753C"/>
    <w:rsid w:val="00937694"/>
    <w:rsid w:val="00937997"/>
    <w:rsid w:val="00937F03"/>
    <w:rsid w:val="0094086E"/>
    <w:rsid w:val="00941A97"/>
    <w:rsid w:val="00941AD0"/>
    <w:rsid w:val="0094214A"/>
    <w:rsid w:val="009421F9"/>
    <w:rsid w:val="009422AD"/>
    <w:rsid w:val="00942605"/>
    <w:rsid w:val="00942916"/>
    <w:rsid w:val="00942AE3"/>
    <w:rsid w:val="009431AC"/>
    <w:rsid w:val="00943514"/>
    <w:rsid w:val="00943D6E"/>
    <w:rsid w:val="00943EB2"/>
    <w:rsid w:val="00943F70"/>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4E5"/>
    <w:rsid w:val="009545FB"/>
    <w:rsid w:val="00954B3C"/>
    <w:rsid w:val="00954C7C"/>
    <w:rsid w:val="00954E8B"/>
    <w:rsid w:val="00954F22"/>
    <w:rsid w:val="0095587A"/>
    <w:rsid w:val="00955A12"/>
    <w:rsid w:val="00955E6B"/>
    <w:rsid w:val="00955F98"/>
    <w:rsid w:val="009562B2"/>
    <w:rsid w:val="00956619"/>
    <w:rsid w:val="00956D3D"/>
    <w:rsid w:val="0095739F"/>
    <w:rsid w:val="009574F8"/>
    <w:rsid w:val="00957F01"/>
    <w:rsid w:val="009609DF"/>
    <w:rsid w:val="009611E8"/>
    <w:rsid w:val="009618B8"/>
    <w:rsid w:val="00961DFB"/>
    <w:rsid w:val="00962A4D"/>
    <w:rsid w:val="00962B87"/>
    <w:rsid w:val="00963988"/>
    <w:rsid w:val="00963A15"/>
    <w:rsid w:val="00963A9F"/>
    <w:rsid w:val="00963E9F"/>
    <w:rsid w:val="00964F3D"/>
    <w:rsid w:val="00965415"/>
    <w:rsid w:val="009654D0"/>
    <w:rsid w:val="0096560B"/>
    <w:rsid w:val="00965618"/>
    <w:rsid w:val="00965846"/>
    <w:rsid w:val="0096597A"/>
    <w:rsid w:val="00965D82"/>
    <w:rsid w:val="00965F6D"/>
    <w:rsid w:val="009666BB"/>
    <w:rsid w:val="0096684C"/>
    <w:rsid w:val="00966911"/>
    <w:rsid w:val="009672B7"/>
    <w:rsid w:val="0096739E"/>
    <w:rsid w:val="00967953"/>
    <w:rsid w:val="00967BB6"/>
    <w:rsid w:val="00970207"/>
    <w:rsid w:val="00970F10"/>
    <w:rsid w:val="00970F71"/>
    <w:rsid w:val="00971154"/>
    <w:rsid w:val="009717EB"/>
    <w:rsid w:val="0097185B"/>
    <w:rsid w:val="00971ACF"/>
    <w:rsid w:val="009729BB"/>
    <w:rsid w:val="0097356D"/>
    <w:rsid w:val="0097420A"/>
    <w:rsid w:val="0097491C"/>
    <w:rsid w:val="009751E1"/>
    <w:rsid w:val="009752A8"/>
    <w:rsid w:val="00975B11"/>
    <w:rsid w:val="00975C49"/>
    <w:rsid w:val="00975F3F"/>
    <w:rsid w:val="00975FBF"/>
    <w:rsid w:val="00976280"/>
    <w:rsid w:val="009762BE"/>
    <w:rsid w:val="00976915"/>
    <w:rsid w:val="00977268"/>
    <w:rsid w:val="00977DB9"/>
    <w:rsid w:val="00977FCA"/>
    <w:rsid w:val="00977FEE"/>
    <w:rsid w:val="00980098"/>
    <w:rsid w:val="0098169B"/>
    <w:rsid w:val="00981BEE"/>
    <w:rsid w:val="009820BC"/>
    <w:rsid w:val="0098238B"/>
    <w:rsid w:val="009823B4"/>
    <w:rsid w:val="00982A4A"/>
    <w:rsid w:val="009838C9"/>
    <w:rsid w:val="0098451D"/>
    <w:rsid w:val="009848F3"/>
    <w:rsid w:val="00984A02"/>
    <w:rsid w:val="00984F04"/>
    <w:rsid w:val="00985CE0"/>
    <w:rsid w:val="00986737"/>
    <w:rsid w:val="00987069"/>
    <w:rsid w:val="00987360"/>
    <w:rsid w:val="00987642"/>
    <w:rsid w:val="00987DB8"/>
    <w:rsid w:val="00987EDE"/>
    <w:rsid w:val="0099076F"/>
    <w:rsid w:val="00991022"/>
    <w:rsid w:val="00991589"/>
    <w:rsid w:val="00991791"/>
    <w:rsid w:val="00991A51"/>
    <w:rsid w:val="00991ACA"/>
    <w:rsid w:val="00991C29"/>
    <w:rsid w:val="00991C4F"/>
    <w:rsid w:val="00992510"/>
    <w:rsid w:val="0099254D"/>
    <w:rsid w:val="00992716"/>
    <w:rsid w:val="009927AC"/>
    <w:rsid w:val="009927B6"/>
    <w:rsid w:val="00992C60"/>
    <w:rsid w:val="00993242"/>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2E73"/>
    <w:rsid w:val="009A3362"/>
    <w:rsid w:val="009A358D"/>
    <w:rsid w:val="009A3703"/>
    <w:rsid w:val="009A3F28"/>
    <w:rsid w:val="009A4BD9"/>
    <w:rsid w:val="009A5962"/>
    <w:rsid w:val="009A5BD3"/>
    <w:rsid w:val="009A5C83"/>
    <w:rsid w:val="009A6106"/>
    <w:rsid w:val="009A67A0"/>
    <w:rsid w:val="009A6D5A"/>
    <w:rsid w:val="009A72F6"/>
    <w:rsid w:val="009A7335"/>
    <w:rsid w:val="009A786D"/>
    <w:rsid w:val="009A7EA6"/>
    <w:rsid w:val="009B00F3"/>
    <w:rsid w:val="009B04B5"/>
    <w:rsid w:val="009B090B"/>
    <w:rsid w:val="009B1376"/>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45D"/>
    <w:rsid w:val="009B7C76"/>
    <w:rsid w:val="009B7DE7"/>
    <w:rsid w:val="009C076F"/>
    <w:rsid w:val="009C0889"/>
    <w:rsid w:val="009C0CEE"/>
    <w:rsid w:val="009C1499"/>
    <w:rsid w:val="009C18B8"/>
    <w:rsid w:val="009C1996"/>
    <w:rsid w:val="009C1B22"/>
    <w:rsid w:val="009C22EC"/>
    <w:rsid w:val="009C25F8"/>
    <w:rsid w:val="009C28A4"/>
    <w:rsid w:val="009C3046"/>
    <w:rsid w:val="009C30C2"/>
    <w:rsid w:val="009C323A"/>
    <w:rsid w:val="009C33C5"/>
    <w:rsid w:val="009C3936"/>
    <w:rsid w:val="009C4911"/>
    <w:rsid w:val="009C4E8B"/>
    <w:rsid w:val="009C5006"/>
    <w:rsid w:val="009C58EB"/>
    <w:rsid w:val="009C6635"/>
    <w:rsid w:val="009C6DB4"/>
    <w:rsid w:val="009C6DF5"/>
    <w:rsid w:val="009C6EE3"/>
    <w:rsid w:val="009C773D"/>
    <w:rsid w:val="009D0691"/>
    <w:rsid w:val="009D0915"/>
    <w:rsid w:val="009D09AA"/>
    <w:rsid w:val="009D0BD3"/>
    <w:rsid w:val="009D14AD"/>
    <w:rsid w:val="009D1B22"/>
    <w:rsid w:val="009D2121"/>
    <w:rsid w:val="009D2344"/>
    <w:rsid w:val="009D25A5"/>
    <w:rsid w:val="009D261C"/>
    <w:rsid w:val="009D2B80"/>
    <w:rsid w:val="009D2FEC"/>
    <w:rsid w:val="009D4602"/>
    <w:rsid w:val="009D4730"/>
    <w:rsid w:val="009D4984"/>
    <w:rsid w:val="009D4A4E"/>
    <w:rsid w:val="009D4D82"/>
    <w:rsid w:val="009D5D6F"/>
    <w:rsid w:val="009D6C1B"/>
    <w:rsid w:val="009D7591"/>
    <w:rsid w:val="009D78B8"/>
    <w:rsid w:val="009D7A76"/>
    <w:rsid w:val="009D7C9A"/>
    <w:rsid w:val="009D7C9B"/>
    <w:rsid w:val="009D7DE5"/>
    <w:rsid w:val="009D7FB8"/>
    <w:rsid w:val="009E0014"/>
    <w:rsid w:val="009E0159"/>
    <w:rsid w:val="009E0837"/>
    <w:rsid w:val="009E0BA4"/>
    <w:rsid w:val="009E1160"/>
    <w:rsid w:val="009E14FA"/>
    <w:rsid w:val="009E16ED"/>
    <w:rsid w:val="009E2263"/>
    <w:rsid w:val="009E2358"/>
    <w:rsid w:val="009E239B"/>
    <w:rsid w:val="009E2677"/>
    <w:rsid w:val="009E28EE"/>
    <w:rsid w:val="009E2CEE"/>
    <w:rsid w:val="009E3954"/>
    <w:rsid w:val="009E4374"/>
    <w:rsid w:val="009E46E6"/>
    <w:rsid w:val="009E4A41"/>
    <w:rsid w:val="009E4EB1"/>
    <w:rsid w:val="009E64AE"/>
    <w:rsid w:val="009E7339"/>
    <w:rsid w:val="009E7527"/>
    <w:rsid w:val="009E768B"/>
    <w:rsid w:val="009E792B"/>
    <w:rsid w:val="009E7B40"/>
    <w:rsid w:val="009E7CAD"/>
    <w:rsid w:val="009F1CD9"/>
    <w:rsid w:val="009F1F61"/>
    <w:rsid w:val="009F2762"/>
    <w:rsid w:val="009F2838"/>
    <w:rsid w:val="009F32AE"/>
    <w:rsid w:val="009F33A9"/>
    <w:rsid w:val="009F3FCE"/>
    <w:rsid w:val="009F4239"/>
    <w:rsid w:val="009F4419"/>
    <w:rsid w:val="009F47F4"/>
    <w:rsid w:val="009F48D8"/>
    <w:rsid w:val="009F57D6"/>
    <w:rsid w:val="009F5B23"/>
    <w:rsid w:val="009F5EB4"/>
    <w:rsid w:val="009F6391"/>
    <w:rsid w:val="009F6848"/>
    <w:rsid w:val="009F6930"/>
    <w:rsid w:val="009F77E1"/>
    <w:rsid w:val="009F79B8"/>
    <w:rsid w:val="009F7CAE"/>
    <w:rsid w:val="009F7CEA"/>
    <w:rsid w:val="00A003C9"/>
    <w:rsid w:val="00A005DD"/>
    <w:rsid w:val="00A00BBA"/>
    <w:rsid w:val="00A00F49"/>
    <w:rsid w:val="00A011BA"/>
    <w:rsid w:val="00A015F1"/>
    <w:rsid w:val="00A023A8"/>
    <w:rsid w:val="00A02524"/>
    <w:rsid w:val="00A02C20"/>
    <w:rsid w:val="00A02F7A"/>
    <w:rsid w:val="00A0360F"/>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597"/>
    <w:rsid w:val="00A11650"/>
    <w:rsid w:val="00A12257"/>
    <w:rsid w:val="00A123F5"/>
    <w:rsid w:val="00A12CB9"/>
    <w:rsid w:val="00A1320E"/>
    <w:rsid w:val="00A13AF1"/>
    <w:rsid w:val="00A14CBB"/>
    <w:rsid w:val="00A14FC1"/>
    <w:rsid w:val="00A15191"/>
    <w:rsid w:val="00A159C5"/>
    <w:rsid w:val="00A16258"/>
    <w:rsid w:val="00A1635C"/>
    <w:rsid w:val="00A167DC"/>
    <w:rsid w:val="00A167E3"/>
    <w:rsid w:val="00A16934"/>
    <w:rsid w:val="00A16D32"/>
    <w:rsid w:val="00A17485"/>
    <w:rsid w:val="00A17613"/>
    <w:rsid w:val="00A20054"/>
    <w:rsid w:val="00A2023F"/>
    <w:rsid w:val="00A21171"/>
    <w:rsid w:val="00A2187C"/>
    <w:rsid w:val="00A22407"/>
    <w:rsid w:val="00A22A4B"/>
    <w:rsid w:val="00A23499"/>
    <w:rsid w:val="00A2396F"/>
    <w:rsid w:val="00A23EAC"/>
    <w:rsid w:val="00A23F61"/>
    <w:rsid w:val="00A244CC"/>
    <w:rsid w:val="00A24556"/>
    <w:rsid w:val="00A24A8D"/>
    <w:rsid w:val="00A24D17"/>
    <w:rsid w:val="00A24F24"/>
    <w:rsid w:val="00A25276"/>
    <w:rsid w:val="00A25C7D"/>
    <w:rsid w:val="00A25CC2"/>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C72"/>
    <w:rsid w:val="00A33F75"/>
    <w:rsid w:val="00A3447B"/>
    <w:rsid w:val="00A34725"/>
    <w:rsid w:val="00A34A73"/>
    <w:rsid w:val="00A35439"/>
    <w:rsid w:val="00A35635"/>
    <w:rsid w:val="00A35E4D"/>
    <w:rsid w:val="00A363D7"/>
    <w:rsid w:val="00A3658E"/>
    <w:rsid w:val="00A36B83"/>
    <w:rsid w:val="00A37059"/>
    <w:rsid w:val="00A37401"/>
    <w:rsid w:val="00A37623"/>
    <w:rsid w:val="00A40641"/>
    <w:rsid w:val="00A40728"/>
    <w:rsid w:val="00A411F5"/>
    <w:rsid w:val="00A411FD"/>
    <w:rsid w:val="00A41545"/>
    <w:rsid w:val="00A41698"/>
    <w:rsid w:val="00A4169A"/>
    <w:rsid w:val="00A41EDF"/>
    <w:rsid w:val="00A4246D"/>
    <w:rsid w:val="00A4283D"/>
    <w:rsid w:val="00A42A5E"/>
    <w:rsid w:val="00A42C79"/>
    <w:rsid w:val="00A43246"/>
    <w:rsid w:val="00A43875"/>
    <w:rsid w:val="00A43C88"/>
    <w:rsid w:val="00A43FD6"/>
    <w:rsid w:val="00A44676"/>
    <w:rsid w:val="00A447B8"/>
    <w:rsid w:val="00A44916"/>
    <w:rsid w:val="00A44EDE"/>
    <w:rsid w:val="00A452CD"/>
    <w:rsid w:val="00A45452"/>
    <w:rsid w:val="00A4558E"/>
    <w:rsid w:val="00A466C5"/>
    <w:rsid w:val="00A47315"/>
    <w:rsid w:val="00A47428"/>
    <w:rsid w:val="00A4760E"/>
    <w:rsid w:val="00A47785"/>
    <w:rsid w:val="00A47A1A"/>
    <w:rsid w:val="00A47CBC"/>
    <w:rsid w:val="00A47F08"/>
    <w:rsid w:val="00A50E9C"/>
    <w:rsid w:val="00A51031"/>
    <w:rsid w:val="00A5114E"/>
    <w:rsid w:val="00A520DD"/>
    <w:rsid w:val="00A52CCE"/>
    <w:rsid w:val="00A5336E"/>
    <w:rsid w:val="00A541E3"/>
    <w:rsid w:val="00A544A7"/>
    <w:rsid w:val="00A546C6"/>
    <w:rsid w:val="00A55259"/>
    <w:rsid w:val="00A55899"/>
    <w:rsid w:val="00A55F2B"/>
    <w:rsid w:val="00A56247"/>
    <w:rsid w:val="00A5628C"/>
    <w:rsid w:val="00A57537"/>
    <w:rsid w:val="00A57D48"/>
    <w:rsid w:val="00A603B6"/>
    <w:rsid w:val="00A60B78"/>
    <w:rsid w:val="00A60C33"/>
    <w:rsid w:val="00A60C78"/>
    <w:rsid w:val="00A60E3E"/>
    <w:rsid w:val="00A60F5D"/>
    <w:rsid w:val="00A61035"/>
    <w:rsid w:val="00A61379"/>
    <w:rsid w:val="00A61514"/>
    <w:rsid w:val="00A61908"/>
    <w:rsid w:val="00A61A98"/>
    <w:rsid w:val="00A61D05"/>
    <w:rsid w:val="00A61F18"/>
    <w:rsid w:val="00A62022"/>
    <w:rsid w:val="00A622C4"/>
    <w:rsid w:val="00A62762"/>
    <w:rsid w:val="00A62F0D"/>
    <w:rsid w:val="00A63104"/>
    <w:rsid w:val="00A637B9"/>
    <w:rsid w:val="00A63CF3"/>
    <w:rsid w:val="00A6433A"/>
    <w:rsid w:val="00A643F3"/>
    <w:rsid w:val="00A644EB"/>
    <w:rsid w:val="00A64505"/>
    <w:rsid w:val="00A648E6"/>
    <w:rsid w:val="00A64B5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6D7"/>
    <w:rsid w:val="00A73A90"/>
    <w:rsid w:val="00A73F13"/>
    <w:rsid w:val="00A741AB"/>
    <w:rsid w:val="00A743F7"/>
    <w:rsid w:val="00A7481F"/>
    <w:rsid w:val="00A74CF8"/>
    <w:rsid w:val="00A75177"/>
    <w:rsid w:val="00A7536A"/>
    <w:rsid w:val="00A75ED9"/>
    <w:rsid w:val="00A76DEE"/>
    <w:rsid w:val="00A77270"/>
    <w:rsid w:val="00A774B7"/>
    <w:rsid w:val="00A77E5A"/>
    <w:rsid w:val="00A8066F"/>
    <w:rsid w:val="00A80C4A"/>
    <w:rsid w:val="00A80DCB"/>
    <w:rsid w:val="00A82133"/>
    <w:rsid w:val="00A8247C"/>
    <w:rsid w:val="00A825F9"/>
    <w:rsid w:val="00A83BC9"/>
    <w:rsid w:val="00A83F03"/>
    <w:rsid w:val="00A846B4"/>
    <w:rsid w:val="00A84D04"/>
    <w:rsid w:val="00A851A5"/>
    <w:rsid w:val="00A858A1"/>
    <w:rsid w:val="00A86043"/>
    <w:rsid w:val="00A87D9B"/>
    <w:rsid w:val="00A9093E"/>
    <w:rsid w:val="00A90D05"/>
    <w:rsid w:val="00A912A3"/>
    <w:rsid w:val="00A91342"/>
    <w:rsid w:val="00A91BBD"/>
    <w:rsid w:val="00A91C45"/>
    <w:rsid w:val="00A920DA"/>
    <w:rsid w:val="00A928D2"/>
    <w:rsid w:val="00A937CB"/>
    <w:rsid w:val="00A93A8F"/>
    <w:rsid w:val="00A93B92"/>
    <w:rsid w:val="00A94B78"/>
    <w:rsid w:val="00A954C6"/>
    <w:rsid w:val="00A95FA6"/>
    <w:rsid w:val="00A9650E"/>
    <w:rsid w:val="00A96770"/>
    <w:rsid w:val="00A96964"/>
    <w:rsid w:val="00A97D16"/>
    <w:rsid w:val="00AA05B7"/>
    <w:rsid w:val="00AA0CF9"/>
    <w:rsid w:val="00AA0FE7"/>
    <w:rsid w:val="00AA1E63"/>
    <w:rsid w:val="00AA22BE"/>
    <w:rsid w:val="00AA250C"/>
    <w:rsid w:val="00AA2AC5"/>
    <w:rsid w:val="00AA2E7A"/>
    <w:rsid w:val="00AA2FE1"/>
    <w:rsid w:val="00AA315B"/>
    <w:rsid w:val="00AA376F"/>
    <w:rsid w:val="00AA4076"/>
    <w:rsid w:val="00AA47FF"/>
    <w:rsid w:val="00AA4C20"/>
    <w:rsid w:val="00AA544F"/>
    <w:rsid w:val="00AA57A2"/>
    <w:rsid w:val="00AA5B3B"/>
    <w:rsid w:val="00AA613F"/>
    <w:rsid w:val="00AA61B0"/>
    <w:rsid w:val="00AA6A66"/>
    <w:rsid w:val="00AA6A6D"/>
    <w:rsid w:val="00AA6EBD"/>
    <w:rsid w:val="00AA6FF7"/>
    <w:rsid w:val="00AA7A99"/>
    <w:rsid w:val="00AB0024"/>
    <w:rsid w:val="00AB0298"/>
    <w:rsid w:val="00AB046E"/>
    <w:rsid w:val="00AB05E4"/>
    <w:rsid w:val="00AB0688"/>
    <w:rsid w:val="00AB071D"/>
    <w:rsid w:val="00AB078C"/>
    <w:rsid w:val="00AB08B4"/>
    <w:rsid w:val="00AB1747"/>
    <w:rsid w:val="00AB1B82"/>
    <w:rsid w:val="00AB1ED8"/>
    <w:rsid w:val="00AB20F0"/>
    <w:rsid w:val="00AB21D8"/>
    <w:rsid w:val="00AB28E8"/>
    <w:rsid w:val="00AB2983"/>
    <w:rsid w:val="00AB2BD0"/>
    <w:rsid w:val="00AB30A7"/>
    <w:rsid w:val="00AB32C5"/>
    <w:rsid w:val="00AB3D48"/>
    <w:rsid w:val="00AB3E8B"/>
    <w:rsid w:val="00AB4772"/>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5D"/>
    <w:rsid w:val="00AC32FE"/>
    <w:rsid w:val="00AC3330"/>
    <w:rsid w:val="00AC3334"/>
    <w:rsid w:val="00AC3639"/>
    <w:rsid w:val="00AC397F"/>
    <w:rsid w:val="00AC3B07"/>
    <w:rsid w:val="00AC3D50"/>
    <w:rsid w:val="00AC3E84"/>
    <w:rsid w:val="00AC3EE8"/>
    <w:rsid w:val="00AC4A70"/>
    <w:rsid w:val="00AC4F0B"/>
    <w:rsid w:val="00AC6CC4"/>
    <w:rsid w:val="00AC6D2B"/>
    <w:rsid w:val="00AC6E2E"/>
    <w:rsid w:val="00AC7671"/>
    <w:rsid w:val="00AC78BF"/>
    <w:rsid w:val="00AC7E06"/>
    <w:rsid w:val="00AC7FF2"/>
    <w:rsid w:val="00AD0AD6"/>
    <w:rsid w:val="00AD0DBB"/>
    <w:rsid w:val="00AD0F7A"/>
    <w:rsid w:val="00AD152E"/>
    <w:rsid w:val="00AD180D"/>
    <w:rsid w:val="00AD1B64"/>
    <w:rsid w:val="00AD1C83"/>
    <w:rsid w:val="00AD27A1"/>
    <w:rsid w:val="00AD325C"/>
    <w:rsid w:val="00AD3473"/>
    <w:rsid w:val="00AD406B"/>
    <w:rsid w:val="00AD433F"/>
    <w:rsid w:val="00AD4356"/>
    <w:rsid w:val="00AD461B"/>
    <w:rsid w:val="00AD46A6"/>
    <w:rsid w:val="00AD46FF"/>
    <w:rsid w:val="00AD51A2"/>
    <w:rsid w:val="00AD55B0"/>
    <w:rsid w:val="00AD5B83"/>
    <w:rsid w:val="00AD5EC7"/>
    <w:rsid w:val="00AD5FD9"/>
    <w:rsid w:val="00AD5FF7"/>
    <w:rsid w:val="00AD6375"/>
    <w:rsid w:val="00AD6CA5"/>
    <w:rsid w:val="00AD6CB6"/>
    <w:rsid w:val="00AD6D53"/>
    <w:rsid w:val="00AD6E09"/>
    <w:rsid w:val="00AD76F9"/>
    <w:rsid w:val="00AD79A9"/>
    <w:rsid w:val="00AD7CE6"/>
    <w:rsid w:val="00AE01C0"/>
    <w:rsid w:val="00AE04EA"/>
    <w:rsid w:val="00AE0503"/>
    <w:rsid w:val="00AE070D"/>
    <w:rsid w:val="00AE094C"/>
    <w:rsid w:val="00AE0B0F"/>
    <w:rsid w:val="00AE0B1A"/>
    <w:rsid w:val="00AE0BDF"/>
    <w:rsid w:val="00AE116C"/>
    <w:rsid w:val="00AE2358"/>
    <w:rsid w:val="00AE2772"/>
    <w:rsid w:val="00AE2FE5"/>
    <w:rsid w:val="00AE3252"/>
    <w:rsid w:val="00AE35D1"/>
    <w:rsid w:val="00AE3D87"/>
    <w:rsid w:val="00AE4A9E"/>
    <w:rsid w:val="00AE51FC"/>
    <w:rsid w:val="00AE53AD"/>
    <w:rsid w:val="00AE582B"/>
    <w:rsid w:val="00AE62AE"/>
    <w:rsid w:val="00AE6427"/>
    <w:rsid w:val="00AE6A62"/>
    <w:rsid w:val="00AE6A70"/>
    <w:rsid w:val="00AE6C69"/>
    <w:rsid w:val="00AF005B"/>
    <w:rsid w:val="00AF1FE1"/>
    <w:rsid w:val="00AF25CB"/>
    <w:rsid w:val="00AF2ABA"/>
    <w:rsid w:val="00AF3203"/>
    <w:rsid w:val="00AF33CB"/>
    <w:rsid w:val="00AF377D"/>
    <w:rsid w:val="00AF48E7"/>
    <w:rsid w:val="00AF49B8"/>
    <w:rsid w:val="00AF4C93"/>
    <w:rsid w:val="00AF52BC"/>
    <w:rsid w:val="00AF5345"/>
    <w:rsid w:val="00AF5466"/>
    <w:rsid w:val="00AF5531"/>
    <w:rsid w:val="00AF5B28"/>
    <w:rsid w:val="00AF5E5C"/>
    <w:rsid w:val="00AF5ED9"/>
    <w:rsid w:val="00AF6AA4"/>
    <w:rsid w:val="00AF70E9"/>
    <w:rsid w:val="00AF77A5"/>
    <w:rsid w:val="00AF7C05"/>
    <w:rsid w:val="00B003F8"/>
    <w:rsid w:val="00B00A26"/>
    <w:rsid w:val="00B00A30"/>
    <w:rsid w:val="00B00D5F"/>
    <w:rsid w:val="00B01F07"/>
    <w:rsid w:val="00B02196"/>
    <w:rsid w:val="00B022AE"/>
    <w:rsid w:val="00B02836"/>
    <w:rsid w:val="00B03549"/>
    <w:rsid w:val="00B03C73"/>
    <w:rsid w:val="00B057F1"/>
    <w:rsid w:val="00B06BC2"/>
    <w:rsid w:val="00B06BC4"/>
    <w:rsid w:val="00B06D3A"/>
    <w:rsid w:val="00B06D54"/>
    <w:rsid w:val="00B06EBA"/>
    <w:rsid w:val="00B06F1C"/>
    <w:rsid w:val="00B07172"/>
    <w:rsid w:val="00B075CB"/>
    <w:rsid w:val="00B0767E"/>
    <w:rsid w:val="00B07C6E"/>
    <w:rsid w:val="00B109CD"/>
    <w:rsid w:val="00B109D0"/>
    <w:rsid w:val="00B10EF6"/>
    <w:rsid w:val="00B113BD"/>
    <w:rsid w:val="00B11747"/>
    <w:rsid w:val="00B11A72"/>
    <w:rsid w:val="00B120B7"/>
    <w:rsid w:val="00B1221C"/>
    <w:rsid w:val="00B12F13"/>
    <w:rsid w:val="00B13034"/>
    <w:rsid w:val="00B13112"/>
    <w:rsid w:val="00B131DF"/>
    <w:rsid w:val="00B1332C"/>
    <w:rsid w:val="00B13BCA"/>
    <w:rsid w:val="00B13BF6"/>
    <w:rsid w:val="00B13D5B"/>
    <w:rsid w:val="00B147D5"/>
    <w:rsid w:val="00B15D75"/>
    <w:rsid w:val="00B1616A"/>
    <w:rsid w:val="00B167A4"/>
    <w:rsid w:val="00B16CDE"/>
    <w:rsid w:val="00B16D96"/>
    <w:rsid w:val="00B16E93"/>
    <w:rsid w:val="00B17105"/>
    <w:rsid w:val="00B2032D"/>
    <w:rsid w:val="00B20741"/>
    <w:rsid w:val="00B208A4"/>
    <w:rsid w:val="00B20A4F"/>
    <w:rsid w:val="00B20BBA"/>
    <w:rsid w:val="00B20CD1"/>
    <w:rsid w:val="00B20E61"/>
    <w:rsid w:val="00B20FE3"/>
    <w:rsid w:val="00B211A4"/>
    <w:rsid w:val="00B21378"/>
    <w:rsid w:val="00B217A7"/>
    <w:rsid w:val="00B21BE6"/>
    <w:rsid w:val="00B21EBC"/>
    <w:rsid w:val="00B2221A"/>
    <w:rsid w:val="00B2263E"/>
    <w:rsid w:val="00B22E3C"/>
    <w:rsid w:val="00B22ECA"/>
    <w:rsid w:val="00B237C1"/>
    <w:rsid w:val="00B23AB6"/>
    <w:rsid w:val="00B23C58"/>
    <w:rsid w:val="00B23D9F"/>
    <w:rsid w:val="00B2422A"/>
    <w:rsid w:val="00B243A9"/>
    <w:rsid w:val="00B245B6"/>
    <w:rsid w:val="00B24915"/>
    <w:rsid w:val="00B2491B"/>
    <w:rsid w:val="00B24F2F"/>
    <w:rsid w:val="00B2590B"/>
    <w:rsid w:val="00B25A0B"/>
    <w:rsid w:val="00B274C2"/>
    <w:rsid w:val="00B27605"/>
    <w:rsid w:val="00B277F2"/>
    <w:rsid w:val="00B27E13"/>
    <w:rsid w:val="00B30859"/>
    <w:rsid w:val="00B315E6"/>
    <w:rsid w:val="00B31605"/>
    <w:rsid w:val="00B316F7"/>
    <w:rsid w:val="00B31763"/>
    <w:rsid w:val="00B31860"/>
    <w:rsid w:val="00B321C8"/>
    <w:rsid w:val="00B328EF"/>
    <w:rsid w:val="00B32BA9"/>
    <w:rsid w:val="00B32C02"/>
    <w:rsid w:val="00B32D56"/>
    <w:rsid w:val="00B3338C"/>
    <w:rsid w:val="00B3414E"/>
    <w:rsid w:val="00B34662"/>
    <w:rsid w:val="00B34A73"/>
    <w:rsid w:val="00B34D0D"/>
    <w:rsid w:val="00B34F40"/>
    <w:rsid w:val="00B35525"/>
    <w:rsid w:val="00B359E6"/>
    <w:rsid w:val="00B35A96"/>
    <w:rsid w:val="00B35B02"/>
    <w:rsid w:val="00B35C72"/>
    <w:rsid w:val="00B35FA8"/>
    <w:rsid w:val="00B35FCD"/>
    <w:rsid w:val="00B3605D"/>
    <w:rsid w:val="00B3628F"/>
    <w:rsid w:val="00B362BE"/>
    <w:rsid w:val="00B36A6D"/>
    <w:rsid w:val="00B36BD7"/>
    <w:rsid w:val="00B36C8E"/>
    <w:rsid w:val="00B3782C"/>
    <w:rsid w:val="00B378F7"/>
    <w:rsid w:val="00B4022B"/>
    <w:rsid w:val="00B4024D"/>
    <w:rsid w:val="00B40D4A"/>
    <w:rsid w:val="00B41E9D"/>
    <w:rsid w:val="00B420E0"/>
    <w:rsid w:val="00B422AA"/>
    <w:rsid w:val="00B423DB"/>
    <w:rsid w:val="00B424BE"/>
    <w:rsid w:val="00B42A5E"/>
    <w:rsid w:val="00B42A82"/>
    <w:rsid w:val="00B42C30"/>
    <w:rsid w:val="00B42DBF"/>
    <w:rsid w:val="00B42F39"/>
    <w:rsid w:val="00B43308"/>
    <w:rsid w:val="00B43ADA"/>
    <w:rsid w:val="00B440BC"/>
    <w:rsid w:val="00B4429F"/>
    <w:rsid w:val="00B44581"/>
    <w:rsid w:val="00B445D7"/>
    <w:rsid w:val="00B44C25"/>
    <w:rsid w:val="00B450F2"/>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6FA"/>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57D32"/>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60F"/>
    <w:rsid w:val="00B73CDE"/>
    <w:rsid w:val="00B73D8B"/>
    <w:rsid w:val="00B743C2"/>
    <w:rsid w:val="00B74767"/>
    <w:rsid w:val="00B74B19"/>
    <w:rsid w:val="00B7623B"/>
    <w:rsid w:val="00B765C5"/>
    <w:rsid w:val="00B76B45"/>
    <w:rsid w:val="00B76C32"/>
    <w:rsid w:val="00B76DB1"/>
    <w:rsid w:val="00B777D4"/>
    <w:rsid w:val="00B77950"/>
    <w:rsid w:val="00B80065"/>
    <w:rsid w:val="00B80149"/>
    <w:rsid w:val="00B80711"/>
    <w:rsid w:val="00B809AC"/>
    <w:rsid w:val="00B80ADC"/>
    <w:rsid w:val="00B80B12"/>
    <w:rsid w:val="00B80B60"/>
    <w:rsid w:val="00B81A0F"/>
    <w:rsid w:val="00B8210F"/>
    <w:rsid w:val="00B82A6E"/>
    <w:rsid w:val="00B82C05"/>
    <w:rsid w:val="00B830D1"/>
    <w:rsid w:val="00B83783"/>
    <w:rsid w:val="00B838D7"/>
    <w:rsid w:val="00B83A12"/>
    <w:rsid w:val="00B8453A"/>
    <w:rsid w:val="00B851D1"/>
    <w:rsid w:val="00B851FB"/>
    <w:rsid w:val="00B85314"/>
    <w:rsid w:val="00B85B6A"/>
    <w:rsid w:val="00B85D82"/>
    <w:rsid w:val="00B85E6F"/>
    <w:rsid w:val="00B861BA"/>
    <w:rsid w:val="00B8692F"/>
    <w:rsid w:val="00B86E34"/>
    <w:rsid w:val="00B8766C"/>
    <w:rsid w:val="00B9023F"/>
    <w:rsid w:val="00B9065A"/>
    <w:rsid w:val="00B90B4D"/>
    <w:rsid w:val="00B90E30"/>
    <w:rsid w:val="00B9181F"/>
    <w:rsid w:val="00B91AA7"/>
    <w:rsid w:val="00B91F4B"/>
    <w:rsid w:val="00B925E9"/>
    <w:rsid w:val="00B92F86"/>
    <w:rsid w:val="00B9318F"/>
    <w:rsid w:val="00B93507"/>
    <w:rsid w:val="00B939F9"/>
    <w:rsid w:val="00B942EF"/>
    <w:rsid w:val="00B94489"/>
    <w:rsid w:val="00B9496C"/>
    <w:rsid w:val="00B94C23"/>
    <w:rsid w:val="00B94E6D"/>
    <w:rsid w:val="00B95365"/>
    <w:rsid w:val="00B95434"/>
    <w:rsid w:val="00B95B4A"/>
    <w:rsid w:val="00B95CD4"/>
    <w:rsid w:val="00B95ED3"/>
    <w:rsid w:val="00B96104"/>
    <w:rsid w:val="00B96175"/>
    <w:rsid w:val="00B969FF"/>
    <w:rsid w:val="00B97B6D"/>
    <w:rsid w:val="00BA18AF"/>
    <w:rsid w:val="00BA1C59"/>
    <w:rsid w:val="00BA1E64"/>
    <w:rsid w:val="00BA2302"/>
    <w:rsid w:val="00BA2344"/>
    <w:rsid w:val="00BA26B2"/>
    <w:rsid w:val="00BA2847"/>
    <w:rsid w:val="00BA29D0"/>
    <w:rsid w:val="00BA2E30"/>
    <w:rsid w:val="00BA3456"/>
    <w:rsid w:val="00BA3A82"/>
    <w:rsid w:val="00BA4244"/>
    <w:rsid w:val="00BA4DA4"/>
    <w:rsid w:val="00BA5040"/>
    <w:rsid w:val="00BA512E"/>
    <w:rsid w:val="00BA54FC"/>
    <w:rsid w:val="00BA5815"/>
    <w:rsid w:val="00BA599E"/>
    <w:rsid w:val="00BA59C6"/>
    <w:rsid w:val="00BA607D"/>
    <w:rsid w:val="00BA681B"/>
    <w:rsid w:val="00BA6CEE"/>
    <w:rsid w:val="00BA718B"/>
    <w:rsid w:val="00BB00B7"/>
    <w:rsid w:val="00BB036F"/>
    <w:rsid w:val="00BB0927"/>
    <w:rsid w:val="00BB0BC8"/>
    <w:rsid w:val="00BB0C3C"/>
    <w:rsid w:val="00BB0FC7"/>
    <w:rsid w:val="00BB1BAF"/>
    <w:rsid w:val="00BB1BB9"/>
    <w:rsid w:val="00BB1DE4"/>
    <w:rsid w:val="00BB2667"/>
    <w:rsid w:val="00BB27C4"/>
    <w:rsid w:val="00BB28A1"/>
    <w:rsid w:val="00BB2ABD"/>
    <w:rsid w:val="00BB2AF4"/>
    <w:rsid w:val="00BB3062"/>
    <w:rsid w:val="00BB3249"/>
    <w:rsid w:val="00BB3915"/>
    <w:rsid w:val="00BB4362"/>
    <w:rsid w:val="00BB437A"/>
    <w:rsid w:val="00BB56AC"/>
    <w:rsid w:val="00BB6086"/>
    <w:rsid w:val="00BB624D"/>
    <w:rsid w:val="00BB728E"/>
    <w:rsid w:val="00BB779C"/>
    <w:rsid w:val="00BB78D9"/>
    <w:rsid w:val="00BB7AB8"/>
    <w:rsid w:val="00BB7B12"/>
    <w:rsid w:val="00BC0024"/>
    <w:rsid w:val="00BC0040"/>
    <w:rsid w:val="00BC03C1"/>
    <w:rsid w:val="00BC0554"/>
    <w:rsid w:val="00BC0898"/>
    <w:rsid w:val="00BC11F9"/>
    <w:rsid w:val="00BC1A06"/>
    <w:rsid w:val="00BC1B18"/>
    <w:rsid w:val="00BC24A2"/>
    <w:rsid w:val="00BC271C"/>
    <w:rsid w:val="00BC3B86"/>
    <w:rsid w:val="00BC4013"/>
    <w:rsid w:val="00BC4393"/>
    <w:rsid w:val="00BC43DC"/>
    <w:rsid w:val="00BC4C72"/>
    <w:rsid w:val="00BC53FE"/>
    <w:rsid w:val="00BC61BC"/>
    <w:rsid w:val="00BC75FB"/>
    <w:rsid w:val="00BD0413"/>
    <w:rsid w:val="00BD04E8"/>
    <w:rsid w:val="00BD0586"/>
    <w:rsid w:val="00BD05EA"/>
    <w:rsid w:val="00BD0720"/>
    <w:rsid w:val="00BD08A9"/>
    <w:rsid w:val="00BD102B"/>
    <w:rsid w:val="00BD1486"/>
    <w:rsid w:val="00BD1A9E"/>
    <w:rsid w:val="00BD1C7F"/>
    <w:rsid w:val="00BD23B2"/>
    <w:rsid w:val="00BD245C"/>
    <w:rsid w:val="00BD279F"/>
    <w:rsid w:val="00BD2BAD"/>
    <w:rsid w:val="00BD2D46"/>
    <w:rsid w:val="00BD4771"/>
    <w:rsid w:val="00BD49F0"/>
    <w:rsid w:val="00BD50B4"/>
    <w:rsid w:val="00BD51AB"/>
    <w:rsid w:val="00BD5E9A"/>
    <w:rsid w:val="00BD6193"/>
    <w:rsid w:val="00BD6531"/>
    <w:rsid w:val="00BD656B"/>
    <w:rsid w:val="00BD65BF"/>
    <w:rsid w:val="00BD6672"/>
    <w:rsid w:val="00BD748A"/>
    <w:rsid w:val="00BD7508"/>
    <w:rsid w:val="00BE0D6B"/>
    <w:rsid w:val="00BE0F28"/>
    <w:rsid w:val="00BE1183"/>
    <w:rsid w:val="00BE1298"/>
    <w:rsid w:val="00BE1510"/>
    <w:rsid w:val="00BE15F2"/>
    <w:rsid w:val="00BE1C4A"/>
    <w:rsid w:val="00BE2424"/>
    <w:rsid w:val="00BE2C88"/>
    <w:rsid w:val="00BE2F23"/>
    <w:rsid w:val="00BE2FE6"/>
    <w:rsid w:val="00BE37B2"/>
    <w:rsid w:val="00BE3BCC"/>
    <w:rsid w:val="00BE42AC"/>
    <w:rsid w:val="00BE4547"/>
    <w:rsid w:val="00BE4714"/>
    <w:rsid w:val="00BE4A3A"/>
    <w:rsid w:val="00BE4BE5"/>
    <w:rsid w:val="00BE4E8D"/>
    <w:rsid w:val="00BE4FB6"/>
    <w:rsid w:val="00BE5317"/>
    <w:rsid w:val="00BE628D"/>
    <w:rsid w:val="00BE651E"/>
    <w:rsid w:val="00BE659E"/>
    <w:rsid w:val="00BE6B23"/>
    <w:rsid w:val="00BE6B97"/>
    <w:rsid w:val="00BE6C1A"/>
    <w:rsid w:val="00BE700C"/>
    <w:rsid w:val="00BE7749"/>
    <w:rsid w:val="00BE77F3"/>
    <w:rsid w:val="00BE7D32"/>
    <w:rsid w:val="00BF0938"/>
    <w:rsid w:val="00BF0B57"/>
    <w:rsid w:val="00BF0C9D"/>
    <w:rsid w:val="00BF0FF3"/>
    <w:rsid w:val="00BF105A"/>
    <w:rsid w:val="00BF125D"/>
    <w:rsid w:val="00BF1309"/>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67A"/>
    <w:rsid w:val="00BF6925"/>
    <w:rsid w:val="00BF6D52"/>
    <w:rsid w:val="00BF6FDF"/>
    <w:rsid w:val="00BF7285"/>
    <w:rsid w:val="00BF77A4"/>
    <w:rsid w:val="00BF78D6"/>
    <w:rsid w:val="00BF7D37"/>
    <w:rsid w:val="00C0009E"/>
    <w:rsid w:val="00C00A8F"/>
    <w:rsid w:val="00C01566"/>
    <w:rsid w:val="00C01734"/>
    <w:rsid w:val="00C01DA8"/>
    <w:rsid w:val="00C0234C"/>
    <w:rsid w:val="00C032A0"/>
    <w:rsid w:val="00C03902"/>
    <w:rsid w:val="00C03A5F"/>
    <w:rsid w:val="00C03DAD"/>
    <w:rsid w:val="00C0438D"/>
    <w:rsid w:val="00C05AD3"/>
    <w:rsid w:val="00C05C14"/>
    <w:rsid w:val="00C05E52"/>
    <w:rsid w:val="00C0603B"/>
    <w:rsid w:val="00C063F7"/>
    <w:rsid w:val="00C06E68"/>
    <w:rsid w:val="00C07BA7"/>
    <w:rsid w:val="00C07E01"/>
    <w:rsid w:val="00C07E95"/>
    <w:rsid w:val="00C07EC3"/>
    <w:rsid w:val="00C10BB7"/>
    <w:rsid w:val="00C10D2B"/>
    <w:rsid w:val="00C11E62"/>
    <w:rsid w:val="00C120BF"/>
    <w:rsid w:val="00C124B8"/>
    <w:rsid w:val="00C12D58"/>
    <w:rsid w:val="00C12FC1"/>
    <w:rsid w:val="00C13720"/>
    <w:rsid w:val="00C153BD"/>
    <w:rsid w:val="00C154C0"/>
    <w:rsid w:val="00C15705"/>
    <w:rsid w:val="00C1598C"/>
    <w:rsid w:val="00C16172"/>
    <w:rsid w:val="00C16207"/>
    <w:rsid w:val="00C16804"/>
    <w:rsid w:val="00C168CC"/>
    <w:rsid w:val="00C16923"/>
    <w:rsid w:val="00C169C5"/>
    <w:rsid w:val="00C169E8"/>
    <w:rsid w:val="00C16D13"/>
    <w:rsid w:val="00C16D22"/>
    <w:rsid w:val="00C16EF1"/>
    <w:rsid w:val="00C170C2"/>
    <w:rsid w:val="00C17317"/>
    <w:rsid w:val="00C173E5"/>
    <w:rsid w:val="00C179D3"/>
    <w:rsid w:val="00C17D49"/>
    <w:rsid w:val="00C2030E"/>
    <w:rsid w:val="00C20577"/>
    <w:rsid w:val="00C20E8F"/>
    <w:rsid w:val="00C21189"/>
    <w:rsid w:val="00C2130C"/>
    <w:rsid w:val="00C21462"/>
    <w:rsid w:val="00C21634"/>
    <w:rsid w:val="00C21764"/>
    <w:rsid w:val="00C217AD"/>
    <w:rsid w:val="00C21935"/>
    <w:rsid w:val="00C219C3"/>
    <w:rsid w:val="00C219FE"/>
    <w:rsid w:val="00C21C64"/>
    <w:rsid w:val="00C21D0C"/>
    <w:rsid w:val="00C22016"/>
    <w:rsid w:val="00C223D7"/>
    <w:rsid w:val="00C22419"/>
    <w:rsid w:val="00C22588"/>
    <w:rsid w:val="00C22851"/>
    <w:rsid w:val="00C229EA"/>
    <w:rsid w:val="00C233E3"/>
    <w:rsid w:val="00C234C9"/>
    <w:rsid w:val="00C234E6"/>
    <w:rsid w:val="00C23672"/>
    <w:rsid w:val="00C237EC"/>
    <w:rsid w:val="00C2398A"/>
    <w:rsid w:val="00C23E21"/>
    <w:rsid w:val="00C241EB"/>
    <w:rsid w:val="00C2438A"/>
    <w:rsid w:val="00C24B84"/>
    <w:rsid w:val="00C24C43"/>
    <w:rsid w:val="00C262A5"/>
    <w:rsid w:val="00C2667A"/>
    <w:rsid w:val="00C27073"/>
    <w:rsid w:val="00C2708A"/>
    <w:rsid w:val="00C27709"/>
    <w:rsid w:val="00C2778D"/>
    <w:rsid w:val="00C2778F"/>
    <w:rsid w:val="00C27918"/>
    <w:rsid w:val="00C301AA"/>
    <w:rsid w:val="00C303EA"/>
    <w:rsid w:val="00C30749"/>
    <w:rsid w:val="00C30BDE"/>
    <w:rsid w:val="00C30E6E"/>
    <w:rsid w:val="00C30FCD"/>
    <w:rsid w:val="00C311D0"/>
    <w:rsid w:val="00C3134C"/>
    <w:rsid w:val="00C3254F"/>
    <w:rsid w:val="00C3285F"/>
    <w:rsid w:val="00C32B85"/>
    <w:rsid w:val="00C32EB8"/>
    <w:rsid w:val="00C33AEC"/>
    <w:rsid w:val="00C33DF9"/>
    <w:rsid w:val="00C34137"/>
    <w:rsid w:val="00C34586"/>
    <w:rsid w:val="00C3494B"/>
    <w:rsid w:val="00C34BCB"/>
    <w:rsid w:val="00C34EFC"/>
    <w:rsid w:val="00C34F83"/>
    <w:rsid w:val="00C35104"/>
    <w:rsid w:val="00C35484"/>
    <w:rsid w:val="00C3569F"/>
    <w:rsid w:val="00C35CC0"/>
    <w:rsid w:val="00C35DB7"/>
    <w:rsid w:val="00C35ECE"/>
    <w:rsid w:val="00C3693F"/>
    <w:rsid w:val="00C37202"/>
    <w:rsid w:val="00C3724D"/>
    <w:rsid w:val="00C37BBD"/>
    <w:rsid w:val="00C37F7F"/>
    <w:rsid w:val="00C40146"/>
    <w:rsid w:val="00C40503"/>
    <w:rsid w:val="00C407F4"/>
    <w:rsid w:val="00C40909"/>
    <w:rsid w:val="00C411F9"/>
    <w:rsid w:val="00C41279"/>
    <w:rsid w:val="00C416F6"/>
    <w:rsid w:val="00C41BC1"/>
    <w:rsid w:val="00C41C5B"/>
    <w:rsid w:val="00C422EE"/>
    <w:rsid w:val="00C42AB3"/>
    <w:rsid w:val="00C42C87"/>
    <w:rsid w:val="00C42CFC"/>
    <w:rsid w:val="00C42DB5"/>
    <w:rsid w:val="00C42FFA"/>
    <w:rsid w:val="00C4351A"/>
    <w:rsid w:val="00C43B6D"/>
    <w:rsid w:val="00C43BB9"/>
    <w:rsid w:val="00C44AA0"/>
    <w:rsid w:val="00C44FA8"/>
    <w:rsid w:val="00C45355"/>
    <w:rsid w:val="00C45888"/>
    <w:rsid w:val="00C463ED"/>
    <w:rsid w:val="00C46460"/>
    <w:rsid w:val="00C46C1F"/>
    <w:rsid w:val="00C46FDB"/>
    <w:rsid w:val="00C4783A"/>
    <w:rsid w:val="00C47937"/>
    <w:rsid w:val="00C502C7"/>
    <w:rsid w:val="00C50C29"/>
    <w:rsid w:val="00C50D00"/>
    <w:rsid w:val="00C50DF9"/>
    <w:rsid w:val="00C51192"/>
    <w:rsid w:val="00C51483"/>
    <w:rsid w:val="00C51842"/>
    <w:rsid w:val="00C51860"/>
    <w:rsid w:val="00C51EB2"/>
    <w:rsid w:val="00C522D3"/>
    <w:rsid w:val="00C525EE"/>
    <w:rsid w:val="00C52C02"/>
    <w:rsid w:val="00C52FCC"/>
    <w:rsid w:val="00C5300F"/>
    <w:rsid w:val="00C531F8"/>
    <w:rsid w:val="00C53418"/>
    <w:rsid w:val="00C540C8"/>
    <w:rsid w:val="00C5462E"/>
    <w:rsid w:val="00C54A0A"/>
    <w:rsid w:val="00C54B81"/>
    <w:rsid w:val="00C54FAA"/>
    <w:rsid w:val="00C553B9"/>
    <w:rsid w:val="00C55458"/>
    <w:rsid w:val="00C559B4"/>
    <w:rsid w:val="00C55FF5"/>
    <w:rsid w:val="00C572C4"/>
    <w:rsid w:val="00C57650"/>
    <w:rsid w:val="00C57974"/>
    <w:rsid w:val="00C57E59"/>
    <w:rsid w:val="00C6021D"/>
    <w:rsid w:val="00C6037C"/>
    <w:rsid w:val="00C6052B"/>
    <w:rsid w:val="00C60559"/>
    <w:rsid w:val="00C61321"/>
    <w:rsid w:val="00C61502"/>
    <w:rsid w:val="00C6182A"/>
    <w:rsid w:val="00C61D27"/>
    <w:rsid w:val="00C61D57"/>
    <w:rsid w:val="00C646E7"/>
    <w:rsid w:val="00C647A8"/>
    <w:rsid w:val="00C64D1C"/>
    <w:rsid w:val="00C64D6C"/>
    <w:rsid w:val="00C65167"/>
    <w:rsid w:val="00C654D9"/>
    <w:rsid w:val="00C65B40"/>
    <w:rsid w:val="00C65E92"/>
    <w:rsid w:val="00C66422"/>
    <w:rsid w:val="00C666DE"/>
    <w:rsid w:val="00C666F0"/>
    <w:rsid w:val="00C6674E"/>
    <w:rsid w:val="00C66925"/>
    <w:rsid w:val="00C66F9B"/>
    <w:rsid w:val="00C67358"/>
    <w:rsid w:val="00C67363"/>
    <w:rsid w:val="00C6741A"/>
    <w:rsid w:val="00C675CB"/>
    <w:rsid w:val="00C67928"/>
    <w:rsid w:val="00C70B13"/>
    <w:rsid w:val="00C70DB0"/>
    <w:rsid w:val="00C71201"/>
    <w:rsid w:val="00C716A8"/>
    <w:rsid w:val="00C71CA5"/>
    <w:rsid w:val="00C71F3A"/>
    <w:rsid w:val="00C723A9"/>
    <w:rsid w:val="00C73231"/>
    <w:rsid w:val="00C7348D"/>
    <w:rsid w:val="00C73E57"/>
    <w:rsid w:val="00C73FFE"/>
    <w:rsid w:val="00C7437A"/>
    <w:rsid w:val="00C74F80"/>
    <w:rsid w:val="00C75164"/>
    <w:rsid w:val="00C7559A"/>
    <w:rsid w:val="00C75E30"/>
    <w:rsid w:val="00C76541"/>
    <w:rsid w:val="00C7677A"/>
    <w:rsid w:val="00C76784"/>
    <w:rsid w:val="00C76959"/>
    <w:rsid w:val="00C76F55"/>
    <w:rsid w:val="00C770BC"/>
    <w:rsid w:val="00C77503"/>
    <w:rsid w:val="00C7777F"/>
    <w:rsid w:val="00C777DE"/>
    <w:rsid w:val="00C807CD"/>
    <w:rsid w:val="00C8084F"/>
    <w:rsid w:val="00C80F20"/>
    <w:rsid w:val="00C8108A"/>
    <w:rsid w:val="00C813C5"/>
    <w:rsid w:val="00C816FF"/>
    <w:rsid w:val="00C8176A"/>
    <w:rsid w:val="00C829B3"/>
    <w:rsid w:val="00C83CD6"/>
    <w:rsid w:val="00C849EC"/>
    <w:rsid w:val="00C85CE9"/>
    <w:rsid w:val="00C85E7A"/>
    <w:rsid w:val="00C86091"/>
    <w:rsid w:val="00C860AA"/>
    <w:rsid w:val="00C8678F"/>
    <w:rsid w:val="00C86886"/>
    <w:rsid w:val="00C86A76"/>
    <w:rsid w:val="00C86F56"/>
    <w:rsid w:val="00C87B6D"/>
    <w:rsid w:val="00C87F4A"/>
    <w:rsid w:val="00C90980"/>
    <w:rsid w:val="00C91673"/>
    <w:rsid w:val="00C91E0C"/>
    <w:rsid w:val="00C9238D"/>
    <w:rsid w:val="00C926CE"/>
    <w:rsid w:val="00C928A3"/>
    <w:rsid w:val="00C92C8D"/>
    <w:rsid w:val="00C92CE6"/>
    <w:rsid w:val="00C93182"/>
    <w:rsid w:val="00C93C61"/>
    <w:rsid w:val="00C93D5B"/>
    <w:rsid w:val="00C94DBC"/>
    <w:rsid w:val="00C954C6"/>
    <w:rsid w:val="00C958AB"/>
    <w:rsid w:val="00C95F01"/>
    <w:rsid w:val="00C968E8"/>
    <w:rsid w:val="00C975F5"/>
    <w:rsid w:val="00C97780"/>
    <w:rsid w:val="00C97990"/>
    <w:rsid w:val="00C979AD"/>
    <w:rsid w:val="00C979FC"/>
    <w:rsid w:val="00C97BC8"/>
    <w:rsid w:val="00CA01C8"/>
    <w:rsid w:val="00CA028F"/>
    <w:rsid w:val="00CA0400"/>
    <w:rsid w:val="00CA061F"/>
    <w:rsid w:val="00CA08D4"/>
    <w:rsid w:val="00CA09B9"/>
    <w:rsid w:val="00CA0A1D"/>
    <w:rsid w:val="00CA0F17"/>
    <w:rsid w:val="00CA12E5"/>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9EE"/>
    <w:rsid w:val="00CA4A89"/>
    <w:rsid w:val="00CA4AE4"/>
    <w:rsid w:val="00CA4D85"/>
    <w:rsid w:val="00CA5768"/>
    <w:rsid w:val="00CA596D"/>
    <w:rsid w:val="00CA5D2B"/>
    <w:rsid w:val="00CA62F5"/>
    <w:rsid w:val="00CA6431"/>
    <w:rsid w:val="00CA69FE"/>
    <w:rsid w:val="00CA6C0E"/>
    <w:rsid w:val="00CA72BF"/>
    <w:rsid w:val="00CB01CD"/>
    <w:rsid w:val="00CB0F4F"/>
    <w:rsid w:val="00CB1651"/>
    <w:rsid w:val="00CB20B1"/>
    <w:rsid w:val="00CB28AC"/>
    <w:rsid w:val="00CB2D45"/>
    <w:rsid w:val="00CB2E17"/>
    <w:rsid w:val="00CB3A63"/>
    <w:rsid w:val="00CB45B2"/>
    <w:rsid w:val="00CB5685"/>
    <w:rsid w:val="00CB5D6B"/>
    <w:rsid w:val="00CB5D73"/>
    <w:rsid w:val="00CB6856"/>
    <w:rsid w:val="00CB6AC6"/>
    <w:rsid w:val="00CB6B0D"/>
    <w:rsid w:val="00CB6C0C"/>
    <w:rsid w:val="00CB7E1A"/>
    <w:rsid w:val="00CC01BE"/>
    <w:rsid w:val="00CC06F4"/>
    <w:rsid w:val="00CC0837"/>
    <w:rsid w:val="00CC1087"/>
    <w:rsid w:val="00CC1497"/>
    <w:rsid w:val="00CC164B"/>
    <w:rsid w:val="00CC18BB"/>
    <w:rsid w:val="00CC27C7"/>
    <w:rsid w:val="00CC2E76"/>
    <w:rsid w:val="00CC3073"/>
    <w:rsid w:val="00CC31BD"/>
    <w:rsid w:val="00CC3472"/>
    <w:rsid w:val="00CC3600"/>
    <w:rsid w:val="00CC3E34"/>
    <w:rsid w:val="00CC3E3A"/>
    <w:rsid w:val="00CC3E5A"/>
    <w:rsid w:val="00CC416E"/>
    <w:rsid w:val="00CC4716"/>
    <w:rsid w:val="00CC587B"/>
    <w:rsid w:val="00CC5EF6"/>
    <w:rsid w:val="00CC652E"/>
    <w:rsid w:val="00CC6926"/>
    <w:rsid w:val="00CC72A5"/>
    <w:rsid w:val="00CC7379"/>
    <w:rsid w:val="00CC7AFD"/>
    <w:rsid w:val="00CC7C23"/>
    <w:rsid w:val="00CC7E80"/>
    <w:rsid w:val="00CD021D"/>
    <w:rsid w:val="00CD096D"/>
    <w:rsid w:val="00CD0A7D"/>
    <w:rsid w:val="00CD0B31"/>
    <w:rsid w:val="00CD0C88"/>
    <w:rsid w:val="00CD1050"/>
    <w:rsid w:val="00CD1080"/>
    <w:rsid w:val="00CD1767"/>
    <w:rsid w:val="00CD176D"/>
    <w:rsid w:val="00CD1E46"/>
    <w:rsid w:val="00CD1E5A"/>
    <w:rsid w:val="00CD28C9"/>
    <w:rsid w:val="00CD30D6"/>
    <w:rsid w:val="00CD3ABB"/>
    <w:rsid w:val="00CD3F1D"/>
    <w:rsid w:val="00CD45AD"/>
    <w:rsid w:val="00CD467C"/>
    <w:rsid w:val="00CD48D7"/>
    <w:rsid w:val="00CD4F22"/>
    <w:rsid w:val="00CD4FA2"/>
    <w:rsid w:val="00CD508E"/>
    <w:rsid w:val="00CD510F"/>
    <w:rsid w:val="00CD5394"/>
    <w:rsid w:val="00CD5D7C"/>
    <w:rsid w:val="00CD675D"/>
    <w:rsid w:val="00CD689C"/>
    <w:rsid w:val="00CD68D8"/>
    <w:rsid w:val="00CD6A83"/>
    <w:rsid w:val="00CD759D"/>
    <w:rsid w:val="00CD75C9"/>
    <w:rsid w:val="00CD77B9"/>
    <w:rsid w:val="00CD7AAE"/>
    <w:rsid w:val="00CD7DBA"/>
    <w:rsid w:val="00CE0336"/>
    <w:rsid w:val="00CE047A"/>
    <w:rsid w:val="00CE0ED2"/>
    <w:rsid w:val="00CE1319"/>
    <w:rsid w:val="00CE1882"/>
    <w:rsid w:val="00CE1CCE"/>
    <w:rsid w:val="00CE1DD3"/>
    <w:rsid w:val="00CE24CE"/>
    <w:rsid w:val="00CE278E"/>
    <w:rsid w:val="00CE282D"/>
    <w:rsid w:val="00CE2835"/>
    <w:rsid w:val="00CE2A06"/>
    <w:rsid w:val="00CE2A0B"/>
    <w:rsid w:val="00CE2CA2"/>
    <w:rsid w:val="00CE30E6"/>
    <w:rsid w:val="00CE3D8B"/>
    <w:rsid w:val="00CE49E0"/>
    <w:rsid w:val="00CE57BF"/>
    <w:rsid w:val="00CE5CC2"/>
    <w:rsid w:val="00CE6529"/>
    <w:rsid w:val="00CE6891"/>
    <w:rsid w:val="00CE6A6E"/>
    <w:rsid w:val="00CE7185"/>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3EA9"/>
    <w:rsid w:val="00CF42A9"/>
    <w:rsid w:val="00CF42F5"/>
    <w:rsid w:val="00CF4324"/>
    <w:rsid w:val="00CF46ED"/>
    <w:rsid w:val="00CF4A17"/>
    <w:rsid w:val="00CF4D28"/>
    <w:rsid w:val="00CF511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6AF5"/>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4D7"/>
    <w:rsid w:val="00D145A5"/>
    <w:rsid w:val="00D146B5"/>
    <w:rsid w:val="00D159F1"/>
    <w:rsid w:val="00D15F46"/>
    <w:rsid w:val="00D15FA1"/>
    <w:rsid w:val="00D165C2"/>
    <w:rsid w:val="00D169C7"/>
    <w:rsid w:val="00D17085"/>
    <w:rsid w:val="00D17963"/>
    <w:rsid w:val="00D17EA8"/>
    <w:rsid w:val="00D202E9"/>
    <w:rsid w:val="00D205BA"/>
    <w:rsid w:val="00D206D9"/>
    <w:rsid w:val="00D2088E"/>
    <w:rsid w:val="00D20A1E"/>
    <w:rsid w:val="00D2102F"/>
    <w:rsid w:val="00D212C8"/>
    <w:rsid w:val="00D213D9"/>
    <w:rsid w:val="00D218F0"/>
    <w:rsid w:val="00D21A3D"/>
    <w:rsid w:val="00D21E99"/>
    <w:rsid w:val="00D21F7A"/>
    <w:rsid w:val="00D2219C"/>
    <w:rsid w:val="00D22786"/>
    <w:rsid w:val="00D2303F"/>
    <w:rsid w:val="00D232A6"/>
    <w:rsid w:val="00D2359E"/>
    <w:rsid w:val="00D23A70"/>
    <w:rsid w:val="00D23D4F"/>
    <w:rsid w:val="00D25343"/>
    <w:rsid w:val="00D2558D"/>
    <w:rsid w:val="00D2630E"/>
    <w:rsid w:val="00D2657B"/>
    <w:rsid w:val="00D265E4"/>
    <w:rsid w:val="00D26DAB"/>
    <w:rsid w:val="00D2739F"/>
    <w:rsid w:val="00D27FC2"/>
    <w:rsid w:val="00D303CA"/>
    <w:rsid w:val="00D30514"/>
    <w:rsid w:val="00D3069F"/>
    <w:rsid w:val="00D307F2"/>
    <w:rsid w:val="00D31363"/>
    <w:rsid w:val="00D31960"/>
    <w:rsid w:val="00D31CE3"/>
    <w:rsid w:val="00D32405"/>
    <w:rsid w:val="00D32BA1"/>
    <w:rsid w:val="00D32FE8"/>
    <w:rsid w:val="00D3349C"/>
    <w:rsid w:val="00D33D2B"/>
    <w:rsid w:val="00D33DCA"/>
    <w:rsid w:val="00D34279"/>
    <w:rsid w:val="00D343EF"/>
    <w:rsid w:val="00D350A3"/>
    <w:rsid w:val="00D35591"/>
    <w:rsid w:val="00D373B0"/>
    <w:rsid w:val="00D379C8"/>
    <w:rsid w:val="00D379ED"/>
    <w:rsid w:val="00D37A66"/>
    <w:rsid w:val="00D37B04"/>
    <w:rsid w:val="00D37D1D"/>
    <w:rsid w:val="00D37D61"/>
    <w:rsid w:val="00D37E3F"/>
    <w:rsid w:val="00D37F1A"/>
    <w:rsid w:val="00D37F26"/>
    <w:rsid w:val="00D4019F"/>
    <w:rsid w:val="00D4087E"/>
    <w:rsid w:val="00D408CA"/>
    <w:rsid w:val="00D40B62"/>
    <w:rsid w:val="00D40D12"/>
    <w:rsid w:val="00D417C4"/>
    <w:rsid w:val="00D4181D"/>
    <w:rsid w:val="00D41879"/>
    <w:rsid w:val="00D41A3F"/>
    <w:rsid w:val="00D41AD0"/>
    <w:rsid w:val="00D41F91"/>
    <w:rsid w:val="00D424C4"/>
    <w:rsid w:val="00D429E0"/>
    <w:rsid w:val="00D433B8"/>
    <w:rsid w:val="00D43519"/>
    <w:rsid w:val="00D442EF"/>
    <w:rsid w:val="00D448BF"/>
    <w:rsid w:val="00D44AA8"/>
    <w:rsid w:val="00D44B00"/>
    <w:rsid w:val="00D44DDA"/>
    <w:rsid w:val="00D461DB"/>
    <w:rsid w:val="00D46330"/>
    <w:rsid w:val="00D46E0A"/>
    <w:rsid w:val="00D46E89"/>
    <w:rsid w:val="00D47101"/>
    <w:rsid w:val="00D47DB6"/>
    <w:rsid w:val="00D50799"/>
    <w:rsid w:val="00D5088F"/>
    <w:rsid w:val="00D50AC5"/>
    <w:rsid w:val="00D5138B"/>
    <w:rsid w:val="00D5186F"/>
    <w:rsid w:val="00D52992"/>
    <w:rsid w:val="00D52BF8"/>
    <w:rsid w:val="00D52C1F"/>
    <w:rsid w:val="00D531B2"/>
    <w:rsid w:val="00D5486C"/>
    <w:rsid w:val="00D54BA2"/>
    <w:rsid w:val="00D54D5D"/>
    <w:rsid w:val="00D55713"/>
    <w:rsid w:val="00D55B73"/>
    <w:rsid w:val="00D5639E"/>
    <w:rsid w:val="00D56AED"/>
    <w:rsid w:val="00D56B09"/>
    <w:rsid w:val="00D574E8"/>
    <w:rsid w:val="00D576DB"/>
    <w:rsid w:val="00D6009E"/>
    <w:rsid w:val="00D60464"/>
    <w:rsid w:val="00D60596"/>
    <w:rsid w:val="00D6096E"/>
    <w:rsid w:val="00D609A7"/>
    <w:rsid w:val="00D60A94"/>
    <w:rsid w:val="00D61878"/>
    <w:rsid w:val="00D61BC0"/>
    <w:rsid w:val="00D624EE"/>
    <w:rsid w:val="00D625AB"/>
    <w:rsid w:val="00D6283F"/>
    <w:rsid w:val="00D628B9"/>
    <w:rsid w:val="00D62D9B"/>
    <w:rsid w:val="00D632A0"/>
    <w:rsid w:val="00D634F8"/>
    <w:rsid w:val="00D638CB"/>
    <w:rsid w:val="00D63957"/>
    <w:rsid w:val="00D63C1B"/>
    <w:rsid w:val="00D63F3D"/>
    <w:rsid w:val="00D63F3E"/>
    <w:rsid w:val="00D64BAF"/>
    <w:rsid w:val="00D650EF"/>
    <w:rsid w:val="00D65BF6"/>
    <w:rsid w:val="00D65E9B"/>
    <w:rsid w:val="00D66335"/>
    <w:rsid w:val="00D663B0"/>
    <w:rsid w:val="00D6673B"/>
    <w:rsid w:val="00D66A03"/>
    <w:rsid w:val="00D67450"/>
    <w:rsid w:val="00D675FB"/>
    <w:rsid w:val="00D67634"/>
    <w:rsid w:val="00D67A8B"/>
    <w:rsid w:val="00D70037"/>
    <w:rsid w:val="00D704EE"/>
    <w:rsid w:val="00D70A78"/>
    <w:rsid w:val="00D70DB3"/>
    <w:rsid w:val="00D71ABB"/>
    <w:rsid w:val="00D71ABD"/>
    <w:rsid w:val="00D71E3E"/>
    <w:rsid w:val="00D71F6E"/>
    <w:rsid w:val="00D724C7"/>
    <w:rsid w:val="00D72593"/>
    <w:rsid w:val="00D73025"/>
    <w:rsid w:val="00D735D9"/>
    <w:rsid w:val="00D735E6"/>
    <w:rsid w:val="00D73C19"/>
    <w:rsid w:val="00D73F74"/>
    <w:rsid w:val="00D73FCA"/>
    <w:rsid w:val="00D7412C"/>
    <w:rsid w:val="00D744FB"/>
    <w:rsid w:val="00D7464A"/>
    <w:rsid w:val="00D74794"/>
    <w:rsid w:val="00D74B95"/>
    <w:rsid w:val="00D74BEC"/>
    <w:rsid w:val="00D74C31"/>
    <w:rsid w:val="00D74FAA"/>
    <w:rsid w:val="00D74FC1"/>
    <w:rsid w:val="00D751BD"/>
    <w:rsid w:val="00D75A42"/>
    <w:rsid w:val="00D75F5C"/>
    <w:rsid w:val="00D76431"/>
    <w:rsid w:val="00D7684F"/>
    <w:rsid w:val="00D76D84"/>
    <w:rsid w:val="00D76E82"/>
    <w:rsid w:val="00D7715D"/>
    <w:rsid w:val="00D773C5"/>
    <w:rsid w:val="00D77562"/>
    <w:rsid w:val="00D77695"/>
    <w:rsid w:val="00D77A82"/>
    <w:rsid w:val="00D77B09"/>
    <w:rsid w:val="00D77C3C"/>
    <w:rsid w:val="00D77F29"/>
    <w:rsid w:val="00D80C50"/>
    <w:rsid w:val="00D80DF8"/>
    <w:rsid w:val="00D80F95"/>
    <w:rsid w:val="00D81195"/>
    <w:rsid w:val="00D813DC"/>
    <w:rsid w:val="00D819D1"/>
    <w:rsid w:val="00D819E5"/>
    <w:rsid w:val="00D82A2C"/>
    <w:rsid w:val="00D82F59"/>
    <w:rsid w:val="00D8308B"/>
    <w:rsid w:val="00D8336E"/>
    <w:rsid w:val="00D835F3"/>
    <w:rsid w:val="00D843E1"/>
    <w:rsid w:val="00D86537"/>
    <w:rsid w:val="00D86893"/>
    <w:rsid w:val="00D86F4D"/>
    <w:rsid w:val="00D872EC"/>
    <w:rsid w:val="00D87478"/>
    <w:rsid w:val="00D87485"/>
    <w:rsid w:val="00D8768B"/>
    <w:rsid w:val="00D8773A"/>
    <w:rsid w:val="00D9023B"/>
    <w:rsid w:val="00D909A2"/>
    <w:rsid w:val="00D90E64"/>
    <w:rsid w:val="00D90ED1"/>
    <w:rsid w:val="00D9122C"/>
    <w:rsid w:val="00D91D05"/>
    <w:rsid w:val="00D92165"/>
    <w:rsid w:val="00D92779"/>
    <w:rsid w:val="00D92B7F"/>
    <w:rsid w:val="00D93067"/>
    <w:rsid w:val="00D93865"/>
    <w:rsid w:val="00D93BCE"/>
    <w:rsid w:val="00D941D6"/>
    <w:rsid w:val="00D9455D"/>
    <w:rsid w:val="00D94BF6"/>
    <w:rsid w:val="00D952B8"/>
    <w:rsid w:val="00D9577D"/>
    <w:rsid w:val="00D957BD"/>
    <w:rsid w:val="00D95A7D"/>
    <w:rsid w:val="00D96361"/>
    <w:rsid w:val="00D96370"/>
    <w:rsid w:val="00D9695E"/>
    <w:rsid w:val="00D974A5"/>
    <w:rsid w:val="00D978B6"/>
    <w:rsid w:val="00D97913"/>
    <w:rsid w:val="00D9792A"/>
    <w:rsid w:val="00D97C04"/>
    <w:rsid w:val="00DA06C5"/>
    <w:rsid w:val="00DA0880"/>
    <w:rsid w:val="00DA1C0B"/>
    <w:rsid w:val="00DA1ED9"/>
    <w:rsid w:val="00DA252A"/>
    <w:rsid w:val="00DA25E8"/>
    <w:rsid w:val="00DA27E1"/>
    <w:rsid w:val="00DA284F"/>
    <w:rsid w:val="00DA2F8B"/>
    <w:rsid w:val="00DA3378"/>
    <w:rsid w:val="00DA351C"/>
    <w:rsid w:val="00DA3DA9"/>
    <w:rsid w:val="00DA49E1"/>
    <w:rsid w:val="00DA4EAF"/>
    <w:rsid w:val="00DA5054"/>
    <w:rsid w:val="00DA57EF"/>
    <w:rsid w:val="00DA5AEF"/>
    <w:rsid w:val="00DA5B82"/>
    <w:rsid w:val="00DA5C6B"/>
    <w:rsid w:val="00DA5FEF"/>
    <w:rsid w:val="00DA6273"/>
    <w:rsid w:val="00DA64FB"/>
    <w:rsid w:val="00DA65CF"/>
    <w:rsid w:val="00DA6A28"/>
    <w:rsid w:val="00DA6EA1"/>
    <w:rsid w:val="00DA746E"/>
    <w:rsid w:val="00DA79DE"/>
    <w:rsid w:val="00DB031E"/>
    <w:rsid w:val="00DB036E"/>
    <w:rsid w:val="00DB0636"/>
    <w:rsid w:val="00DB0F95"/>
    <w:rsid w:val="00DB1C12"/>
    <w:rsid w:val="00DB2C45"/>
    <w:rsid w:val="00DB2CCD"/>
    <w:rsid w:val="00DB3BAA"/>
    <w:rsid w:val="00DB3BB3"/>
    <w:rsid w:val="00DB3F7A"/>
    <w:rsid w:val="00DB40F9"/>
    <w:rsid w:val="00DB5935"/>
    <w:rsid w:val="00DB5BBB"/>
    <w:rsid w:val="00DB5CF0"/>
    <w:rsid w:val="00DB5DC0"/>
    <w:rsid w:val="00DB5F5D"/>
    <w:rsid w:val="00DB62E3"/>
    <w:rsid w:val="00DB6421"/>
    <w:rsid w:val="00DB6931"/>
    <w:rsid w:val="00DB6D2F"/>
    <w:rsid w:val="00DB7C26"/>
    <w:rsid w:val="00DC03D4"/>
    <w:rsid w:val="00DC0B03"/>
    <w:rsid w:val="00DC1519"/>
    <w:rsid w:val="00DC1679"/>
    <w:rsid w:val="00DC1A0A"/>
    <w:rsid w:val="00DC1D76"/>
    <w:rsid w:val="00DC1F0E"/>
    <w:rsid w:val="00DC21A8"/>
    <w:rsid w:val="00DC2872"/>
    <w:rsid w:val="00DC2976"/>
    <w:rsid w:val="00DC29DA"/>
    <w:rsid w:val="00DC29FE"/>
    <w:rsid w:val="00DC2B06"/>
    <w:rsid w:val="00DC31A8"/>
    <w:rsid w:val="00DC393C"/>
    <w:rsid w:val="00DC3E3F"/>
    <w:rsid w:val="00DC453D"/>
    <w:rsid w:val="00DC47B4"/>
    <w:rsid w:val="00DC55AA"/>
    <w:rsid w:val="00DC57F6"/>
    <w:rsid w:val="00DC5EB8"/>
    <w:rsid w:val="00DC60F1"/>
    <w:rsid w:val="00DC6590"/>
    <w:rsid w:val="00DC73ED"/>
    <w:rsid w:val="00DC7905"/>
    <w:rsid w:val="00DC7A7B"/>
    <w:rsid w:val="00DC7AE9"/>
    <w:rsid w:val="00DD03DF"/>
    <w:rsid w:val="00DD07AD"/>
    <w:rsid w:val="00DD07EC"/>
    <w:rsid w:val="00DD0B1E"/>
    <w:rsid w:val="00DD25BC"/>
    <w:rsid w:val="00DD2DCA"/>
    <w:rsid w:val="00DD2F68"/>
    <w:rsid w:val="00DD3CA0"/>
    <w:rsid w:val="00DD4276"/>
    <w:rsid w:val="00DD4815"/>
    <w:rsid w:val="00DD4863"/>
    <w:rsid w:val="00DD4901"/>
    <w:rsid w:val="00DD4A55"/>
    <w:rsid w:val="00DD50BF"/>
    <w:rsid w:val="00DD5733"/>
    <w:rsid w:val="00DD64B5"/>
    <w:rsid w:val="00DD6DA4"/>
    <w:rsid w:val="00DD6F37"/>
    <w:rsid w:val="00DE016D"/>
    <w:rsid w:val="00DE0754"/>
    <w:rsid w:val="00DE07FB"/>
    <w:rsid w:val="00DE083D"/>
    <w:rsid w:val="00DE0B10"/>
    <w:rsid w:val="00DE0F19"/>
    <w:rsid w:val="00DE0F28"/>
    <w:rsid w:val="00DE184A"/>
    <w:rsid w:val="00DE1920"/>
    <w:rsid w:val="00DE1E5E"/>
    <w:rsid w:val="00DE249C"/>
    <w:rsid w:val="00DE2524"/>
    <w:rsid w:val="00DE27AE"/>
    <w:rsid w:val="00DE2BC4"/>
    <w:rsid w:val="00DE2F0C"/>
    <w:rsid w:val="00DE3538"/>
    <w:rsid w:val="00DE4AD4"/>
    <w:rsid w:val="00DE4DFD"/>
    <w:rsid w:val="00DE4E6E"/>
    <w:rsid w:val="00DE5357"/>
    <w:rsid w:val="00DE5A82"/>
    <w:rsid w:val="00DE5DEB"/>
    <w:rsid w:val="00DE63CD"/>
    <w:rsid w:val="00DE669D"/>
    <w:rsid w:val="00DE6738"/>
    <w:rsid w:val="00DE674B"/>
    <w:rsid w:val="00DE6A3E"/>
    <w:rsid w:val="00DE6DAA"/>
    <w:rsid w:val="00DE6F13"/>
    <w:rsid w:val="00DE7F40"/>
    <w:rsid w:val="00DF01D1"/>
    <w:rsid w:val="00DF0451"/>
    <w:rsid w:val="00DF13F4"/>
    <w:rsid w:val="00DF144A"/>
    <w:rsid w:val="00DF18BD"/>
    <w:rsid w:val="00DF1948"/>
    <w:rsid w:val="00DF1B5D"/>
    <w:rsid w:val="00DF2193"/>
    <w:rsid w:val="00DF2342"/>
    <w:rsid w:val="00DF2AB2"/>
    <w:rsid w:val="00DF2B4D"/>
    <w:rsid w:val="00DF2CA9"/>
    <w:rsid w:val="00DF30B7"/>
    <w:rsid w:val="00DF3811"/>
    <w:rsid w:val="00DF501C"/>
    <w:rsid w:val="00DF5B4F"/>
    <w:rsid w:val="00DF5DEC"/>
    <w:rsid w:val="00DF61FA"/>
    <w:rsid w:val="00DF6320"/>
    <w:rsid w:val="00DF6639"/>
    <w:rsid w:val="00DF6D68"/>
    <w:rsid w:val="00DF7886"/>
    <w:rsid w:val="00DF7FEE"/>
    <w:rsid w:val="00E000B4"/>
    <w:rsid w:val="00E003FD"/>
    <w:rsid w:val="00E0055F"/>
    <w:rsid w:val="00E005F6"/>
    <w:rsid w:val="00E01081"/>
    <w:rsid w:val="00E0108D"/>
    <w:rsid w:val="00E01C96"/>
    <w:rsid w:val="00E01DED"/>
    <w:rsid w:val="00E0319E"/>
    <w:rsid w:val="00E03299"/>
    <w:rsid w:val="00E033D4"/>
    <w:rsid w:val="00E03957"/>
    <w:rsid w:val="00E03A87"/>
    <w:rsid w:val="00E0498B"/>
    <w:rsid w:val="00E04E26"/>
    <w:rsid w:val="00E052E8"/>
    <w:rsid w:val="00E05535"/>
    <w:rsid w:val="00E05724"/>
    <w:rsid w:val="00E059FD"/>
    <w:rsid w:val="00E05DE2"/>
    <w:rsid w:val="00E06BF2"/>
    <w:rsid w:val="00E06C62"/>
    <w:rsid w:val="00E06C9E"/>
    <w:rsid w:val="00E0701A"/>
    <w:rsid w:val="00E075E3"/>
    <w:rsid w:val="00E078FC"/>
    <w:rsid w:val="00E100E3"/>
    <w:rsid w:val="00E10304"/>
    <w:rsid w:val="00E10CA3"/>
    <w:rsid w:val="00E120EB"/>
    <w:rsid w:val="00E12AB5"/>
    <w:rsid w:val="00E130AE"/>
    <w:rsid w:val="00E1370E"/>
    <w:rsid w:val="00E13871"/>
    <w:rsid w:val="00E13913"/>
    <w:rsid w:val="00E13AF2"/>
    <w:rsid w:val="00E13D1A"/>
    <w:rsid w:val="00E13F4F"/>
    <w:rsid w:val="00E143B5"/>
    <w:rsid w:val="00E14529"/>
    <w:rsid w:val="00E14549"/>
    <w:rsid w:val="00E148AB"/>
    <w:rsid w:val="00E14D58"/>
    <w:rsid w:val="00E151E9"/>
    <w:rsid w:val="00E15242"/>
    <w:rsid w:val="00E15802"/>
    <w:rsid w:val="00E1581E"/>
    <w:rsid w:val="00E15DCC"/>
    <w:rsid w:val="00E161C5"/>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40DB"/>
    <w:rsid w:val="00E241F7"/>
    <w:rsid w:val="00E2477E"/>
    <w:rsid w:val="00E24952"/>
    <w:rsid w:val="00E24F19"/>
    <w:rsid w:val="00E24F45"/>
    <w:rsid w:val="00E2536D"/>
    <w:rsid w:val="00E2551D"/>
    <w:rsid w:val="00E25550"/>
    <w:rsid w:val="00E25801"/>
    <w:rsid w:val="00E25F4C"/>
    <w:rsid w:val="00E2668C"/>
    <w:rsid w:val="00E26740"/>
    <w:rsid w:val="00E269A2"/>
    <w:rsid w:val="00E26BE1"/>
    <w:rsid w:val="00E27650"/>
    <w:rsid w:val="00E27667"/>
    <w:rsid w:val="00E277B3"/>
    <w:rsid w:val="00E27E7E"/>
    <w:rsid w:val="00E27EA8"/>
    <w:rsid w:val="00E308CF"/>
    <w:rsid w:val="00E30AF6"/>
    <w:rsid w:val="00E30C1B"/>
    <w:rsid w:val="00E315D4"/>
    <w:rsid w:val="00E31BD8"/>
    <w:rsid w:val="00E31DA0"/>
    <w:rsid w:val="00E323FF"/>
    <w:rsid w:val="00E324DC"/>
    <w:rsid w:val="00E32A6A"/>
    <w:rsid w:val="00E335DB"/>
    <w:rsid w:val="00E335E8"/>
    <w:rsid w:val="00E335F7"/>
    <w:rsid w:val="00E3367A"/>
    <w:rsid w:val="00E3378A"/>
    <w:rsid w:val="00E33990"/>
    <w:rsid w:val="00E33A72"/>
    <w:rsid w:val="00E33B90"/>
    <w:rsid w:val="00E33C75"/>
    <w:rsid w:val="00E33F66"/>
    <w:rsid w:val="00E340E7"/>
    <w:rsid w:val="00E343B8"/>
    <w:rsid w:val="00E344B1"/>
    <w:rsid w:val="00E3459F"/>
    <w:rsid w:val="00E34D51"/>
    <w:rsid w:val="00E34DB1"/>
    <w:rsid w:val="00E34E4A"/>
    <w:rsid w:val="00E3529D"/>
    <w:rsid w:val="00E356C0"/>
    <w:rsid w:val="00E357EF"/>
    <w:rsid w:val="00E35CB3"/>
    <w:rsid w:val="00E35CC2"/>
    <w:rsid w:val="00E36DD0"/>
    <w:rsid w:val="00E36E68"/>
    <w:rsid w:val="00E36E79"/>
    <w:rsid w:val="00E3775E"/>
    <w:rsid w:val="00E37D65"/>
    <w:rsid w:val="00E406D0"/>
    <w:rsid w:val="00E40EC0"/>
    <w:rsid w:val="00E41422"/>
    <w:rsid w:val="00E41503"/>
    <w:rsid w:val="00E41533"/>
    <w:rsid w:val="00E4174E"/>
    <w:rsid w:val="00E43250"/>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AB5"/>
    <w:rsid w:val="00E51B73"/>
    <w:rsid w:val="00E51B94"/>
    <w:rsid w:val="00E51D17"/>
    <w:rsid w:val="00E51D24"/>
    <w:rsid w:val="00E52069"/>
    <w:rsid w:val="00E5239D"/>
    <w:rsid w:val="00E52D69"/>
    <w:rsid w:val="00E5372B"/>
    <w:rsid w:val="00E53E50"/>
    <w:rsid w:val="00E53F68"/>
    <w:rsid w:val="00E54168"/>
    <w:rsid w:val="00E54558"/>
    <w:rsid w:val="00E547F5"/>
    <w:rsid w:val="00E54912"/>
    <w:rsid w:val="00E55104"/>
    <w:rsid w:val="00E55A81"/>
    <w:rsid w:val="00E55AFF"/>
    <w:rsid w:val="00E56331"/>
    <w:rsid w:val="00E565B2"/>
    <w:rsid w:val="00E56CAE"/>
    <w:rsid w:val="00E570AC"/>
    <w:rsid w:val="00E57603"/>
    <w:rsid w:val="00E603FB"/>
    <w:rsid w:val="00E6045B"/>
    <w:rsid w:val="00E60462"/>
    <w:rsid w:val="00E60F12"/>
    <w:rsid w:val="00E611EA"/>
    <w:rsid w:val="00E6139E"/>
    <w:rsid w:val="00E61666"/>
    <w:rsid w:val="00E6178B"/>
    <w:rsid w:val="00E620C7"/>
    <w:rsid w:val="00E62115"/>
    <w:rsid w:val="00E62287"/>
    <w:rsid w:val="00E622BD"/>
    <w:rsid w:val="00E6279B"/>
    <w:rsid w:val="00E6285B"/>
    <w:rsid w:val="00E62D8D"/>
    <w:rsid w:val="00E63B57"/>
    <w:rsid w:val="00E63C0B"/>
    <w:rsid w:val="00E63E2C"/>
    <w:rsid w:val="00E63FFD"/>
    <w:rsid w:val="00E6465F"/>
    <w:rsid w:val="00E6490C"/>
    <w:rsid w:val="00E64A8C"/>
    <w:rsid w:val="00E64C29"/>
    <w:rsid w:val="00E64C6C"/>
    <w:rsid w:val="00E65808"/>
    <w:rsid w:val="00E65C60"/>
    <w:rsid w:val="00E663FF"/>
    <w:rsid w:val="00E66540"/>
    <w:rsid w:val="00E666B6"/>
    <w:rsid w:val="00E6709F"/>
    <w:rsid w:val="00E677D6"/>
    <w:rsid w:val="00E67958"/>
    <w:rsid w:val="00E67E60"/>
    <w:rsid w:val="00E70092"/>
    <w:rsid w:val="00E70425"/>
    <w:rsid w:val="00E718B1"/>
    <w:rsid w:val="00E719EB"/>
    <w:rsid w:val="00E71D18"/>
    <w:rsid w:val="00E71E5F"/>
    <w:rsid w:val="00E72162"/>
    <w:rsid w:val="00E72168"/>
    <w:rsid w:val="00E7266A"/>
    <w:rsid w:val="00E72AB6"/>
    <w:rsid w:val="00E73B9F"/>
    <w:rsid w:val="00E73CF1"/>
    <w:rsid w:val="00E73D0C"/>
    <w:rsid w:val="00E73D94"/>
    <w:rsid w:val="00E740B3"/>
    <w:rsid w:val="00E741F0"/>
    <w:rsid w:val="00E744A2"/>
    <w:rsid w:val="00E74961"/>
    <w:rsid w:val="00E753D2"/>
    <w:rsid w:val="00E75411"/>
    <w:rsid w:val="00E75BB3"/>
    <w:rsid w:val="00E7666D"/>
    <w:rsid w:val="00E766B4"/>
    <w:rsid w:val="00E76B54"/>
    <w:rsid w:val="00E76D12"/>
    <w:rsid w:val="00E76E98"/>
    <w:rsid w:val="00E77609"/>
    <w:rsid w:val="00E77693"/>
    <w:rsid w:val="00E77B33"/>
    <w:rsid w:val="00E808FA"/>
    <w:rsid w:val="00E80F91"/>
    <w:rsid w:val="00E810EE"/>
    <w:rsid w:val="00E81715"/>
    <w:rsid w:val="00E819E6"/>
    <w:rsid w:val="00E81AAB"/>
    <w:rsid w:val="00E81B60"/>
    <w:rsid w:val="00E821EE"/>
    <w:rsid w:val="00E829C6"/>
    <w:rsid w:val="00E842E4"/>
    <w:rsid w:val="00E8446A"/>
    <w:rsid w:val="00E84776"/>
    <w:rsid w:val="00E84EFB"/>
    <w:rsid w:val="00E85684"/>
    <w:rsid w:val="00E8621B"/>
    <w:rsid w:val="00E87155"/>
    <w:rsid w:val="00E871F3"/>
    <w:rsid w:val="00E87284"/>
    <w:rsid w:val="00E874C3"/>
    <w:rsid w:val="00E8771B"/>
    <w:rsid w:val="00E8781A"/>
    <w:rsid w:val="00E879F6"/>
    <w:rsid w:val="00E87A52"/>
    <w:rsid w:val="00E87B7B"/>
    <w:rsid w:val="00E9035B"/>
    <w:rsid w:val="00E905B6"/>
    <w:rsid w:val="00E90C56"/>
    <w:rsid w:val="00E90F63"/>
    <w:rsid w:val="00E914C4"/>
    <w:rsid w:val="00E91FCA"/>
    <w:rsid w:val="00E91FFC"/>
    <w:rsid w:val="00E92987"/>
    <w:rsid w:val="00E92D92"/>
    <w:rsid w:val="00E92DAB"/>
    <w:rsid w:val="00E92E5D"/>
    <w:rsid w:val="00E9318D"/>
    <w:rsid w:val="00E93333"/>
    <w:rsid w:val="00E93D7D"/>
    <w:rsid w:val="00E941C4"/>
    <w:rsid w:val="00E95123"/>
    <w:rsid w:val="00E9568A"/>
    <w:rsid w:val="00E957CE"/>
    <w:rsid w:val="00E957DE"/>
    <w:rsid w:val="00E95C64"/>
    <w:rsid w:val="00E9665B"/>
    <w:rsid w:val="00E96867"/>
    <w:rsid w:val="00E968AE"/>
    <w:rsid w:val="00E9754B"/>
    <w:rsid w:val="00E97BA0"/>
    <w:rsid w:val="00E97C27"/>
    <w:rsid w:val="00EA042A"/>
    <w:rsid w:val="00EA04F6"/>
    <w:rsid w:val="00EA0DC8"/>
    <w:rsid w:val="00EA0FD3"/>
    <w:rsid w:val="00EA0FF5"/>
    <w:rsid w:val="00EA111B"/>
    <w:rsid w:val="00EA22DC"/>
    <w:rsid w:val="00EA267C"/>
    <w:rsid w:val="00EA2783"/>
    <w:rsid w:val="00EA3702"/>
    <w:rsid w:val="00EA3A97"/>
    <w:rsid w:val="00EA3AD3"/>
    <w:rsid w:val="00EA3B2A"/>
    <w:rsid w:val="00EA44F0"/>
    <w:rsid w:val="00EA4A67"/>
    <w:rsid w:val="00EA4B7E"/>
    <w:rsid w:val="00EA4C3D"/>
    <w:rsid w:val="00EA4EA6"/>
    <w:rsid w:val="00EA503A"/>
    <w:rsid w:val="00EA52C5"/>
    <w:rsid w:val="00EA52EE"/>
    <w:rsid w:val="00EA5FE3"/>
    <w:rsid w:val="00EA642D"/>
    <w:rsid w:val="00EA6593"/>
    <w:rsid w:val="00EA6646"/>
    <w:rsid w:val="00EA678E"/>
    <w:rsid w:val="00EA692F"/>
    <w:rsid w:val="00EA7134"/>
    <w:rsid w:val="00EA75DF"/>
    <w:rsid w:val="00EA7CE3"/>
    <w:rsid w:val="00EA7D9A"/>
    <w:rsid w:val="00EB038B"/>
    <w:rsid w:val="00EB04A3"/>
    <w:rsid w:val="00EB0D29"/>
    <w:rsid w:val="00EB112C"/>
    <w:rsid w:val="00EB127C"/>
    <w:rsid w:val="00EB1A97"/>
    <w:rsid w:val="00EB1BD5"/>
    <w:rsid w:val="00EB1F2A"/>
    <w:rsid w:val="00EB24E2"/>
    <w:rsid w:val="00EB26EC"/>
    <w:rsid w:val="00EB28C3"/>
    <w:rsid w:val="00EB350B"/>
    <w:rsid w:val="00EB3570"/>
    <w:rsid w:val="00EB3BC9"/>
    <w:rsid w:val="00EB3CD2"/>
    <w:rsid w:val="00EB5544"/>
    <w:rsid w:val="00EB5FBA"/>
    <w:rsid w:val="00EB620E"/>
    <w:rsid w:val="00EB66F0"/>
    <w:rsid w:val="00EB6734"/>
    <w:rsid w:val="00EB6C21"/>
    <w:rsid w:val="00EB6EDE"/>
    <w:rsid w:val="00EB735B"/>
    <w:rsid w:val="00EB74F7"/>
    <w:rsid w:val="00EB7EED"/>
    <w:rsid w:val="00EC004E"/>
    <w:rsid w:val="00EC00DD"/>
    <w:rsid w:val="00EC020A"/>
    <w:rsid w:val="00EC023F"/>
    <w:rsid w:val="00EC071F"/>
    <w:rsid w:val="00EC0E49"/>
    <w:rsid w:val="00EC1972"/>
    <w:rsid w:val="00EC1F9E"/>
    <w:rsid w:val="00EC2004"/>
    <w:rsid w:val="00EC21DE"/>
    <w:rsid w:val="00EC23D2"/>
    <w:rsid w:val="00EC254A"/>
    <w:rsid w:val="00EC2A0F"/>
    <w:rsid w:val="00EC2D9D"/>
    <w:rsid w:val="00EC30FD"/>
    <w:rsid w:val="00EC3F22"/>
    <w:rsid w:val="00EC4010"/>
    <w:rsid w:val="00EC4090"/>
    <w:rsid w:val="00EC446A"/>
    <w:rsid w:val="00EC44B5"/>
    <w:rsid w:val="00EC5061"/>
    <w:rsid w:val="00EC50B5"/>
    <w:rsid w:val="00EC558D"/>
    <w:rsid w:val="00EC631B"/>
    <w:rsid w:val="00EC6823"/>
    <w:rsid w:val="00EC6925"/>
    <w:rsid w:val="00EC7290"/>
    <w:rsid w:val="00EC79B7"/>
    <w:rsid w:val="00ED02F6"/>
    <w:rsid w:val="00ED0689"/>
    <w:rsid w:val="00ED0A64"/>
    <w:rsid w:val="00ED0AD6"/>
    <w:rsid w:val="00ED0FFC"/>
    <w:rsid w:val="00ED1572"/>
    <w:rsid w:val="00ED1876"/>
    <w:rsid w:val="00ED1C02"/>
    <w:rsid w:val="00ED1F7E"/>
    <w:rsid w:val="00ED215D"/>
    <w:rsid w:val="00ED2903"/>
    <w:rsid w:val="00ED3693"/>
    <w:rsid w:val="00ED469C"/>
    <w:rsid w:val="00ED4F76"/>
    <w:rsid w:val="00ED590C"/>
    <w:rsid w:val="00ED6352"/>
    <w:rsid w:val="00ED6818"/>
    <w:rsid w:val="00ED6E7B"/>
    <w:rsid w:val="00ED6F38"/>
    <w:rsid w:val="00ED7109"/>
    <w:rsid w:val="00ED72F5"/>
    <w:rsid w:val="00ED782B"/>
    <w:rsid w:val="00ED7D81"/>
    <w:rsid w:val="00EE0853"/>
    <w:rsid w:val="00EE0A7A"/>
    <w:rsid w:val="00EE1B02"/>
    <w:rsid w:val="00EE293E"/>
    <w:rsid w:val="00EE2EFD"/>
    <w:rsid w:val="00EE3226"/>
    <w:rsid w:val="00EE341E"/>
    <w:rsid w:val="00EE383C"/>
    <w:rsid w:val="00EE387E"/>
    <w:rsid w:val="00EE3BBC"/>
    <w:rsid w:val="00EE3C85"/>
    <w:rsid w:val="00EE3FC8"/>
    <w:rsid w:val="00EE475E"/>
    <w:rsid w:val="00EE4DA1"/>
    <w:rsid w:val="00EE4E4F"/>
    <w:rsid w:val="00EE56E2"/>
    <w:rsid w:val="00EE582F"/>
    <w:rsid w:val="00EE5CA4"/>
    <w:rsid w:val="00EE60C4"/>
    <w:rsid w:val="00EE64EF"/>
    <w:rsid w:val="00EE69C1"/>
    <w:rsid w:val="00EE6DF6"/>
    <w:rsid w:val="00EE6F22"/>
    <w:rsid w:val="00EE748C"/>
    <w:rsid w:val="00EE77C9"/>
    <w:rsid w:val="00EE7DFD"/>
    <w:rsid w:val="00EE7F83"/>
    <w:rsid w:val="00EF0370"/>
    <w:rsid w:val="00EF03F7"/>
    <w:rsid w:val="00EF095A"/>
    <w:rsid w:val="00EF0969"/>
    <w:rsid w:val="00EF0D39"/>
    <w:rsid w:val="00EF0DC7"/>
    <w:rsid w:val="00EF14D2"/>
    <w:rsid w:val="00EF1926"/>
    <w:rsid w:val="00EF260B"/>
    <w:rsid w:val="00EF3FAD"/>
    <w:rsid w:val="00EF4E04"/>
    <w:rsid w:val="00EF4E2D"/>
    <w:rsid w:val="00EF5010"/>
    <w:rsid w:val="00EF5540"/>
    <w:rsid w:val="00EF57CB"/>
    <w:rsid w:val="00EF6622"/>
    <w:rsid w:val="00EF6A6E"/>
    <w:rsid w:val="00EF6B01"/>
    <w:rsid w:val="00EF6E47"/>
    <w:rsid w:val="00EF6F80"/>
    <w:rsid w:val="00EF7599"/>
    <w:rsid w:val="00EF76EF"/>
    <w:rsid w:val="00EF77D9"/>
    <w:rsid w:val="00EF7C47"/>
    <w:rsid w:val="00EF7CAB"/>
    <w:rsid w:val="00EF7F07"/>
    <w:rsid w:val="00F00057"/>
    <w:rsid w:val="00F00D4C"/>
    <w:rsid w:val="00F01059"/>
    <w:rsid w:val="00F0141C"/>
    <w:rsid w:val="00F02158"/>
    <w:rsid w:val="00F0243D"/>
    <w:rsid w:val="00F02C6F"/>
    <w:rsid w:val="00F02CB6"/>
    <w:rsid w:val="00F03559"/>
    <w:rsid w:val="00F035CB"/>
    <w:rsid w:val="00F035FD"/>
    <w:rsid w:val="00F044CD"/>
    <w:rsid w:val="00F04767"/>
    <w:rsid w:val="00F048F0"/>
    <w:rsid w:val="00F04D71"/>
    <w:rsid w:val="00F04F4B"/>
    <w:rsid w:val="00F05712"/>
    <w:rsid w:val="00F05894"/>
    <w:rsid w:val="00F05A3E"/>
    <w:rsid w:val="00F05D07"/>
    <w:rsid w:val="00F06028"/>
    <w:rsid w:val="00F06A62"/>
    <w:rsid w:val="00F0789F"/>
    <w:rsid w:val="00F10033"/>
    <w:rsid w:val="00F100DF"/>
    <w:rsid w:val="00F11DD3"/>
    <w:rsid w:val="00F121E6"/>
    <w:rsid w:val="00F124AA"/>
    <w:rsid w:val="00F124D0"/>
    <w:rsid w:val="00F13015"/>
    <w:rsid w:val="00F135B3"/>
    <w:rsid w:val="00F1371D"/>
    <w:rsid w:val="00F143D4"/>
    <w:rsid w:val="00F1680F"/>
    <w:rsid w:val="00F174AC"/>
    <w:rsid w:val="00F17CA6"/>
    <w:rsid w:val="00F20730"/>
    <w:rsid w:val="00F20BA0"/>
    <w:rsid w:val="00F20E26"/>
    <w:rsid w:val="00F21069"/>
    <w:rsid w:val="00F214E0"/>
    <w:rsid w:val="00F21771"/>
    <w:rsid w:val="00F21E81"/>
    <w:rsid w:val="00F21E8C"/>
    <w:rsid w:val="00F22564"/>
    <w:rsid w:val="00F236B9"/>
    <w:rsid w:val="00F23E0E"/>
    <w:rsid w:val="00F23F5C"/>
    <w:rsid w:val="00F24450"/>
    <w:rsid w:val="00F24451"/>
    <w:rsid w:val="00F2447D"/>
    <w:rsid w:val="00F24A06"/>
    <w:rsid w:val="00F253AA"/>
    <w:rsid w:val="00F259DD"/>
    <w:rsid w:val="00F266E0"/>
    <w:rsid w:val="00F26917"/>
    <w:rsid w:val="00F26925"/>
    <w:rsid w:val="00F27561"/>
    <w:rsid w:val="00F27690"/>
    <w:rsid w:val="00F31336"/>
    <w:rsid w:val="00F31451"/>
    <w:rsid w:val="00F31748"/>
    <w:rsid w:val="00F3176C"/>
    <w:rsid w:val="00F31BA6"/>
    <w:rsid w:val="00F31BE1"/>
    <w:rsid w:val="00F3206F"/>
    <w:rsid w:val="00F328D2"/>
    <w:rsid w:val="00F32B04"/>
    <w:rsid w:val="00F32BC9"/>
    <w:rsid w:val="00F32F00"/>
    <w:rsid w:val="00F34079"/>
    <w:rsid w:val="00F3422B"/>
    <w:rsid w:val="00F34371"/>
    <w:rsid w:val="00F344CD"/>
    <w:rsid w:val="00F34A1A"/>
    <w:rsid w:val="00F34BB6"/>
    <w:rsid w:val="00F34CA9"/>
    <w:rsid w:val="00F3527A"/>
    <w:rsid w:val="00F354E0"/>
    <w:rsid w:val="00F35AEA"/>
    <w:rsid w:val="00F35EF3"/>
    <w:rsid w:val="00F360B1"/>
    <w:rsid w:val="00F3630E"/>
    <w:rsid w:val="00F3636C"/>
    <w:rsid w:val="00F36869"/>
    <w:rsid w:val="00F3693B"/>
    <w:rsid w:val="00F369F5"/>
    <w:rsid w:val="00F36B8E"/>
    <w:rsid w:val="00F36BAB"/>
    <w:rsid w:val="00F36C6E"/>
    <w:rsid w:val="00F36D0B"/>
    <w:rsid w:val="00F36FA3"/>
    <w:rsid w:val="00F37264"/>
    <w:rsid w:val="00F37C77"/>
    <w:rsid w:val="00F37D4D"/>
    <w:rsid w:val="00F40942"/>
    <w:rsid w:val="00F40A70"/>
    <w:rsid w:val="00F40BEF"/>
    <w:rsid w:val="00F41BBE"/>
    <w:rsid w:val="00F41C14"/>
    <w:rsid w:val="00F41DE4"/>
    <w:rsid w:val="00F42188"/>
    <w:rsid w:val="00F42D3D"/>
    <w:rsid w:val="00F43003"/>
    <w:rsid w:val="00F430A5"/>
    <w:rsid w:val="00F4344D"/>
    <w:rsid w:val="00F43BB2"/>
    <w:rsid w:val="00F43DFC"/>
    <w:rsid w:val="00F44722"/>
    <w:rsid w:val="00F44A5B"/>
    <w:rsid w:val="00F4509C"/>
    <w:rsid w:val="00F45F25"/>
    <w:rsid w:val="00F46377"/>
    <w:rsid w:val="00F46A0F"/>
    <w:rsid w:val="00F46A98"/>
    <w:rsid w:val="00F46D71"/>
    <w:rsid w:val="00F47C6D"/>
    <w:rsid w:val="00F47F04"/>
    <w:rsid w:val="00F503F5"/>
    <w:rsid w:val="00F50685"/>
    <w:rsid w:val="00F506B3"/>
    <w:rsid w:val="00F50B26"/>
    <w:rsid w:val="00F50C2B"/>
    <w:rsid w:val="00F50CA1"/>
    <w:rsid w:val="00F5140F"/>
    <w:rsid w:val="00F5144E"/>
    <w:rsid w:val="00F51FD6"/>
    <w:rsid w:val="00F520AD"/>
    <w:rsid w:val="00F523DB"/>
    <w:rsid w:val="00F5340C"/>
    <w:rsid w:val="00F53624"/>
    <w:rsid w:val="00F53990"/>
    <w:rsid w:val="00F53FD3"/>
    <w:rsid w:val="00F54142"/>
    <w:rsid w:val="00F5491B"/>
    <w:rsid w:val="00F54B4F"/>
    <w:rsid w:val="00F56004"/>
    <w:rsid w:val="00F56A29"/>
    <w:rsid w:val="00F5732D"/>
    <w:rsid w:val="00F5776C"/>
    <w:rsid w:val="00F57B2C"/>
    <w:rsid w:val="00F57C64"/>
    <w:rsid w:val="00F57F39"/>
    <w:rsid w:val="00F57F90"/>
    <w:rsid w:val="00F60730"/>
    <w:rsid w:val="00F607E1"/>
    <w:rsid w:val="00F6108A"/>
    <w:rsid w:val="00F61314"/>
    <w:rsid w:val="00F618D1"/>
    <w:rsid w:val="00F61A91"/>
    <w:rsid w:val="00F61D60"/>
    <w:rsid w:val="00F61E2E"/>
    <w:rsid w:val="00F62775"/>
    <w:rsid w:val="00F62A0C"/>
    <w:rsid w:val="00F62B97"/>
    <w:rsid w:val="00F63427"/>
    <w:rsid w:val="00F63558"/>
    <w:rsid w:val="00F63ADC"/>
    <w:rsid w:val="00F63ECE"/>
    <w:rsid w:val="00F64082"/>
    <w:rsid w:val="00F64671"/>
    <w:rsid w:val="00F64BBF"/>
    <w:rsid w:val="00F64D02"/>
    <w:rsid w:val="00F64D39"/>
    <w:rsid w:val="00F65168"/>
    <w:rsid w:val="00F6517D"/>
    <w:rsid w:val="00F6528B"/>
    <w:rsid w:val="00F6559C"/>
    <w:rsid w:val="00F655AB"/>
    <w:rsid w:val="00F6590C"/>
    <w:rsid w:val="00F65B6A"/>
    <w:rsid w:val="00F65BCD"/>
    <w:rsid w:val="00F66058"/>
    <w:rsid w:val="00F66E4B"/>
    <w:rsid w:val="00F67129"/>
    <w:rsid w:val="00F67782"/>
    <w:rsid w:val="00F679F3"/>
    <w:rsid w:val="00F7103C"/>
    <w:rsid w:val="00F715ED"/>
    <w:rsid w:val="00F71725"/>
    <w:rsid w:val="00F71A94"/>
    <w:rsid w:val="00F7200B"/>
    <w:rsid w:val="00F722A9"/>
    <w:rsid w:val="00F72BF8"/>
    <w:rsid w:val="00F73708"/>
    <w:rsid w:val="00F737AE"/>
    <w:rsid w:val="00F73C25"/>
    <w:rsid w:val="00F74E30"/>
    <w:rsid w:val="00F7578C"/>
    <w:rsid w:val="00F758BE"/>
    <w:rsid w:val="00F75F4C"/>
    <w:rsid w:val="00F7717D"/>
    <w:rsid w:val="00F77328"/>
    <w:rsid w:val="00F77708"/>
    <w:rsid w:val="00F77D90"/>
    <w:rsid w:val="00F80A6E"/>
    <w:rsid w:val="00F81422"/>
    <w:rsid w:val="00F8182A"/>
    <w:rsid w:val="00F81C76"/>
    <w:rsid w:val="00F81E9E"/>
    <w:rsid w:val="00F822D6"/>
    <w:rsid w:val="00F82B1F"/>
    <w:rsid w:val="00F82EF9"/>
    <w:rsid w:val="00F82F35"/>
    <w:rsid w:val="00F8371E"/>
    <w:rsid w:val="00F839FA"/>
    <w:rsid w:val="00F842CC"/>
    <w:rsid w:val="00F84768"/>
    <w:rsid w:val="00F848E6"/>
    <w:rsid w:val="00F84A62"/>
    <w:rsid w:val="00F84B70"/>
    <w:rsid w:val="00F84D4A"/>
    <w:rsid w:val="00F85675"/>
    <w:rsid w:val="00F85AC3"/>
    <w:rsid w:val="00F85C24"/>
    <w:rsid w:val="00F85FDF"/>
    <w:rsid w:val="00F866CA"/>
    <w:rsid w:val="00F86F14"/>
    <w:rsid w:val="00F8711C"/>
    <w:rsid w:val="00F87278"/>
    <w:rsid w:val="00F872D1"/>
    <w:rsid w:val="00F87626"/>
    <w:rsid w:val="00F87D36"/>
    <w:rsid w:val="00F87F47"/>
    <w:rsid w:val="00F90544"/>
    <w:rsid w:val="00F90B9C"/>
    <w:rsid w:val="00F90E8B"/>
    <w:rsid w:val="00F91028"/>
    <w:rsid w:val="00F9231F"/>
    <w:rsid w:val="00F9259E"/>
    <w:rsid w:val="00F926AB"/>
    <w:rsid w:val="00F92742"/>
    <w:rsid w:val="00F93580"/>
    <w:rsid w:val="00F936FC"/>
    <w:rsid w:val="00F9386E"/>
    <w:rsid w:val="00F93BF6"/>
    <w:rsid w:val="00F94C8B"/>
    <w:rsid w:val="00F95619"/>
    <w:rsid w:val="00F95862"/>
    <w:rsid w:val="00F95A25"/>
    <w:rsid w:val="00F95F23"/>
    <w:rsid w:val="00F95F2D"/>
    <w:rsid w:val="00F96DC1"/>
    <w:rsid w:val="00F97235"/>
    <w:rsid w:val="00F97AF2"/>
    <w:rsid w:val="00FA0617"/>
    <w:rsid w:val="00FA0798"/>
    <w:rsid w:val="00FA17EF"/>
    <w:rsid w:val="00FA1B55"/>
    <w:rsid w:val="00FA227B"/>
    <w:rsid w:val="00FA3434"/>
    <w:rsid w:val="00FA3745"/>
    <w:rsid w:val="00FA3CE8"/>
    <w:rsid w:val="00FA4039"/>
    <w:rsid w:val="00FA4325"/>
    <w:rsid w:val="00FA4B0B"/>
    <w:rsid w:val="00FA4B9C"/>
    <w:rsid w:val="00FA4C1D"/>
    <w:rsid w:val="00FA5009"/>
    <w:rsid w:val="00FA57CA"/>
    <w:rsid w:val="00FA60D2"/>
    <w:rsid w:val="00FA6173"/>
    <w:rsid w:val="00FA6176"/>
    <w:rsid w:val="00FA6215"/>
    <w:rsid w:val="00FA63D2"/>
    <w:rsid w:val="00FA6625"/>
    <w:rsid w:val="00FA6C14"/>
    <w:rsid w:val="00FA6C77"/>
    <w:rsid w:val="00FA6D09"/>
    <w:rsid w:val="00FA748D"/>
    <w:rsid w:val="00FA7BC8"/>
    <w:rsid w:val="00FA7D64"/>
    <w:rsid w:val="00FA7E86"/>
    <w:rsid w:val="00FB01D4"/>
    <w:rsid w:val="00FB09EA"/>
    <w:rsid w:val="00FB0CF8"/>
    <w:rsid w:val="00FB10B1"/>
    <w:rsid w:val="00FB1128"/>
    <w:rsid w:val="00FB1766"/>
    <w:rsid w:val="00FB187E"/>
    <w:rsid w:val="00FB18F5"/>
    <w:rsid w:val="00FB1D9F"/>
    <w:rsid w:val="00FB1FAE"/>
    <w:rsid w:val="00FB3007"/>
    <w:rsid w:val="00FB3046"/>
    <w:rsid w:val="00FB317B"/>
    <w:rsid w:val="00FB35A6"/>
    <w:rsid w:val="00FB3D2A"/>
    <w:rsid w:val="00FB3E20"/>
    <w:rsid w:val="00FB3F4E"/>
    <w:rsid w:val="00FB4E4C"/>
    <w:rsid w:val="00FB4EAE"/>
    <w:rsid w:val="00FB4F02"/>
    <w:rsid w:val="00FB5030"/>
    <w:rsid w:val="00FB5622"/>
    <w:rsid w:val="00FB66BD"/>
    <w:rsid w:val="00FB6972"/>
    <w:rsid w:val="00FB6D2E"/>
    <w:rsid w:val="00FB7498"/>
    <w:rsid w:val="00FB7DC3"/>
    <w:rsid w:val="00FC0168"/>
    <w:rsid w:val="00FC045E"/>
    <w:rsid w:val="00FC0D9E"/>
    <w:rsid w:val="00FC0F94"/>
    <w:rsid w:val="00FC135A"/>
    <w:rsid w:val="00FC1859"/>
    <w:rsid w:val="00FC19C3"/>
    <w:rsid w:val="00FC29D2"/>
    <w:rsid w:val="00FC2CD1"/>
    <w:rsid w:val="00FC2E6D"/>
    <w:rsid w:val="00FC3394"/>
    <w:rsid w:val="00FC35C4"/>
    <w:rsid w:val="00FC37A7"/>
    <w:rsid w:val="00FC3DEC"/>
    <w:rsid w:val="00FC4484"/>
    <w:rsid w:val="00FC4CC4"/>
    <w:rsid w:val="00FC4DD1"/>
    <w:rsid w:val="00FC5018"/>
    <w:rsid w:val="00FC531E"/>
    <w:rsid w:val="00FC53F8"/>
    <w:rsid w:val="00FC6D6A"/>
    <w:rsid w:val="00FC7015"/>
    <w:rsid w:val="00FC7161"/>
    <w:rsid w:val="00FD012A"/>
    <w:rsid w:val="00FD027A"/>
    <w:rsid w:val="00FD0A51"/>
    <w:rsid w:val="00FD0BBD"/>
    <w:rsid w:val="00FD1096"/>
    <w:rsid w:val="00FD138D"/>
    <w:rsid w:val="00FD1573"/>
    <w:rsid w:val="00FD1CEC"/>
    <w:rsid w:val="00FD23BF"/>
    <w:rsid w:val="00FD2A5A"/>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920"/>
    <w:rsid w:val="00FD7F84"/>
    <w:rsid w:val="00FE00F6"/>
    <w:rsid w:val="00FE04A1"/>
    <w:rsid w:val="00FE070B"/>
    <w:rsid w:val="00FE0FA2"/>
    <w:rsid w:val="00FE1509"/>
    <w:rsid w:val="00FE16D8"/>
    <w:rsid w:val="00FE1B1D"/>
    <w:rsid w:val="00FE1ECF"/>
    <w:rsid w:val="00FE230D"/>
    <w:rsid w:val="00FE27C1"/>
    <w:rsid w:val="00FE2D54"/>
    <w:rsid w:val="00FE2DF5"/>
    <w:rsid w:val="00FE2F74"/>
    <w:rsid w:val="00FE3953"/>
    <w:rsid w:val="00FE3B27"/>
    <w:rsid w:val="00FE3CB4"/>
    <w:rsid w:val="00FE4C95"/>
    <w:rsid w:val="00FE4EFD"/>
    <w:rsid w:val="00FE4F15"/>
    <w:rsid w:val="00FE50BD"/>
    <w:rsid w:val="00FE5D08"/>
    <w:rsid w:val="00FE5EAC"/>
    <w:rsid w:val="00FE5F4C"/>
    <w:rsid w:val="00FE6B26"/>
    <w:rsid w:val="00FE6E38"/>
    <w:rsid w:val="00FE7107"/>
    <w:rsid w:val="00FE74CE"/>
    <w:rsid w:val="00FE7C96"/>
    <w:rsid w:val="00FF0ACB"/>
    <w:rsid w:val="00FF14F6"/>
    <w:rsid w:val="00FF1B37"/>
    <w:rsid w:val="00FF266D"/>
    <w:rsid w:val="00FF2AFA"/>
    <w:rsid w:val="00FF32B4"/>
    <w:rsid w:val="00FF378D"/>
    <w:rsid w:val="00FF3984"/>
    <w:rsid w:val="00FF3D26"/>
    <w:rsid w:val="00FF3F65"/>
    <w:rsid w:val="00FF433B"/>
    <w:rsid w:val="00FF4416"/>
    <w:rsid w:val="00FF4691"/>
    <w:rsid w:val="00FF4692"/>
    <w:rsid w:val="00FF4A3B"/>
    <w:rsid w:val="00FF4AD1"/>
    <w:rsid w:val="00FF4CBE"/>
    <w:rsid w:val="00FF4F37"/>
    <w:rsid w:val="00FF5181"/>
    <w:rsid w:val="00FF54FF"/>
    <w:rsid w:val="00FF553D"/>
    <w:rsid w:val="00FF647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DD034"/>
  <w14:defaultImageDpi w14:val="32767"/>
  <w15:chartTrackingRefBased/>
  <w15:docId w15:val="{5B3C7413-20DD-CC40-9DE5-4145654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1191">
      <w:bodyDiv w:val="1"/>
      <w:marLeft w:val="0"/>
      <w:marRight w:val="0"/>
      <w:marTop w:val="0"/>
      <w:marBottom w:val="0"/>
      <w:divBdr>
        <w:top w:val="none" w:sz="0" w:space="0" w:color="auto"/>
        <w:left w:val="none" w:sz="0" w:space="0" w:color="auto"/>
        <w:bottom w:val="none" w:sz="0" w:space="0" w:color="auto"/>
        <w:right w:val="none" w:sz="0" w:space="0" w:color="auto"/>
      </w:divBdr>
      <w:divsChild>
        <w:div w:id="1576822371">
          <w:marLeft w:val="0"/>
          <w:marRight w:val="0"/>
          <w:marTop w:val="0"/>
          <w:marBottom w:val="360"/>
          <w:divBdr>
            <w:top w:val="none" w:sz="0" w:space="0" w:color="auto"/>
            <w:left w:val="none" w:sz="0" w:space="0" w:color="auto"/>
            <w:bottom w:val="none" w:sz="0" w:space="0" w:color="auto"/>
            <w:right w:val="none" w:sz="0" w:space="0" w:color="auto"/>
          </w:divBdr>
        </w:div>
      </w:divsChild>
    </w:div>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63409080">
      <w:bodyDiv w:val="1"/>
      <w:marLeft w:val="0"/>
      <w:marRight w:val="0"/>
      <w:marTop w:val="0"/>
      <w:marBottom w:val="0"/>
      <w:divBdr>
        <w:top w:val="none" w:sz="0" w:space="0" w:color="auto"/>
        <w:left w:val="none" w:sz="0" w:space="0" w:color="auto"/>
        <w:bottom w:val="none" w:sz="0" w:space="0" w:color="auto"/>
        <w:right w:val="none" w:sz="0" w:space="0" w:color="auto"/>
      </w:divBdr>
      <w:divsChild>
        <w:div w:id="1296528288">
          <w:marLeft w:val="0"/>
          <w:marRight w:val="0"/>
          <w:marTop w:val="0"/>
          <w:marBottom w:val="36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39679354">
      <w:bodyDiv w:val="1"/>
      <w:marLeft w:val="0"/>
      <w:marRight w:val="0"/>
      <w:marTop w:val="0"/>
      <w:marBottom w:val="0"/>
      <w:divBdr>
        <w:top w:val="none" w:sz="0" w:space="0" w:color="auto"/>
        <w:left w:val="none" w:sz="0" w:space="0" w:color="auto"/>
        <w:bottom w:val="none" w:sz="0" w:space="0" w:color="auto"/>
        <w:right w:val="none" w:sz="0" w:space="0" w:color="auto"/>
      </w:divBdr>
      <w:divsChild>
        <w:div w:id="621762205">
          <w:marLeft w:val="0"/>
          <w:marRight w:val="0"/>
          <w:marTop w:val="0"/>
          <w:marBottom w:val="360"/>
          <w:divBdr>
            <w:top w:val="none" w:sz="0" w:space="0" w:color="auto"/>
            <w:left w:val="none" w:sz="0" w:space="0" w:color="auto"/>
            <w:bottom w:val="none" w:sz="0" w:space="0" w:color="auto"/>
            <w:right w:val="none" w:sz="0" w:space="0" w:color="auto"/>
          </w:divBdr>
        </w:div>
      </w:divsChild>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Library/Group%20Containers/UBF8T346G9.Office/User%20Content.localized/Templates.localized/SS%20Lesson%202%20-%20Deceptions%20of%20the%20Devil%20-%20Rea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2 - Deceptions of the Devil - Reaping.dotx</Template>
  <TotalTime>184</TotalTime>
  <Pages>2</Pages>
  <Words>1627</Words>
  <Characters>9280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Janine Harris</cp:lastModifiedBy>
  <cp:revision>25</cp:revision>
  <cp:lastPrinted>2022-04-17T04:56:00Z</cp:lastPrinted>
  <dcterms:created xsi:type="dcterms:W3CDTF">2022-04-29T17:04:00Z</dcterms:created>
  <dcterms:modified xsi:type="dcterms:W3CDTF">2022-04-29T22:44:00Z</dcterms:modified>
</cp:coreProperties>
</file>